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BA" w:rsidRPr="00241E60" w:rsidRDefault="00EF06BA" w:rsidP="00241E60">
      <w:pPr>
        <w:spacing w:after="120" w:line="264" w:lineRule="auto"/>
        <w:ind w:left="426"/>
        <w:rPr>
          <w:rFonts w:ascii="Calibri Light" w:hAnsi="Calibri Light" w:cs="Arial"/>
          <w:b/>
          <w:bCs/>
          <w:kern w:val="1"/>
          <w:sz w:val="28"/>
          <w:szCs w:val="28"/>
          <w:lang w:eastAsia="en-US"/>
        </w:rPr>
      </w:pPr>
      <w:bookmarkStart w:id="0" w:name="_Toc222094280"/>
      <w:bookmarkStart w:id="1" w:name="_Toc222193179"/>
      <w:bookmarkStart w:id="2" w:name="_Toc222196707"/>
      <w:bookmarkStart w:id="3" w:name="_Toc223232721"/>
      <w:r w:rsidRPr="00241E60">
        <w:rPr>
          <w:rFonts w:ascii="Calibri Light" w:hAnsi="Calibri Light" w:cs="Arial"/>
          <w:b/>
          <w:bCs/>
          <w:kern w:val="1"/>
          <w:sz w:val="28"/>
          <w:szCs w:val="28"/>
          <w:lang w:eastAsia="en-US"/>
        </w:rPr>
        <w:t>SPECYFIKACJA TECHNICZNA WYKONANIA I ODBIORU ROBÓT BUDOWLANYCH</w:t>
      </w:r>
    </w:p>
    <w:p w:rsidR="00EF06BA" w:rsidRPr="00241E60" w:rsidRDefault="00EF06BA" w:rsidP="00241E60">
      <w:pPr>
        <w:spacing w:after="120" w:line="264" w:lineRule="auto"/>
        <w:ind w:left="426"/>
        <w:rPr>
          <w:rFonts w:ascii="Calibri Light" w:hAnsi="Calibri Light" w:cs="Arial"/>
          <w:b/>
          <w:bCs/>
          <w:kern w:val="1"/>
          <w:sz w:val="22"/>
          <w:szCs w:val="21"/>
          <w:lang w:eastAsia="en-US"/>
        </w:rPr>
      </w:pPr>
      <w:r w:rsidRPr="00241E60">
        <w:rPr>
          <w:rFonts w:ascii="Calibri Light" w:hAnsi="Calibri Light" w:cs="Arial"/>
          <w:b/>
          <w:bCs/>
          <w:kern w:val="1"/>
          <w:sz w:val="22"/>
          <w:szCs w:val="21"/>
          <w:lang w:eastAsia="en-US"/>
        </w:rPr>
        <w:t>ROBOTY BUDOWLANE</w:t>
      </w:r>
      <w:r>
        <w:rPr>
          <w:rFonts w:ascii="Calibri Light" w:hAnsi="Calibri Light" w:cs="Arial"/>
          <w:b/>
          <w:bCs/>
          <w:kern w:val="1"/>
          <w:sz w:val="22"/>
          <w:szCs w:val="21"/>
          <w:lang w:eastAsia="en-US"/>
        </w:rPr>
        <w:t xml:space="preserve"> </w:t>
      </w:r>
      <w:r w:rsidRPr="002B1044">
        <w:rPr>
          <w:rFonts w:ascii="Calibri Light" w:hAnsi="Calibri Light" w:cs="Arial"/>
          <w:b/>
          <w:bCs/>
          <w:kern w:val="1"/>
          <w:sz w:val="22"/>
          <w:szCs w:val="21"/>
          <w:lang w:eastAsia="en-US"/>
        </w:rPr>
        <w:t xml:space="preserve">– WYPOSAŻENIE </w:t>
      </w:r>
    </w:p>
    <w:p w:rsidR="00EF06BA" w:rsidRPr="00241E60" w:rsidRDefault="00EF06BA" w:rsidP="00241E60">
      <w:pPr>
        <w:spacing w:after="120" w:line="264" w:lineRule="auto"/>
        <w:rPr>
          <w:rFonts w:ascii="Calibri Light" w:hAnsi="Calibri Light" w:cs="Arial"/>
          <w:b/>
          <w:bCs/>
          <w:kern w:val="1"/>
          <w:sz w:val="28"/>
          <w:szCs w:val="28"/>
          <w:lang w:eastAsia="en-US"/>
        </w:rPr>
      </w:pPr>
    </w:p>
    <w:tbl>
      <w:tblPr>
        <w:tblW w:w="0" w:type="auto"/>
        <w:tblLayout w:type="fixed"/>
        <w:tblLook w:val="0000"/>
      </w:tblPr>
      <w:tblGrid>
        <w:gridCol w:w="2410"/>
        <w:gridCol w:w="6872"/>
      </w:tblGrid>
      <w:tr w:rsidR="00EF06BA" w:rsidRPr="00241E60" w:rsidTr="00F02FF2">
        <w:trPr>
          <w:trHeight w:val="867"/>
        </w:trPr>
        <w:tc>
          <w:tcPr>
            <w:tcW w:w="2410" w:type="dxa"/>
          </w:tcPr>
          <w:p w:rsidR="00EF06BA" w:rsidRPr="0099346E" w:rsidRDefault="00EF06BA" w:rsidP="0099346E">
            <w:pPr>
              <w:tabs>
                <w:tab w:val="left" w:pos="1767"/>
                <w:tab w:val="right" w:pos="4034"/>
              </w:tabs>
              <w:autoSpaceDE w:val="0"/>
              <w:ind w:left="426"/>
              <w:rPr>
                <w:rFonts w:ascii="Calibri Light" w:hAnsi="Calibri Light" w:cs="Calibri Light"/>
                <w:sz w:val="20"/>
                <w:szCs w:val="20"/>
              </w:rPr>
            </w:pPr>
            <w:r w:rsidRPr="0099346E">
              <w:rPr>
                <w:rFonts w:ascii="Calibri Light" w:hAnsi="Calibri Light" w:cs="Calibri Light"/>
                <w:b/>
                <w:sz w:val="20"/>
              </w:rPr>
              <w:t xml:space="preserve">NAZWA </w:t>
            </w:r>
            <w:r w:rsidRPr="0099346E">
              <w:rPr>
                <w:rFonts w:ascii="Calibri Light" w:hAnsi="Calibri Light" w:cs="Calibri Light"/>
                <w:b/>
                <w:sz w:val="20"/>
              </w:rPr>
              <w:br/>
              <w:t>I ADRES OBIEKTU</w:t>
            </w:r>
          </w:p>
        </w:tc>
        <w:tc>
          <w:tcPr>
            <w:tcW w:w="6872" w:type="dxa"/>
          </w:tcPr>
          <w:p w:rsidR="00EF06BA" w:rsidRPr="00053430" w:rsidRDefault="00EF06BA" w:rsidP="00F02FF2">
            <w:pPr>
              <w:ind w:right="-47"/>
              <w:jc w:val="center"/>
              <w:rPr>
                <w:b/>
                <w:sz w:val="22"/>
                <w:szCs w:val="22"/>
                <w:lang w:eastAsia="ko-KR"/>
              </w:rPr>
            </w:pPr>
            <w:r w:rsidRPr="00053430">
              <w:rPr>
                <w:b/>
                <w:sz w:val="22"/>
                <w:szCs w:val="22"/>
                <w:lang w:eastAsia="ko-KR"/>
              </w:rPr>
              <w:t>Rozbudowa oraz modernizacja infrastruktury sportowej</w:t>
            </w:r>
            <w:r>
              <w:rPr>
                <w:b/>
                <w:sz w:val="22"/>
                <w:szCs w:val="22"/>
                <w:lang w:eastAsia="ko-KR"/>
              </w:rPr>
              <w:t xml:space="preserve"> i rekreacyjnej</w:t>
            </w:r>
            <w:r w:rsidRPr="00053430">
              <w:rPr>
                <w:b/>
                <w:sz w:val="22"/>
                <w:szCs w:val="22"/>
                <w:lang w:eastAsia="ko-KR"/>
              </w:rPr>
              <w:t xml:space="preserve"> na terenie gminy Świętochłowice</w:t>
            </w:r>
          </w:p>
          <w:p w:rsidR="00EF06BA" w:rsidRDefault="00EF06BA" w:rsidP="00F02FF2">
            <w:pPr>
              <w:spacing w:line="288" w:lineRule="auto"/>
              <w:ind w:right="-30"/>
              <w:jc w:val="both"/>
              <w:rPr>
                <w:b/>
                <w:sz w:val="22"/>
                <w:szCs w:val="22"/>
                <w:lang w:eastAsia="ko-KR"/>
              </w:rPr>
            </w:pPr>
          </w:p>
          <w:p w:rsidR="00EF06BA" w:rsidRPr="00652CC8" w:rsidRDefault="00EF06BA" w:rsidP="00F02FF2">
            <w:pPr>
              <w:spacing w:line="288" w:lineRule="auto"/>
              <w:ind w:right="-30"/>
              <w:jc w:val="both"/>
              <w:rPr>
                <w:sz w:val="22"/>
                <w:szCs w:val="22"/>
              </w:rPr>
            </w:pPr>
            <w:r>
              <w:rPr>
                <w:sz w:val="22"/>
                <w:szCs w:val="22"/>
              </w:rPr>
              <w:t>B</w:t>
            </w:r>
            <w:r w:rsidRPr="00652CC8">
              <w:rPr>
                <w:sz w:val="22"/>
                <w:szCs w:val="22"/>
              </w:rPr>
              <w:t>udow</w:t>
            </w:r>
            <w:r>
              <w:rPr>
                <w:sz w:val="22"/>
                <w:szCs w:val="22"/>
              </w:rPr>
              <w:t xml:space="preserve">a </w:t>
            </w:r>
            <w:r w:rsidRPr="00652CC8">
              <w:rPr>
                <w:sz w:val="22"/>
                <w:szCs w:val="22"/>
              </w:rPr>
              <w:t>siłowni plenerowych w następujących lokalizacjach:</w:t>
            </w:r>
          </w:p>
          <w:p w:rsidR="00EF06BA" w:rsidRPr="00652CC8" w:rsidRDefault="00EF06BA" w:rsidP="00F02FF2">
            <w:pPr>
              <w:widowControl w:val="0"/>
              <w:numPr>
                <w:ilvl w:val="0"/>
                <w:numId w:val="33"/>
              </w:numPr>
              <w:autoSpaceDE w:val="0"/>
              <w:autoSpaceDN w:val="0"/>
              <w:adjustRightInd w:val="0"/>
              <w:spacing w:line="288" w:lineRule="auto"/>
              <w:ind w:left="457" w:right="-30"/>
              <w:jc w:val="both"/>
              <w:rPr>
                <w:sz w:val="22"/>
                <w:szCs w:val="22"/>
              </w:rPr>
            </w:pPr>
            <w:r>
              <w:rPr>
                <w:sz w:val="22"/>
                <w:szCs w:val="22"/>
              </w:rPr>
              <w:t>przy boisku sportowym</w:t>
            </w:r>
            <w:r w:rsidRPr="00652CC8">
              <w:rPr>
                <w:sz w:val="22"/>
                <w:szCs w:val="22"/>
              </w:rPr>
              <w:t xml:space="preserve"> przy ul. Granitowej </w:t>
            </w:r>
            <w:r>
              <w:rPr>
                <w:sz w:val="22"/>
                <w:szCs w:val="22"/>
              </w:rPr>
              <w:t>(zamówienie obejmuje wyłącznie etap II opisany w dokumentacji projektowej);</w:t>
            </w:r>
          </w:p>
          <w:p w:rsidR="00EF06BA" w:rsidRPr="00652CC8" w:rsidRDefault="00EF06BA" w:rsidP="00F02FF2">
            <w:pPr>
              <w:widowControl w:val="0"/>
              <w:numPr>
                <w:ilvl w:val="0"/>
                <w:numId w:val="33"/>
              </w:numPr>
              <w:autoSpaceDE w:val="0"/>
              <w:autoSpaceDN w:val="0"/>
              <w:adjustRightInd w:val="0"/>
              <w:spacing w:line="288" w:lineRule="auto"/>
              <w:ind w:left="457" w:right="-30"/>
              <w:jc w:val="both"/>
              <w:rPr>
                <w:sz w:val="22"/>
                <w:szCs w:val="22"/>
              </w:rPr>
            </w:pPr>
            <w:r w:rsidRPr="00652CC8">
              <w:rPr>
                <w:sz w:val="22"/>
                <w:szCs w:val="22"/>
              </w:rPr>
              <w:t>przy boisku sportowym na południowym</w:t>
            </w:r>
            <w:bookmarkStart w:id="4" w:name="_GoBack"/>
            <w:bookmarkEnd w:id="4"/>
            <w:r w:rsidRPr="00652CC8">
              <w:rPr>
                <w:sz w:val="22"/>
                <w:szCs w:val="22"/>
              </w:rPr>
              <w:t xml:space="preserve"> obrzeżu osiedla „Brzezina” w okolicy ul. Ślęzan.</w:t>
            </w:r>
          </w:p>
          <w:p w:rsidR="00EF06BA" w:rsidRPr="00203101" w:rsidRDefault="00EF06BA" w:rsidP="00F02FF2">
            <w:pPr>
              <w:ind w:right="-28"/>
              <w:jc w:val="both"/>
              <w:rPr>
                <w:sz w:val="22"/>
              </w:rPr>
            </w:pPr>
          </w:p>
          <w:p w:rsidR="00EF06BA" w:rsidRPr="0099346E" w:rsidRDefault="00EF06BA" w:rsidP="0099346E">
            <w:pPr>
              <w:ind w:right="98"/>
              <w:rPr>
                <w:rFonts w:ascii="Calibri Light" w:hAnsi="Calibri Light" w:cs="Calibri Light"/>
                <w:sz w:val="20"/>
                <w:szCs w:val="20"/>
              </w:rPr>
            </w:pPr>
          </w:p>
        </w:tc>
      </w:tr>
      <w:tr w:rsidR="00EF06BA" w:rsidRPr="00241E60" w:rsidTr="00F02FF2">
        <w:trPr>
          <w:trHeight w:val="977"/>
        </w:trPr>
        <w:tc>
          <w:tcPr>
            <w:tcW w:w="2410" w:type="dxa"/>
          </w:tcPr>
          <w:p w:rsidR="00EF06BA" w:rsidRPr="0099346E" w:rsidRDefault="00EF06BA" w:rsidP="0099346E">
            <w:pPr>
              <w:tabs>
                <w:tab w:val="left" w:pos="1767"/>
                <w:tab w:val="right" w:pos="4034"/>
              </w:tabs>
              <w:autoSpaceDE w:val="0"/>
              <w:ind w:left="426"/>
              <w:rPr>
                <w:rFonts w:ascii="Calibri Light" w:hAnsi="Calibri Light" w:cs="Calibri Light"/>
                <w:sz w:val="20"/>
                <w:szCs w:val="20"/>
              </w:rPr>
            </w:pPr>
            <w:r w:rsidRPr="0099346E">
              <w:rPr>
                <w:rFonts w:ascii="Calibri Light" w:hAnsi="Calibri Light" w:cs="Calibri Light"/>
                <w:b/>
                <w:sz w:val="20"/>
              </w:rPr>
              <w:t>INWESTOR</w:t>
            </w:r>
          </w:p>
        </w:tc>
        <w:tc>
          <w:tcPr>
            <w:tcW w:w="6872" w:type="dxa"/>
          </w:tcPr>
          <w:p w:rsidR="00EF06BA" w:rsidRPr="00F02FF2" w:rsidRDefault="00EF06BA" w:rsidP="00F02FF2">
            <w:pPr>
              <w:ind w:right="-47"/>
              <w:rPr>
                <w:sz w:val="22"/>
                <w:szCs w:val="22"/>
                <w:lang w:eastAsia="ko-KR"/>
              </w:rPr>
            </w:pPr>
            <w:r w:rsidRPr="00F02FF2">
              <w:rPr>
                <w:sz w:val="22"/>
                <w:szCs w:val="22"/>
                <w:lang w:eastAsia="ko-KR"/>
              </w:rPr>
              <w:t>Gmina Świętochłowice</w:t>
            </w:r>
            <w:r w:rsidRPr="00F02FF2">
              <w:rPr>
                <w:sz w:val="22"/>
                <w:szCs w:val="22"/>
                <w:lang w:eastAsia="ko-KR"/>
              </w:rPr>
              <w:br/>
              <w:t>ul. Katowicka 54, 41-600 Świętochłowice</w:t>
            </w:r>
          </w:p>
        </w:tc>
      </w:tr>
      <w:tr w:rsidR="00EF06BA" w:rsidRPr="00241E60" w:rsidTr="00F02FF2">
        <w:trPr>
          <w:trHeight w:val="583"/>
        </w:trPr>
        <w:tc>
          <w:tcPr>
            <w:tcW w:w="2410" w:type="dxa"/>
          </w:tcPr>
          <w:p w:rsidR="00EF06BA" w:rsidRPr="0099346E" w:rsidRDefault="00EF06BA" w:rsidP="0099346E">
            <w:pPr>
              <w:tabs>
                <w:tab w:val="left" w:pos="1767"/>
                <w:tab w:val="right" w:pos="4034"/>
              </w:tabs>
              <w:autoSpaceDE w:val="0"/>
              <w:ind w:left="426"/>
              <w:rPr>
                <w:rFonts w:ascii="Calibri Light" w:hAnsi="Calibri Light" w:cs="Calibri Light"/>
                <w:b/>
                <w:sz w:val="20"/>
                <w:szCs w:val="20"/>
              </w:rPr>
            </w:pPr>
            <w:r w:rsidRPr="0099346E">
              <w:rPr>
                <w:rFonts w:ascii="Calibri Light" w:hAnsi="Calibri Light" w:cs="Calibri Light"/>
                <w:b/>
                <w:sz w:val="20"/>
              </w:rPr>
              <w:t>TEMAT</w:t>
            </w:r>
          </w:p>
        </w:tc>
        <w:tc>
          <w:tcPr>
            <w:tcW w:w="6872" w:type="dxa"/>
          </w:tcPr>
          <w:p w:rsidR="00EF06BA" w:rsidRPr="00053430" w:rsidRDefault="00EF06BA" w:rsidP="00F02FF2">
            <w:pPr>
              <w:ind w:right="-47"/>
              <w:jc w:val="center"/>
              <w:rPr>
                <w:b/>
                <w:sz w:val="22"/>
                <w:szCs w:val="22"/>
                <w:lang w:eastAsia="ko-KR"/>
              </w:rPr>
            </w:pPr>
            <w:r w:rsidRPr="00053430">
              <w:rPr>
                <w:b/>
                <w:sz w:val="22"/>
                <w:szCs w:val="22"/>
                <w:lang w:eastAsia="ko-KR"/>
              </w:rPr>
              <w:t>Rozbudowa oraz modernizacja infrastruktury sportowej</w:t>
            </w:r>
            <w:r>
              <w:rPr>
                <w:b/>
                <w:sz w:val="22"/>
                <w:szCs w:val="22"/>
                <w:lang w:eastAsia="ko-KR"/>
              </w:rPr>
              <w:t xml:space="preserve"> i rekreacyjnej</w:t>
            </w:r>
            <w:r w:rsidRPr="00053430">
              <w:rPr>
                <w:b/>
                <w:sz w:val="22"/>
                <w:szCs w:val="22"/>
                <w:lang w:eastAsia="ko-KR"/>
              </w:rPr>
              <w:t xml:space="preserve"> na terenie gminy Świętochłowice</w:t>
            </w:r>
          </w:p>
          <w:p w:rsidR="00EF06BA" w:rsidRPr="0099346E" w:rsidRDefault="00EF06BA" w:rsidP="0099346E">
            <w:pPr>
              <w:ind w:right="98"/>
              <w:rPr>
                <w:rFonts w:ascii="Calibri Light" w:hAnsi="Calibri Light" w:cs="Calibri Light"/>
                <w:b/>
                <w:sz w:val="20"/>
                <w:szCs w:val="20"/>
              </w:rPr>
            </w:pPr>
          </w:p>
        </w:tc>
      </w:tr>
      <w:tr w:rsidR="00EF06BA" w:rsidRPr="00241E60" w:rsidTr="00F02FF2">
        <w:trPr>
          <w:trHeight w:val="80"/>
        </w:trPr>
        <w:tc>
          <w:tcPr>
            <w:tcW w:w="2410" w:type="dxa"/>
          </w:tcPr>
          <w:p w:rsidR="00EF06BA" w:rsidRPr="0099346E" w:rsidRDefault="00EF06BA" w:rsidP="0099346E">
            <w:pPr>
              <w:tabs>
                <w:tab w:val="left" w:pos="1767"/>
                <w:tab w:val="right" w:pos="4034"/>
              </w:tabs>
              <w:autoSpaceDE w:val="0"/>
              <w:snapToGrid w:val="0"/>
              <w:ind w:left="426"/>
              <w:rPr>
                <w:rFonts w:ascii="Calibri Light" w:hAnsi="Calibri Light" w:cs="Calibri Light"/>
                <w:b/>
                <w:sz w:val="20"/>
              </w:rPr>
            </w:pPr>
          </w:p>
        </w:tc>
        <w:tc>
          <w:tcPr>
            <w:tcW w:w="6872" w:type="dxa"/>
          </w:tcPr>
          <w:p w:rsidR="00EF06BA" w:rsidRPr="0099346E" w:rsidRDefault="00EF06BA" w:rsidP="0099346E">
            <w:pPr>
              <w:snapToGrid w:val="0"/>
              <w:rPr>
                <w:rFonts w:ascii="Calibri Light" w:hAnsi="Calibri Light" w:cs="Calibri Light"/>
                <w:sz w:val="20"/>
                <w:szCs w:val="20"/>
              </w:rPr>
            </w:pPr>
          </w:p>
        </w:tc>
      </w:tr>
    </w:tbl>
    <w:p w:rsidR="00EF06BA" w:rsidRPr="00241E60" w:rsidRDefault="00EF06BA" w:rsidP="00241E60">
      <w:pPr>
        <w:autoSpaceDE w:val="0"/>
        <w:spacing w:before="40" w:after="40"/>
        <w:ind w:left="426"/>
        <w:jc w:val="both"/>
        <w:rPr>
          <w:rFonts w:ascii="Calibri Light" w:hAnsi="Calibri Light" w:cs="Arial"/>
          <w:b/>
          <w:bCs/>
          <w:sz w:val="18"/>
          <w:szCs w:val="18"/>
          <w:lang w:eastAsia="en-US"/>
        </w:rPr>
      </w:pPr>
    </w:p>
    <w:p w:rsidR="00EF06BA" w:rsidRPr="00241E60" w:rsidRDefault="00EF06BA" w:rsidP="00241E60">
      <w:pPr>
        <w:autoSpaceDE w:val="0"/>
        <w:spacing w:before="40" w:after="40"/>
        <w:ind w:left="426"/>
        <w:jc w:val="both"/>
        <w:rPr>
          <w:rFonts w:ascii="Calibri Light" w:hAnsi="Calibri Light" w:cs="Arial"/>
          <w:b/>
          <w:bCs/>
          <w:sz w:val="18"/>
          <w:szCs w:val="18"/>
          <w:lang w:eastAsia="en-US"/>
        </w:rPr>
      </w:pPr>
    </w:p>
    <w:p w:rsidR="00EF06BA" w:rsidRPr="00241E60" w:rsidRDefault="00EF06BA" w:rsidP="00241E60">
      <w:pPr>
        <w:autoSpaceDE w:val="0"/>
        <w:spacing w:before="40" w:after="40"/>
        <w:ind w:left="426"/>
        <w:jc w:val="both"/>
        <w:rPr>
          <w:rFonts w:ascii="Calibri Light" w:hAnsi="Calibri Light" w:cs="Arial"/>
          <w:b/>
          <w:bCs/>
          <w:sz w:val="18"/>
          <w:szCs w:val="18"/>
          <w:lang w:eastAsia="en-US"/>
        </w:rPr>
      </w:pPr>
    </w:p>
    <w:p w:rsidR="00EF06BA" w:rsidRPr="00241E60" w:rsidRDefault="00EF06BA" w:rsidP="00241E60">
      <w:pPr>
        <w:spacing w:after="120" w:line="264" w:lineRule="auto"/>
        <w:ind w:left="426"/>
        <w:rPr>
          <w:rFonts w:ascii="Calibri Light" w:hAnsi="Calibri Light" w:cs="Arial"/>
          <w:b/>
          <w:bCs/>
          <w:kern w:val="1"/>
          <w:sz w:val="16"/>
          <w:szCs w:val="16"/>
          <w:lang w:eastAsia="en-US"/>
        </w:rPr>
      </w:pPr>
      <w:r w:rsidRPr="00241E60">
        <w:rPr>
          <w:rFonts w:ascii="Calibri Light" w:hAnsi="Calibri Light" w:cs="Arial"/>
          <w:b/>
          <w:bCs/>
          <w:kern w:val="1"/>
          <w:sz w:val="16"/>
          <w:szCs w:val="16"/>
          <w:lang w:eastAsia="en-US"/>
        </w:rPr>
        <w:t xml:space="preserve">ROBOTY BUDOWLANE – WYPOSAŻENIE </w:t>
      </w:r>
    </w:p>
    <w:tbl>
      <w:tblPr>
        <w:tblW w:w="9294" w:type="dxa"/>
        <w:tblInd w:w="392" w:type="dxa"/>
        <w:tblLayout w:type="fixed"/>
        <w:tblLook w:val="0000"/>
      </w:tblPr>
      <w:tblGrid>
        <w:gridCol w:w="2660"/>
        <w:gridCol w:w="3827"/>
        <w:gridCol w:w="2807"/>
      </w:tblGrid>
      <w:tr w:rsidR="00EF06BA" w:rsidRPr="00241E60" w:rsidTr="00545BC8">
        <w:trPr>
          <w:trHeight w:val="1514"/>
        </w:trPr>
        <w:tc>
          <w:tcPr>
            <w:tcW w:w="2660" w:type="dxa"/>
            <w:tcBorders>
              <w:top w:val="single" w:sz="4" w:space="0" w:color="000000"/>
              <w:bottom w:val="single" w:sz="4" w:space="0" w:color="000000"/>
            </w:tcBorders>
          </w:tcPr>
          <w:p w:rsidR="00EF06BA" w:rsidRPr="00241E60" w:rsidRDefault="00EF06BA" w:rsidP="00241E60">
            <w:pPr>
              <w:tabs>
                <w:tab w:val="left" w:pos="1767"/>
                <w:tab w:val="right" w:pos="4034"/>
              </w:tabs>
              <w:spacing w:after="120" w:line="264" w:lineRule="auto"/>
              <w:rPr>
                <w:rFonts w:ascii="Calibri Light" w:hAnsi="Calibri Light"/>
                <w:sz w:val="22"/>
                <w:szCs w:val="22"/>
                <w:lang w:eastAsia="en-US"/>
              </w:rPr>
            </w:pPr>
            <w:r w:rsidRPr="00241E60">
              <w:rPr>
                <w:rFonts w:ascii="Calibri Light" w:hAnsi="Calibri Light"/>
                <w:sz w:val="22"/>
                <w:szCs w:val="21"/>
                <w:lang w:eastAsia="en-US"/>
              </w:rPr>
              <w:t>OPRACOWAŁ:</w:t>
            </w:r>
          </w:p>
        </w:tc>
        <w:tc>
          <w:tcPr>
            <w:tcW w:w="3827" w:type="dxa"/>
            <w:tcBorders>
              <w:top w:val="single" w:sz="4" w:space="0" w:color="000000"/>
              <w:bottom w:val="single" w:sz="4" w:space="0" w:color="000000"/>
            </w:tcBorders>
          </w:tcPr>
          <w:p w:rsidR="00EF06BA" w:rsidRPr="00241E60" w:rsidRDefault="00EF06BA" w:rsidP="00241E60">
            <w:pPr>
              <w:spacing w:after="120" w:line="264" w:lineRule="auto"/>
              <w:rPr>
                <w:rFonts w:ascii="Calibri Light" w:hAnsi="Calibri Light"/>
                <w:sz w:val="16"/>
                <w:szCs w:val="16"/>
                <w:lang w:eastAsia="en-US"/>
              </w:rPr>
            </w:pPr>
            <w:r w:rsidRPr="0099346E">
              <w:rPr>
                <w:rFonts w:ascii="Calibri Light" w:hAnsi="Calibri Light"/>
                <w:sz w:val="22"/>
                <w:szCs w:val="22"/>
                <w:lang w:eastAsia="en-US"/>
              </w:rPr>
              <w:t>mgr inż. arch. Leszek Woźniak</w:t>
            </w:r>
          </w:p>
        </w:tc>
        <w:tc>
          <w:tcPr>
            <w:tcW w:w="2807" w:type="dxa"/>
            <w:tcBorders>
              <w:top w:val="single" w:sz="4" w:space="0" w:color="000000"/>
              <w:bottom w:val="single" w:sz="4" w:space="0" w:color="000000"/>
            </w:tcBorders>
          </w:tcPr>
          <w:p w:rsidR="00EF06BA" w:rsidRPr="00241E60" w:rsidRDefault="00EF06BA" w:rsidP="00241E60">
            <w:pPr>
              <w:snapToGrid w:val="0"/>
              <w:spacing w:after="120" w:line="264" w:lineRule="auto"/>
              <w:rPr>
                <w:rFonts w:ascii="Calibri Light" w:hAnsi="Calibri Light"/>
                <w:sz w:val="16"/>
                <w:szCs w:val="16"/>
                <w:lang w:eastAsia="en-US"/>
              </w:rPr>
            </w:pPr>
          </w:p>
          <w:p w:rsidR="00EF06BA" w:rsidRPr="00241E60" w:rsidRDefault="00EF06BA" w:rsidP="00241E60">
            <w:pPr>
              <w:spacing w:after="120" w:line="264" w:lineRule="auto"/>
              <w:rPr>
                <w:rFonts w:ascii="Calibri Light" w:hAnsi="Calibri Light"/>
                <w:sz w:val="16"/>
                <w:szCs w:val="16"/>
                <w:lang w:eastAsia="en-US"/>
              </w:rPr>
            </w:pPr>
          </w:p>
        </w:tc>
      </w:tr>
    </w:tbl>
    <w:p w:rsidR="00EF06BA" w:rsidRPr="00241E60" w:rsidRDefault="00EF06BA" w:rsidP="00241E60">
      <w:pPr>
        <w:autoSpaceDE w:val="0"/>
        <w:spacing w:after="120" w:line="264" w:lineRule="auto"/>
        <w:rPr>
          <w:rFonts w:ascii="Calibri Light" w:hAnsi="Calibri Light" w:cs="Arial"/>
          <w:bCs/>
          <w:sz w:val="22"/>
          <w:szCs w:val="22"/>
          <w:lang w:eastAsia="en-US"/>
        </w:rPr>
      </w:pPr>
    </w:p>
    <w:p w:rsidR="00EF06BA" w:rsidRDefault="00EF06BA">
      <w:pPr>
        <w:pStyle w:val="TOC1"/>
        <w:tabs>
          <w:tab w:val="right" w:leader="dot" w:pos="10024"/>
        </w:tabs>
        <w:rPr>
          <w:noProof/>
        </w:rPr>
      </w:pPr>
      <w:r>
        <w:rPr>
          <w:sz w:val="18"/>
          <w:szCs w:val="18"/>
        </w:rPr>
        <w:br w:type="page"/>
      </w:r>
      <w:r w:rsidRPr="0099346E">
        <w:rPr>
          <w:rFonts w:ascii="Calibri Light" w:hAnsi="Calibri Light"/>
          <w:i w:val="0"/>
          <w:sz w:val="18"/>
          <w:szCs w:val="18"/>
        </w:rPr>
        <w:fldChar w:fldCharType="begin"/>
      </w:r>
      <w:r w:rsidRPr="0099346E">
        <w:rPr>
          <w:rFonts w:ascii="Calibri Light" w:hAnsi="Calibri Light"/>
          <w:i w:val="0"/>
          <w:sz w:val="18"/>
          <w:szCs w:val="18"/>
        </w:rPr>
        <w:instrText xml:space="preserve"> TOC \o "1-2" \h \z \u </w:instrText>
      </w:r>
      <w:r w:rsidRPr="0099346E">
        <w:rPr>
          <w:rFonts w:ascii="Calibri Light" w:hAnsi="Calibri Light"/>
          <w:i w:val="0"/>
          <w:sz w:val="18"/>
          <w:szCs w:val="18"/>
        </w:rPr>
        <w:fldChar w:fldCharType="separate"/>
      </w:r>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3" w:history="1">
        <w:r w:rsidRPr="0042294E">
          <w:rPr>
            <w:rStyle w:val="Hyperlink"/>
            <w:rFonts w:ascii="Calibri Light" w:hAnsi="Calibri Light" w:cs="Calibri Light"/>
            <w:b w:val="0"/>
            <w:noProof/>
          </w:rPr>
          <w:t>A. WARUNKI OGÓLNE</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_Toc484007383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3</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4" w:history="1">
        <w:r w:rsidRPr="0042294E">
          <w:rPr>
            <w:rStyle w:val="Hyperlink"/>
            <w:rFonts w:ascii="Calibri Light" w:hAnsi="Calibri Light" w:cs="Calibri Light"/>
            <w:b w:val="0"/>
            <w:noProof/>
          </w:rPr>
          <w:t>1. WSTĘP</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_Toc484007384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3</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5" w:history="1">
        <w:r w:rsidRPr="0042294E">
          <w:rPr>
            <w:rStyle w:val="Hyperlink"/>
            <w:rFonts w:ascii="Calibri Light" w:hAnsi="Calibri Light" w:cs="Calibri Light"/>
            <w:b w:val="0"/>
            <w:noProof/>
          </w:rPr>
          <w:t>2. MATERIAŁY</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_Toc484007385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4</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6" w:history="1">
        <w:r w:rsidRPr="0042294E">
          <w:rPr>
            <w:rStyle w:val="Hyperlink"/>
            <w:rFonts w:ascii="Calibri Light" w:hAnsi="Calibri Light" w:cs="Calibri Light"/>
            <w:b w:val="0"/>
            <w:noProof/>
          </w:rPr>
          <w:t>3. SPRZĘT</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_Toc484007386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5</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7" w:history="1">
        <w:r w:rsidRPr="0042294E">
          <w:rPr>
            <w:rStyle w:val="Hyperlink"/>
            <w:rFonts w:ascii="Calibri Light" w:hAnsi="Calibri Light" w:cs="Calibri Light"/>
            <w:b w:val="0"/>
            <w:noProof/>
          </w:rPr>
          <w:t>4. TRANSPORT</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_Toc484007387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5</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8" w:history="1">
        <w:r w:rsidRPr="0042294E">
          <w:rPr>
            <w:rStyle w:val="Hyperlink"/>
            <w:rFonts w:ascii="Calibri Light" w:hAnsi="Calibri Light" w:cs="Calibri Light"/>
            <w:b w:val="0"/>
            <w:noProof/>
          </w:rPr>
          <w:t>5. WYKONANIE ROBÓT</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_Toc484007388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5</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89" w:history="1">
        <w:r w:rsidRPr="0042294E">
          <w:rPr>
            <w:rStyle w:val="Hyperlink"/>
            <w:rFonts w:ascii="Calibri Light" w:hAnsi="Calibri Light" w:cs="Calibri Light"/>
            <w:b w:val="0"/>
            <w:noProof/>
          </w:rPr>
          <w:t>6. KONTROLA JAKOŚCI ROBÓT</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_Toc484007389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5</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90" w:history="1">
        <w:r w:rsidRPr="0042294E">
          <w:rPr>
            <w:rStyle w:val="Hyperlink"/>
            <w:rFonts w:ascii="Calibri Light" w:hAnsi="Calibri Light" w:cs="Calibri Light"/>
            <w:b w:val="0"/>
            <w:noProof/>
          </w:rPr>
          <w:t>7. OBMIAR ROBÓT</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_Toc484007390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6</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91" w:history="1">
        <w:r w:rsidRPr="0042294E">
          <w:rPr>
            <w:rStyle w:val="Hyperlink"/>
            <w:rFonts w:ascii="Calibri Light" w:hAnsi="Calibri Light" w:cs="Calibri Light"/>
            <w:b w:val="0"/>
            <w:noProof/>
          </w:rPr>
          <w:t>8. ODBIÓR ROBÓT</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_Toc484007391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7</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92" w:history="1">
        <w:r w:rsidRPr="0042294E">
          <w:rPr>
            <w:rStyle w:val="Hyperlink"/>
            <w:rFonts w:ascii="Calibri Light" w:hAnsi="Calibri Light" w:cs="Calibri Light"/>
            <w:b w:val="0"/>
            <w:noProof/>
          </w:rPr>
          <w:t>9. PODSTAWA PŁATNOŚCI</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_Toc484007392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7</w:t>
        </w:r>
        <w:r w:rsidRPr="0042294E">
          <w:rPr>
            <w:rFonts w:ascii="Calibri Light" w:hAnsi="Calibri Light" w:cs="Calibri Light"/>
            <w:b w:val="0"/>
            <w:noProof/>
            <w:webHidden/>
          </w:rPr>
          <w:fldChar w:fldCharType="end"/>
        </w:r>
      </w:hyperlink>
    </w:p>
    <w:p w:rsidR="00EF06BA" w:rsidRPr="0042294E" w:rsidRDefault="00EF06BA">
      <w:pPr>
        <w:pStyle w:val="TOC1"/>
        <w:tabs>
          <w:tab w:val="right" w:leader="dot" w:pos="10024"/>
        </w:tabs>
        <w:rPr>
          <w:rFonts w:ascii="Calibri Light" w:hAnsi="Calibri Light" w:cs="Calibri Light"/>
          <w:b w:val="0"/>
          <w:bCs w:val="0"/>
          <w:i w:val="0"/>
          <w:iCs w:val="0"/>
          <w:noProof/>
          <w:sz w:val="22"/>
          <w:szCs w:val="22"/>
        </w:rPr>
      </w:pPr>
      <w:hyperlink w:anchor="_Toc484007393" w:history="1">
        <w:r w:rsidRPr="0042294E">
          <w:rPr>
            <w:rStyle w:val="Hyperlink"/>
            <w:rFonts w:ascii="Calibri Light" w:hAnsi="Calibri Light" w:cs="Calibri Light"/>
            <w:b w:val="0"/>
            <w:noProof/>
          </w:rPr>
          <w:t>10. PRZEPISY ZWIĄZANE</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_Toc484007393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7</w:t>
        </w:r>
        <w:r w:rsidRPr="0042294E">
          <w:rPr>
            <w:rFonts w:ascii="Calibri Light" w:hAnsi="Calibri Light" w:cs="Calibri Light"/>
            <w:b w:val="0"/>
            <w:noProof/>
            <w:webHidden/>
          </w:rPr>
          <w:fldChar w:fldCharType="end"/>
        </w:r>
      </w:hyperlink>
    </w:p>
    <w:p w:rsidR="00EF06BA" w:rsidRPr="0042294E" w:rsidRDefault="00EF06BA">
      <w:pPr>
        <w:pStyle w:val="TOC2"/>
        <w:tabs>
          <w:tab w:val="right" w:leader="dot" w:pos="10024"/>
        </w:tabs>
        <w:rPr>
          <w:rFonts w:ascii="Calibri Light" w:hAnsi="Calibri Light" w:cs="Calibri Light"/>
          <w:b w:val="0"/>
          <w:bCs w:val="0"/>
          <w:noProof/>
          <w:sz w:val="22"/>
          <w:szCs w:val="22"/>
        </w:rPr>
      </w:pPr>
      <w:hyperlink w:anchor="_Toc484007394" w:history="1">
        <w:r w:rsidRPr="0042294E">
          <w:rPr>
            <w:rStyle w:val="Hyperlink"/>
            <w:rFonts w:ascii="Calibri Light" w:hAnsi="Calibri Light" w:cs="Calibri Light"/>
            <w:b w:val="0"/>
            <w:noProof/>
          </w:rPr>
          <w:t>ST 01.01 ROBOTY ZIEMNE</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_Toc484007394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8</w:t>
        </w:r>
        <w:r w:rsidRPr="0042294E">
          <w:rPr>
            <w:rFonts w:ascii="Calibri Light" w:hAnsi="Calibri Light" w:cs="Calibri Light"/>
            <w:b w:val="0"/>
            <w:noProof/>
            <w:webHidden/>
          </w:rPr>
          <w:fldChar w:fldCharType="end"/>
        </w:r>
      </w:hyperlink>
    </w:p>
    <w:p w:rsidR="00EF06BA" w:rsidRPr="0042294E" w:rsidRDefault="00EF06BA">
      <w:pPr>
        <w:pStyle w:val="TOC2"/>
        <w:tabs>
          <w:tab w:val="right" w:leader="dot" w:pos="10024"/>
        </w:tabs>
        <w:rPr>
          <w:rFonts w:ascii="Calibri Light" w:hAnsi="Calibri Light" w:cs="Calibri Light"/>
          <w:b w:val="0"/>
          <w:bCs w:val="0"/>
          <w:noProof/>
          <w:sz w:val="22"/>
          <w:szCs w:val="22"/>
        </w:rPr>
      </w:pPr>
      <w:hyperlink w:anchor="_Toc484007395" w:history="1">
        <w:r w:rsidRPr="0042294E">
          <w:rPr>
            <w:rStyle w:val="Hyperlink"/>
            <w:rFonts w:ascii="Calibri Light" w:hAnsi="Calibri Light" w:cs="Calibri Light"/>
            <w:b w:val="0"/>
            <w:noProof/>
          </w:rPr>
          <w:t>ST 01.02 PODBUDOWA Z KRUSZYWA ŁAMANEGO</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_Toc484007395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11</w:t>
        </w:r>
        <w:r w:rsidRPr="0042294E">
          <w:rPr>
            <w:rFonts w:ascii="Calibri Light" w:hAnsi="Calibri Light" w:cs="Calibri Light"/>
            <w:b w:val="0"/>
            <w:noProof/>
            <w:webHidden/>
          </w:rPr>
          <w:fldChar w:fldCharType="end"/>
        </w:r>
      </w:hyperlink>
    </w:p>
    <w:p w:rsidR="00EF06BA" w:rsidRPr="0042294E" w:rsidRDefault="00EF06BA">
      <w:pPr>
        <w:pStyle w:val="TOC2"/>
        <w:tabs>
          <w:tab w:val="right" w:leader="dot" w:pos="10024"/>
        </w:tabs>
        <w:rPr>
          <w:rFonts w:ascii="Calibri Light" w:hAnsi="Calibri Light" w:cs="Calibri Light"/>
          <w:b w:val="0"/>
          <w:bCs w:val="0"/>
          <w:noProof/>
          <w:sz w:val="22"/>
          <w:szCs w:val="22"/>
        </w:rPr>
      </w:pPr>
      <w:hyperlink w:anchor="_Toc484007396" w:history="1">
        <w:r w:rsidRPr="0042294E">
          <w:rPr>
            <w:rStyle w:val="Hyperlink"/>
            <w:rFonts w:ascii="Calibri Light" w:hAnsi="Calibri Light" w:cs="Calibri Light"/>
            <w:b w:val="0"/>
            <w:noProof/>
          </w:rPr>
          <w:t>ST 01.03 CHODNIKI  Z KOSTKI BRUKOWEJ BETONOWEJ</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_Toc484007396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15</w:t>
        </w:r>
        <w:r w:rsidRPr="0042294E">
          <w:rPr>
            <w:rFonts w:ascii="Calibri Light" w:hAnsi="Calibri Light" w:cs="Calibri Light"/>
            <w:b w:val="0"/>
            <w:noProof/>
            <w:webHidden/>
          </w:rPr>
          <w:fldChar w:fldCharType="end"/>
        </w:r>
      </w:hyperlink>
    </w:p>
    <w:p w:rsidR="00EF06BA" w:rsidRPr="0042294E" w:rsidRDefault="00EF06BA">
      <w:pPr>
        <w:pStyle w:val="TOC2"/>
        <w:tabs>
          <w:tab w:val="right" w:leader="dot" w:pos="10024"/>
        </w:tabs>
        <w:rPr>
          <w:rFonts w:ascii="Calibri Light" w:hAnsi="Calibri Light" w:cs="Calibri Light"/>
          <w:b w:val="0"/>
          <w:bCs w:val="0"/>
          <w:noProof/>
          <w:sz w:val="22"/>
          <w:szCs w:val="22"/>
        </w:rPr>
      </w:pPr>
      <w:hyperlink w:anchor="_Toc484007397" w:history="1">
        <w:r w:rsidRPr="0042294E">
          <w:rPr>
            <w:rStyle w:val="Hyperlink"/>
            <w:rFonts w:ascii="Calibri Light" w:hAnsi="Calibri Light" w:cs="Calibri Light"/>
            <w:b w:val="0"/>
            <w:noProof/>
          </w:rPr>
          <w:t>ST 01.04 OBRZEŻA CHODNIKOWE</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_Toc484007397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18</w:t>
        </w:r>
        <w:r w:rsidRPr="0042294E">
          <w:rPr>
            <w:rFonts w:ascii="Calibri Light" w:hAnsi="Calibri Light" w:cs="Calibri Light"/>
            <w:b w:val="0"/>
            <w:noProof/>
            <w:webHidden/>
          </w:rPr>
          <w:fldChar w:fldCharType="end"/>
        </w:r>
      </w:hyperlink>
    </w:p>
    <w:p w:rsidR="00EF06BA" w:rsidRPr="0042294E" w:rsidRDefault="00EF06BA">
      <w:pPr>
        <w:pStyle w:val="TOC2"/>
        <w:tabs>
          <w:tab w:val="right" w:leader="dot" w:pos="10024"/>
        </w:tabs>
        <w:rPr>
          <w:rFonts w:ascii="Calibri Light" w:hAnsi="Calibri Light" w:cs="Calibri Light"/>
          <w:b w:val="0"/>
          <w:bCs w:val="0"/>
          <w:noProof/>
          <w:sz w:val="22"/>
          <w:szCs w:val="22"/>
        </w:rPr>
      </w:pPr>
      <w:hyperlink w:anchor="_Toc484007398" w:history="1">
        <w:r w:rsidRPr="0042294E">
          <w:rPr>
            <w:rStyle w:val="Hyperlink"/>
            <w:rFonts w:ascii="Calibri Light" w:hAnsi="Calibri Light" w:cs="Calibri Light"/>
            <w:b w:val="0"/>
            <w:noProof/>
          </w:rPr>
          <w:t>ST 01.05  WYPOSAŻENIE STREFY AKTYWNOŚCI</w:t>
        </w:r>
        <w:r w:rsidRPr="0042294E">
          <w:rPr>
            <w:rFonts w:ascii="Calibri Light" w:hAnsi="Calibri Light" w:cs="Calibri Light"/>
            <w:b w:val="0"/>
            <w:noProof/>
            <w:webHidden/>
          </w:rPr>
          <w:tab/>
        </w:r>
        <w:r w:rsidRPr="0042294E">
          <w:rPr>
            <w:rFonts w:ascii="Calibri Light" w:hAnsi="Calibri Light" w:cs="Calibri Light"/>
            <w:b w:val="0"/>
            <w:noProof/>
            <w:webHidden/>
          </w:rPr>
          <w:fldChar w:fldCharType="begin"/>
        </w:r>
        <w:r w:rsidRPr="0042294E">
          <w:rPr>
            <w:rFonts w:ascii="Calibri Light" w:hAnsi="Calibri Light" w:cs="Calibri Light"/>
            <w:b w:val="0"/>
            <w:noProof/>
            <w:webHidden/>
          </w:rPr>
          <w:instrText xml:space="preserve"> PAGEREF _Toc484007398 \h </w:instrText>
        </w:r>
        <w:r w:rsidRPr="0042294E">
          <w:rPr>
            <w:rFonts w:ascii="Calibri Light" w:hAnsi="Calibri Light" w:cs="Calibri Light"/>
            <w:b w:val="0"/>
            <w:noProof/>
            <w:webHidden/>
          </w:rPr>
        </w:r>
        <w:r w:rsidRPr="0042294E">
          <w:rPr>
            <w:rFonts w:ascii="Calibri Light" w:hAnsi="Calibri Light" w:cs="Calibri Light"/>
            <w:b w:val="0"/>
            <w:noProof/>
            <w:webHidden/>
          </w:rPr>
          <w:fldChar w:fldCharType="separate"/>
        </w:r>
        <w:r w:rsidRPr="0042294E">
          <w:rPr>
            <w:rFonts w:ascii="Calibri Light" w:hAnsi="Calibri Light" w:cs="Calibri Light"/>
            <w:b w:val="0"/>
            <w:noProof/>
            <w:webHidden/>
          </w:rPr>
          <w:t>20</w:t>
        </w:r>
        <w:r w:rsidRPr="0042294E">
          <w:rPr>
            <w:rFonts w:ascii="Calibri Light" w:hAnsi="Calibri Light" w:cs="Calibri Light"/>
            <w:b w:val="0"/>
            <w:noProof/>
            <w:webHidden/>
          </w:rPr>
          <w:fldChar w:fldCharType="end"/>
        </w:r>
      </w:hyperlink>
    </w:p>
    <w:p w:rsidR="00EF06BA" w:rsidRPr="00E33030" w:rsidRDefault="00EF06BA" w:rsidP="00E33030">
      <w:pPr>
        <w:jc w:val="both"/>
        <w:outlineLvl w:val="0"/>
        <w:rPr>
          <w:sz w:val="18"/>
          <w:szCs w:val="18"/>
        </w:rPr>
      </w:pPr>
      <w:r w:rsidRPr="0099346E">
        <w:rPr>
          <w:rFonts w:ascii="Calibri Light" w:hAnsi="Calibri Light"/>
          <w:i/>
          <w:sz w:val="18"/>
          <w:szCs w:val="18"/>
        </w:rPr>
        <w:fldChar w:fldCharType="end"/>
      </w:r>
    </w:p>
    <w:p w:rsidR="00EF06BA" w:rsidRDefault="00EF06BA" w:rsidP="00E33030">
      <w:pPr>
        <w:pStyle w:val="Heading1"/>
        <w:spacing w:line="240" w:lineRule="auto"/>
        <w:jc w:val="both"/>
        <w:rPr>
          <w:rFonts w:ascii="Times New Roman" w:hAnsi="Times New Roman" w:cs="Times New Roman"/>
          <w:sz w:val="18"/>
          <w:szCs w:val="18"/>
        </w:rPr>
      </w:pPr>
      <w:bookmarkStart w:id="5" w:name="_Toc131246718"/>
      <w:bookmarkStart w:id="6" w:name="_Toc131248617"/>
      <w:bookmarkStart w:id="7" w:name="_Toc131288559"/>
      <w:bookmarkStart w:id="8" w:name="_Toc131288798"/>
      <w:bookmarkStart w:id="9" w:name="_Toc131290366"/>
      <w:bookmarkStart w:id="10" w:name="_Toc131290425"/>
      <w:bookmarkStart w:id="11" w:name="_Toc131290813"/>
      <w:bookmarkStart w:id="12" w:name="_Toc131291463"/>
      <w:bookmarkStart w:id="13" w:name="_Toc131291500"/>
      <w:bookmarkStart w:id="14" w:name="_Toc131291951"/>
      <w:bookmarkStart w:id="15" w:name="_Toc131292784"/>
      <w:bookmarkStart w:id="16" w:name="_Toc131294526"/>
      <w:bookmarkStart w:id="17" w:name="_Toc131300596"/>
      <w:bookmarkStart w:id="18" w:name="_Toc131301816"/>
      <w:bookmarkStart w:id="19" w:name="_Toc131309801"/>
      <w:bookmarkStart w:id="20" w:name="_Toc131310616"/>
      <w:bookmarkStart w:id="21" w:name="_Toc131382997"/>
      <w:bookmarkStart w:id="22" w:name="_Toc131385504"/>
      <w:bookmarkStart w:id="23" w:name="_Toc131385716"/>
      <w:bookmarkStart w:id="24" w:name="_Toc131385762"/>
      <w:bookmarkStart w:id="25" w:name="_Toc131385881"/>
      <w:bookmarkStart w:id="26" w:name="_Toc131386270"/>
      <w:bookmarkStart w:id="27" w:name="_Toc191821570"/>
      <w:bookmarkStart w:id="28" w:name="_Toc191821718"/>
      <w:bookmarkStart w:id="29" w:name="_Toc191821812"/>
      <w:bookmarkStart w:id="30" w:name="_Toc191821861"/>
      <w:bookmarkStart w:id="31" w:name="_Toc191860868"/>
      <w:bookmarkStart w:id="32" w:name="_Toc191865364"/>
      <w:bookmarkStart w:id="33" w:name="_Toc191865880"/>
      <w:bookmarkStart w:id="34" w:name="_Toc191866244"/>
      <w:bookmarkStart w:id="35" w:name="_Toc222094281"/>
      <w:bookmarkStart w:id="36" w:name="_Toc222193180"/>
      <w:bookmarkStart w:id="37" w:name="_Toc222196708"/>
      <w:bookmarkStart w:id="38" w:name="_Toc223229983"/>
      <w:bookmarkStart w:id="39" w:name="_Toc223232064"/>
      <w:bookmarkStart w:id="40" w:name="_Toc223232374"/>
      <w:bookmarkStart w:id="41" w:name="_Toc223232722"/>
      <w:bookmarkStart w:id="42" w:name="_Toc223236296"/>
      <w:bookmarkEnd w:id="0"/>
      <w:bookmarkEnd w:id="1"/>
      <w:bookmarkEnd w:id="2"/>
      <w:bookmarkEnd w:id="3"/>
    </w:p>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Default="00EF06BA" w:rsidP="005F2B07"/>
    <w:p w:rsidR="00EF06BA" w:rsidRPr="00F778DF" w:rsidRDefault="00EF06BA" w:rsidP="00F778DF">
      <w:pPr>
        <w:jc w:val="both"/>
        <w:rPr>
          <w:rFonts w:ascii="Arial" w:hAnsi="Arial" w:cs="Arial"/>
          <w:sz w:val="18"/>
          <w:szCs w:val="18"/>
        </w:rPr>
      </w:pPr>
    </w:p>
    <w:p w:rsidR="00EF06BA" w:rsidRPr="0099346E" w:rsidRDefault="00EF06BA" w:rsidP="00C822E5">
      <w:pPr>
        <w:pStyle w:val="Heading1"/>
        <w:spacing w:line="240" w:lineRule="auto"/>
        <w:jc w:val="both"/>
        <w:rPr>
          <w:rFonts w:ascii="Calibri Light" w:hAnsi="Calibri Light" w:cs="Calibri Light"/>
          <w:sz w:val="16"/>
          <w:szCs w:val="16"/>
        </w:rPr>
      </w:pPr>
      <w:bookmarkStart w:id="43" w:name="_Toc223237289"/>
      <w:bookmarkStart w:id="44" w:name="_Toc336502026"/>
      <w:bookmarkStart w:id="45" w:name="_Toc336503682"/>
      <w:bookmarkStart w:id="46" w:name="_Toc336506259"/>
      <w:bookmarkStart w:id="47" w:name="_Toc336506310"/>
      <w:bookmarkStart w:id="48" w:name="_Toc336508314"/>
      <w:bookmarkStart w:id="49" w:name="_Toc336508836"/>
      <w:bookmarkStart w:id="50" w:name="_Toc336509452"/>
      <w:bookmarkStart w:id="51" w:name="_Toc336510104"/>
      <w:bookmarkStart w:id="52" w:name="_Toc336510259"/>
      <w:bookmarkStart w:id="53" w:name="_Toc336510382"/>
      <w:bookmarkStart w:id="54" w:name="_Toc336510487"/>
      <w:bookmarkStart w:id="55" w:name="_Toc336511759"/>
      <w:bookmarkStart w:id="56" w:name="_Toc336511811"/>
      <w:bookmarkStart w:id="57" w:name="_Toc339885965"/>
      <w:bookmarkStart w:id="58" w:name="_Toc339886919"/>
      <w:bookmarkStart w:id="59" w:name="_Toc339888852"/>
      <w:bookmarkStart w:id="60" w:name="_Toc339889429"/>
      <w:bookmarkStart w:id="61" w:name="_Toc341295875"/>
      <w:bookmarkStart w:id="62" w:name="_Toc433014197"/>
      <w:bookmarkStart w:id="63" w:name="_Toc433015149"/>
      <w:bookmarkStart w:id="64" w:name="_Toc433015380"/>
      <w:bookmarkStart w:id="65" w:name="_Toc447725087"/>
      <w:bookmarkStart w:id="66" w:name="_Toc447725245"/>
      <w:bookmarkStart w:id="67" w:name="_Toc448767352"/>
      <w:bookmarkStart w:id="68" w:name="_Toc448772361"/>
      <w:bookmarkStart w:id="69" w:name="_Toc449697882"/>
      <w:bookmarkStart w:id="70" w:name="_Toc450727398"/>
      <w:bookmarkStart w:id="71" w:name="_Toc450798452"/>
      <w:bookmarkStart w:id="72" w:name="_Toc450800099"/>
      <w:bookmarkStart w:id="73" w:name="_Toc450800282"/>
      <w:bookmarkStart w:id="74" w:name="_Toc450800513"/>
      <w:bookmarkStart w:id="75" w:name="_Toc450800665"/>
      <w:bookmarkStart w:id="76" w:name="_Toc450800776"/>
      <w:bookmarkStart w:id="77" w:name="_Toc450800813"/>
      <w:bookmarkStart w:id="78" w:name="_Toc450801721"/>
      <w:bookmarkStart w:id="79" w:name="_Toc458423063"/>
      <w:r>
        <w:rPr>
          <w:sz w:val="16"/>
          <w:szCs w:val="16"/>
        </w:rPr>
        <w:br w:type="page"/>
      </w:r>
      <w:bookmarkStart w:id="80" w:name="_Toc484007383"/>
      <w:r w:rsidRPr="0099346E">
        <w:rPr>
          <w:rFonts w:ascii="Calibri Light" w:hAnsi="Calibri Light" w:cs="Calibri Light"/>
          <w:sz w:val="16"/>
          <w:szCs w:val="16"/>
        </w:rPr>
        <w:t>A. WARUNKI OGÓLNE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EF06BA" w:rsidRPr="0099346E" w:rsidRDefault="00EF06BA" w:rsidP="00C822E5">
      <w:pPr>
        <w:pStyle w:val="Heading1"/>
        <w:spacing w:line="240" w:lineRule="auto"/>
        <w:jc w:val="both"/>
        <w:rPr>
          <w:rFonts w:ascii="Calibri Light" w:hAnsi="Calibri Light" w:cs="Calibri Light"/>
          <w:sz w:val="16"/>
          <w:szCs w:val="16"/>
        </w:rPr>
      </w:pPr>
      <w:bookmarkStart w:id="81" w:name="_Toc100741863"/>
      <w:bookmarkStart w:id="82" w:name="_Toc101048721"/>
      <w:bookmarkStart w:id="83" w:name="_Toc101050035"/>
      <w:bookmarkStart w:id="84" w:name="_Toc101050107"/>
      <w:bookmarkStart w:id="85" w:name="_Toc101050167"/>
      <w:bookmarkStart w:id="86" w:name="_Toc101050412"/>
      <w:bookmarkStart w:id="87" w:name="_Toc111437109"/>
      <w:bookmarkStart w:id="88" w:name="_Toc111437392"/>
      <w:bookmarkStart w:id="89" w:name="_Toc111437585"/>
      <w:bookmarkStart w:id="90" w:name="_Toc111437650"/>
      <w:bookmarkStart w:id="91" w:name="_Toc111437739"/>
      <w:bookmarkStart w:id="92" w:name="_Toc111437793"/>
      <w:bookmarkStart w:id="93" w:name="_Toc111437882"/>
      <w:bookmarkStart w:id="94" w:name="_Toc111437961"/>
      <w:bookmarkStart w:id="95" w:name="_Toc111438076"/>
      <w:bookmarkStart w:id="96" w:name="_Toc111451135"/>
      <w:bookmarkStart w:id="97" w:name="_Toc111453776"/>
      <w:bookmarkStart w:id="98" w:name="_Toc111453879"/>
      <w:bookmarkStart w:id="99" w:name="_Toc111453925"/>
      <w:bookmarkStart w:id="100" w:name="_Toc111459017"/>
      <w:bookmarkStart w:id="101" w:name="_Toc124943921"/>
      <w:bookmarkStart w:id="102" w:name="_Toc124944003"/>
      <w:bookmarkStart w:id="103" w:name="_Toc124944282"/>
      <w:bookmarkStart w:id="104" w:name="_Toc124944444"/>
      <w:bookmarkStart w:id="105" w:name="_Toc124944721"/>
      <w:bookmarkStart w:id="106" w:name="_Toc124944937"/>
      <w:bookmarkStart w:id="107" w:name="_Toc124945074"/>
      <w:bookmarkStart w:id="108" w:name="_Toc124945184"/>
      <w:bookmarkStart w:id="109" w:name="_Toc124945362"/>
      <w:bookmarkStart w:id="110" w:name="_Toc124945433"/>
      <w:bookmarkStart w:id="111" w:name="_Toc124945684"/>
      <w:bookmarkStart w:id="112" w:name="_Toc124945853"/>
      <w:bookmarkStart w:id="113" w:name="_Toc124946900"/>
      <w:bookmarkStart w:id="114" w:name="_Toc124947754"/>
      <w:bookmarkStart w:id="115" w:name="_Toc124948161"/>
      <w:bookmarkStart w:id="116" w:name="_Toc124948492"/>
      <w:bookmarkStart w:id="117" w:name="_Toc124949037"/>
      <w:bookmarkStart w:id="118" w:name="_Toc124949330"/>
      <w:bookmarkStart w:id="119" w:name="_Toc124949378"/>
      <w:bookmarkStart w:id="120" w:name="_Toc124949920"/>
      <w:bookmarkStart w:id="121" w:name="_Toc124949968"/>
      <w:bookmarkStart w:id="122" w:name="_Toc124950190"/>
      <w:bookmarkStart w:id="123" w:name="_Toc124958770"/>
      <w:bookmarkStart w:id="124" w:name="_Toc124958955"/>
      <w:bookmarkStart w:id="125" w:name="_Toc124959220"/>
      <w:bookmarkStart w:id="126" w:name="_Toc124959310"/>
      <w:bookmarkStart w:id="127" w:name="_Toc124959502"/>
      <w:bookmarkStart w:id="128" w:name="_Toc124968023"/>
      <w:bookmarkStart w:id="129" w:name="_Toc124968185"/>
      <w:bookmarkStart w:id="130" w:name="_Toc125245569"/>
      <w:bookmarkStart w:id="131" w:name="_Toc125245680"/>
      <w:bookmarkStart w:id="132" w:name="_Toc125366844"/>
      <w:bookmarkStart w:id="133" w:name="_Toc125367237"/>
      <w:bookmarkStart w:id="134" w:name="_Toc125367355"/>
      <w:bookmarkStart w:id="135" w:name="_Toc125367422"/>
      <w:bookmarkStart w:id="136" w:name="_Toc125369728"/>
      <w:bookmarkStart w:id="137" w:name="_Toc125370742"/>
      <w:bookmarkStart w:id="138" w:name="_Toc125372462"/>
      <w:bookmarkStart w:id="139" w:name="_Toc125372772"/>
      <w:bookmarkStart w:id="140" w:name="_Toc125373001"/>
      <w:bookmarkStart w:id="141" w:name="_Toc125373123"/>
      <w:bookmarkStart w:id="142" w:name="_Toc125373215"/>
      <w:bookmarkStart w:id="143" w:name="_Toc125373391"/>
      <w:bookmarkStart w:id="144" w:name="_Toc125373562"/>
      <w:bookmarkStart w:id="145" w:name="_Toc125373788"/>
      <w:bookmarkStart w:id="146" w:name="_Toc125373835"/>
      <w:bookmarkStart w:id="147" w:name="_Toc125373914"/>
      <w:bookmarkStart w:id="148" w:name="_Toc125374022"/>
      <w:bookmarkStart w:id="149" w:name="_Toc125426573"/>
      <w:bookmarkStart w:id="150" w:name="_Toc125429838"/>
      <w:bookmarkStart w:id="151" w:name="_Toc125430016"/>
      <w:bookmarkStart w:id="152" w:name="_Toc125431566"/>
      <w:bookmarkStart w:id="153" w:name="_Toc125431650"/>
      <w:bookmarkStart w:id="154" w:name="_Toc125433060"/>
      <w:bookmarkStart w:id="155" w:name="_Toc125502616"/>
      <w:bookmarkStart w:id="156" w:name="_Toc125512989"/>
      <w:bookmarkStart w:id="157" w:name="_Toc125513474"/>
      <w:bookmarkStart w:id="158" w:name="_Toc125513586"/>
      <w:bookmarkStart w:id="159" w:name="_Toc126382958"/>
      <w:bookmarkStart w:id="160" w:name="_Toc126383090"/>
      <w:bookmarkStart w:id="161" w:name="_Toc126384771"/>
      <w:bookmarkStart w:id="162" w:name="_Toc126384867"/>
      <w:bookmarkStart w:id="163" w:name="_Toc126387052"/>
      <w:bookmarkStart w:id="164" w:name="_Toc126387164"/>
      <w:bookmarkStart w:id="165" w:name="_Toc126388563"/>
      <w:bookmarkStart w:id="166" w:name="_Toc126389925"/>
      <w:bookmarkStart w:id="167" w:name="_Toc126390038"/>
      <w:bookmarkStart w:id="168" w:name="_Toc126390922"/>
      <w:bookmarkStart w:id="169" w:name="_Toc126391155"/>
      <w:bookmarkStart w:id="170" w:name="_Toc131245723"/>
      <w:bookmarkStart w:id="171" w:name="_Toc131246719"/>
      <w:bookmarkStart w:id="172" w:name="_Toc131248618"/>
      <w:bookmarkStart w:id="173" w:name="_Toc131288560"/>
      <w:bookmarkStart w:id="174" w:name="_Toc131288799"/>
      <w:bookmarkStart w:id="175" w:name="_Toc131290367"/>
      <w:bookmarkStart w:id="176" w:name="_Toc131290426"/>
      <w:bookmarkStart w:id="177" w:name="_Toc131290814"/>
      <w:bookmarkStart w:id="178" w:name="_Toc131291464"/>
      <w:bookmarkStart w:id="179" w:name="_Toc131291501"/>
      <w:bookmarkStart w:id="180" w:name="_Toc131291952"/>
      <w:bookmarkStart w:id="181" w:name="_Toc131292785"/>
      <w:bookmarkStart w:id="182" w:name="_Toc131294527"/>
      <w:bookmarkStart w:id="183" w:name="_Toc131300597"/>
      <w:bookmarkStart w:id="184" w:name="_Toc131301817"/>
      <w:bookmarkStart w:id="185" w:name="_Toc131309802"/>
      <w:bookmarkStart w:id="186" w:name="_Toc131310617"/>
      <w:bookmarkStart w:id="187" w:name="_Toc131382998"/>
      <w:bookmarkStart w:id="188" w:name="_Toc131385505"/>
      <w:bookmarkStart w:id="189" w:name="_Toc131385717"/>
      <w:bookmarkStart w:id="190" w:name="_Toc131385763"/>
      <w:bookmarkStart w:id="191" w:name="_Toc131385882"/>
      <w:bookmarkStart w:id="192" w:name="_Toc131386271"/>
      <w:bookmarkStart w:id="193" w:name="_Toc191821571"/>
      <w:bookmarkStart w:id="194" w:name="_Toc191821719"/>
      <w:bookmarkStart w:id="195" w:name="_Toc191821813"/>
      <w:bookmarkStart w:id="196" w:name="_Toc191821862"/>
      <w:bookmarkStart w:id="197" w:name="_Toc191860869"/>
      <w:bookmarkStart w:id="198" w:name="_Toc191865365"/>
      <w:bookmarkStart w:id="199" w:name="_Toc191865881"/>
      <w:bookmarkStart w:id="200" w:name="_Toc191866245"/>
      <w:bookmarkStart w:id="201" w:name="_Toc222094282"/>
      <w:bookmarkStart w:id="202" w:name="_Toc222193181"/>
      <w:bookmarkStart w:id="203" w:name="_Toc222196709"/>
      <w:bookmarkStart w:id="204" w:name="_Toc223229984"/>
      <w:bookmarkStart w:id="205" w:name="_Toc223232065"/>
      <w:bookmarkStart w:id="206" w:name="_Toc223232375"/>
      <w:bookmarkStart w:id="207" w:name="_Toc223232723"/>
      <w:bookmarkStart w:id="208" w:name="_Toc223236297"/>
      <w:bookmarkStart w:id="209" w:name="_Toc223237290"/>
      <w:bookmarkStart w:id="210" w:name="_Toc336502027"/>
      <w:bookmarkStart w:id="211" w:name="_Toc336503683"/>
      <w:bookmarkStart w:id="212" w:name="_Toc336506260"/>
      <w:bookmarkStart w:id="213" w:name="_Toc336506311"/>
      <w:bookmarkStart w:id="214" w:name="_Toc336508315"/>
      <w:bookmarkStart w:id="215" w:name="_Toc336508837"/>
      <w:bookmarkStart w:id="216" w:name="_Toc336509453"/>
      <w:bookmarkStart w:id="217" w:name="_Toc336510105"/>
      <w:bookmarkStart w:id="218" w:name="_Toc336510260"/>
      <w:bookmarkStart w:id="219" w:name="_Toc336510383"/>
      <w:bookmarkStart w:id="220" w:name="_Toc336510488"/>
      <w:bookmarkStart w:id="221" w:name="_Toc336511760"/>
      <w:bookmarkStart w:id="222" w:name="_Toc336511812"/>
      <w:bookmarkStart w:id="223" w:name="_Toc339885966"/>
      <w:bookmarkStart w:id="224" w:name="_Toc339886920"/>
      <w:bookmarkStart w:id="225" w:name="_Toc339888853"/>
      <w:bookmarkStart w:id="226" w:name="_Toc339889430"/>
      <w:bookmarkStart w:id="227" w:name="_Toc341295876"/>
      <w:bookmarkStart w:id="228" w:name="_Toc433014198"/>
      <w:bookmarkStart w:id="229" w:name="_Toc433015150"/>
      <w:bookmarkStart w:id="230" w:name="_Toc433015381"/>
      <w:bookmarkStart w:id="231" w:name="_Toc447725088"/>
      <w:bookmarkStart w:id="232" w:name="_Toc447725246"/>
      <w:bookmarkStart w:id="233" w:name="_Toc448767353"/>
      <w:bookmarkStart w:id="234" w:name="_Toc448772362"/>
      <w:bookmarkStart w:id="235" w:name="_Toc449697883"/>
      <w:bookmarkStart w:id="236" w:name="_Toc450727399"/>
      <w:bookmarkStart w:id="237" w:name="_Toc450798453"/>
      <w:bookmarkStart w:id="238" w:name="_Toc450800100"/>
      <w:bookmarkStart w:id="239" w:name="_Toc450800283"/>
      <w:bookmarkStart w:id="240" w:name="_Toc450800514"/>
      <w:bookmarkStart w:id="241" w:name="_Toc450800666"/>
      <w:bookmarkStart w:id="242" w:name="_Toc450800777"/>
      <w:bookmarkStart w:id="243" w:name="_Toc450800814"/>
      <w:bookmarkStart w:id="244" w:name="_Toc450801722"/>
      <w:bookmarkStart w:id="245" w:name="_Toc458423064"/>
      <w:bookmarkStart w:id="246" w:name="_Toc484007384"/>
      <w:r w:rsidRPr="0099346E">
        <w:rPr>
          <w:rFonts w:ascii="Calibri Light" w:hAnsi="Calibri Light" w:cs="Calibri Light"/>
          <w:sz w:val="16"/>
          <w:szCs w:val="16"/>
        </w:rPr>
        <w:t>1. WSTĘP</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EF06BA" w:rsidRPr="0099346E" w:rsidRDefault="00EF06BA" w:rsidP="00C822E5">
      <w:pPr>
        <w:pStyle w:val="Heading3"/>
        <w:spacing w:before="0" w:after="0"/>
        <w:jc w:val="both"/>
        <w:rPr>
          <w:rFonts w:ascii="Calibri Light" w:hAnsi="Calibri Light" w:cs="Calibri Light"/>
          <w:sz w:val="16"/>
          <w:szCs w:val="16"/>
        </w:rPr>
      </w:pPr>
      <w:bookmarkStart w:id="247" w:name="_Toc101050036"/>
      <w:bookmarkStart w:id="248" w:name="_Toc101050108"/>
      <w:bookmarkStart w:id="249" w:name="_Toc101050168"/>
      <w:bookmarkStart w:id="250" w:name="_Toc101050413"/>
      <w:bookmarkStart w:id="251" w:name="_Toc111437110"/>
      <w:bookmarkStart w:id="252" w:name="_Toc111437393"/>
      <w:bookmarkStart w:id="253" w:name="_Toc111437586"/>
      <w:bookmarkStart w:id="254" w:name="_Toc111437651"/>
      <w:bookmarkStart w:id="255" w:name="_Toc111437740"/>
      <w:bookmarkStart w:id="256" w:name="_Toc111437794"/>
      <w:bookmarkStart w:id="257" w:name="_Toc111437883"/>
      <w:bookmarkStart w:id="258" w:name="_Toc111437962"/>
      <w:bookmarkStart w:id="259" w:name="_Toc111438077"/>
      <w:bookmarkStart w:id="260" w:name="_Toc111451136"/>
      <w:bookmarkStart w:id="261" w:name="_Toc111453777"/>
      <w:bookmarkStart w:id="262" w:name="_Toc111453880"/>
      <w:bookmarkStart w:id="263" w:name="_Toc111453926"/>
      <w:bookmarkStart w:id="264" w:name="_Toc111459018"/>
      <w:bookmarkStart w:id="265" w:name="_Toc124943922"/>
      <w:bookmarkStart w:id="266" w:name="_Toc124944004"/>
      <w:bookmarkStart w:id="267" w:name="_Toc124944283"/>
      <w:bookmarkStart w:id="268" w:name="_Toc124944445"/>
      <w:bookmarkStart w:id="269" w:name="_Toc124944722"/>
      <w:bookmarkStart w:id="270" w:name="_Toc124944938"/>
      <w:bookmarkStart w:id="271" w:name="_Toc124945075"/>
      <w:bookmarkStart w:id="272" w:name="_Toc124945185"/>
      <w:bookmarkStart w:id="273" w:name="_Toc124945363"/>
      <w:bookmarkStart w:id="274" w:name="_Toc124945434"/>
      <w:bookmarkStart w:id="275" w:name="_Toc124945685"/>
      <w:bookmarkStart w:id="276" w:name="_Toc124945854"/>
      <w:bookmarkStart w:id="277" w:name="_Toc124946901"/>
      <w:bookmarkStart w:id="278" w:name="_Toc124947755"/>
      <w:bookmarkStart w:id="279" w:name="_Toc124948162"/>
      <w:bookmarkStart w:id="280" w:name="_Toc124948493"/>
      <w:bookmarkStart w:id="281" w:name="_Toc124949038"/>
      <w:bookmarkStart w:id="282" w:name="_Toc124949331"/>
      <w:bookmarkStart w:id="283" w:name="_Toc124949379"/>
      <w:bookmarkStart w:id="284" w:name="_Toc124949921"/>
      <w:bookmarkStart w:id="285" w:name="_Toc124949969"/>
      <w:bookmarkStart w:id="286" w:name="_Toc124950191"/>
      <w:bookmarkStart w:id="287" w:name="_Toc124958771"/>
      <w:bookmarkStart w:id="288" w:name="_Toc124958956"/>
      <w:bookmarkStart w:id="289" w:name="_Toc124959221"/>
      <w:bookmarkStart w:id="290" w:name="_Toc124959311"/>
      <w:bookmarkStart w:id="291" w:name="_Toc124959503"/>
      <w:bookmarkStart w:id="292" w:name="_Toc124968024"/>
      <w:bookmarkStart w:id="293" w:name="_Toc124968186"/>
      <w:bookmarkStart w:id="294" w:name="_Toc125245570"/>
      <w:bookmarkStart w:id="295" w:name="_Toc125245681"/>
      <w:bookmarkStart w:id="296" w:name="_Toc125366845"/>
      <w:bookmarkStart w:id="297" w:name="_Toc125367238"/>
      <w:bookmarkStart w:id="298" w:name="_Toc125367356"/>
      <w:bookmarkStart w:id="299" w:name="_Toc125367423"/>
      <w:bookmarkStart w:id="300" w:name="_Toc125369729"/>
      <w:bookmarkStart w:id="301" w:name="_Toc125370743"/>
      <w:bookmarkStart w:id="302" w:name="_Toc125372463"/>
      <w:bookmarkStart w:id="303" w:name="_Toc125372773"/>
      <w:bookmarkStart w:id="304" w:name="_Toc125373002"/>
      <w:bookmarkStart w:id="305" w:name="_Toc125373124"/>
      <w:bookmarkStart w:id="306" w:name="_Toc125373216"/>
      <w:bookmarkStart w:id="307" w:name="_Toc125373392"/>
      <w:bookmarkStart w:id="308" w:name="_Toc125373563"/>
      <w:bookmarkStart w:id="309" w:name="_Toc125373789"/>
      <w:bookmarkStart w:id="310" w:name="_Toc125373836"/>
      <w:bookmarkStart w:id="311" w:name="_Toc125373915"/>
      <w:bookmarkStart w:id="312" w:name="_Toc125374023"/>
      <w:bookmarkStart w:id="313" w:name="_Toc125426574"/>
      <w:bookmarkStart w:id="314" w:name="_Toc125429839"/>
      <w:bookmarkStart w:id="315" w:name="_Toc125430017"/>
      <w:bookmarkStart w:id="316" w:name="_Toc125431567"/>
      <w:bookmarkStart w:id="317" w:name="_Toc125431651"/>
      <w:bookmarkStart w:id="318" w:name="_Toc125433061"/>
      <w:bookmarkStart w:id="319" w:name="_Toc125502617"/>
      <w:bookmarkStart w:id="320" w:name="_Toc125512990"/>
      <w:bookmarkStart w:id="321" w:name="_Toc125513475"/>
      <w:bookmarkStart w:id="322" w:name="_Toc125513587"/>
      <w:bookmarkStart w:id="323" w:name="_Toc126382959"/>
      <w:bookmarkStart w:id="324" w:name="_Toc126383091"/>
      <w:bookmarkStart w:id="325" w:name="_Toc126384772"/>
      <w:bookmarkStart w:id="326" w:name="_Toc126384868"/>
      <w:bookmarkStart w:id="327" w:name="_Toc126387053"/>
      <w:bookmarkStart w:id="328" w:name="_Toc126387165"/>
      <w:bookmarkStart w:id="329" w:name="_Toc126388564"/>
      <w:bookmarkStart w:id="330" w:name="_Toc126389926"/>
      <w:bookmarkStart w:id="331" w:name="_Toc126390039"/>
      <w:r w:rsidRPr="0099346E">
        <w:rPr>
          <w:rFonts w:ascii="Calibri Light" w:hAnsi="Calibri Light" w:cs="Calibri Light"/>
          <w:sz w:val="16"/>
          <w:szCs w:val="16"/>
        </w:rPr>
        <w:t>1.1. Przedmiot Szczegółowej Specyfikacji Technicznej</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Szczegółowa Specyfikacja Techniczna (SST) odnosi się do wymagań wspólnych dla robót objętych zamówieniem o nazwie: </w:t>
      </w:r>
    </w:p>
    <w:p w:rsidR="00EF06BA" w:rsidRPr="0099346E" w:rsidRDefault="00EF06BA" w:rsidP="0099346E">
      <w:pPr>
        <w:autoSpaceDE w:val="0"/>
        <w:autoSpaceDN w:val="0"/>
        <w:adjustRightInd w:val="0"/>
        <w:jc w:val="both"/>
        <w:rPr>
          <w:rFonts w:ascii="Calibri Light" w:hAnsi="Calibri Light" w:cs="Calibri Light"/>
          <w:b/>
          <w:sz w:val="16"/>
          <w:szCs w:val="16"/>
        </w:rPr>
      </w:pPr>
      <w:r w:rsidRPr="0099346E">
        <w:rPr>
          <w:rFonts w:ascii="Calibri Light" w:hAnsi="Calibri Light" w:cs="Calibri Light"/>
          <w:b/>
          <w:sz w:val="16"/>
          <w:szCs w:val="16"/>
        </w:rPr>
        <w:t>„PROJEKT BUDOWY WIELOPOKOLENIOWEGO MIEJSCA AKTYWNEGO WYPOCZYNKU I REKREACJI WRAZ Z WYKONANIEM UTWARDZONYCH DOJŚĆ I MONTAŻEM OBIEKTÓW MAŁEJ ARCHITEKTURY”</w:t>
      </w:r>
    </w:p>
    <w:p w:rsidR="00EF06BA" w:rsidRPr="0099346E" w:rsidRDefault="00EF06BA" w:rsidP="00C822E5">
      <w:pPr>
        <w:pStyle w:val="Heading3"/>
        <w:spacing w:before="0" w:after="0"/>
        <w:jc w:val="both"/>
        <w:rPr>
          <w:rFonts w:ascii="Calibri Light" w:hAnsi="Calibri Light" w:cs="Calibri Light"/>
          <w:sz w:val="16"/>
          <w:szCs w:val="16"/>
        </w:rPr>
      </w:pPr>
      <w:bookmarkStart w:id="332" w:name="_Toc100290677"/>
      <w:bookmarkStart w:id="333" w:name="_Toc100741865"/>
      <w:bookmarkStart w:id="334" w:name="_Toc101048723"/>
      <w:bookmarkStart w:id="335" w:name="_Toc101050038"/>
      <w:bookmarkStart w:id="336" w:name="_Toc101050110"/>
      <w:bookmarkStart w:id="337" w:name="_Toc101050170"/>
      <w:bookmarkStart w:id="338" w:name="_Toc101050415"/>
      <w:bookmarkStart w:id="339" w:name="_Toc111437112"/>
      <w:bookmarkStart w:id="340" w:name="_Toc111437395"/>
      <w:bookmarkStart w:id="341" w:name="_Toc111437588"/>
      <w:bookmarkStart w:id="342" w:name="_Toc111437653"/>
      <w:bookmarkStart w:id="343" w:name="_Toc111437742"/>
      <w:bookmarkStart w:id="344" w:name="_Toc111437796"/>
      <w:bookmarkStart w:id="345" w:name="_Toc111437885"/>
      <w:bookmarkStart w:id="346" w:name="_Toc111437964"/>
      <w:bookmarkStart w:id="347" w:name="_Toc124968188"/>
      <w:bookmarkStart w:id="348" w:name="_Toc125245572"/>
      <w:r w:rsidRPr="0099346E">
        <w:rPr>
          <w:rFonts w:ascii="Calibri Light" w:hAnsi="Calibri Light" w:cs="Calibri Light"/>
          <w:sz w:val="16"/>
          <w:szCs w:val="16"/>
        </w:rPr>
        <w:t>1.2. Zakres stosowania Szczegółowej Specyfikacji Technicznej</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Szczegółowa Specyfikacja Techniczna (SST) jest stosowana jako dokument przetargowy i kontraktowy przy zlecaniu i realizacji robót wymienionych w punkcie 1.1</w:t>
      </w:r>
    </w:p>
    <w:p w:rsidR="00EF06BA" w:rsidRPr="0099346E" w:rsidRDefault="00EF06BA" w:rsidP="00C822E5">
      <w:pPr>
        <w:pStyle w:val="Heading3"/>
        <w:spacing w:before="0" w:after="0"/>
        <w:jc w:val="both"/>
        <w:rPr>
          <w:rFonts w:ascii="Calibri Light" w:hAnsi="Calibri Light" w:cs="Calibri Light"/>
          <w:sz w:val="16"/>
          <w:szCs w:val="16"/>
        </w:rPr>
      </w:pPr>
      <w:bookmarkStart w:id="349" w:name="_Toc100290678"/>
      <w:bookmarkStart w:id="350" w:name="_Toc100741866"/>
      <w:bookmarkStart w:id="351" w:name="_Toc101048724"/>
      <w:bookmarkStart w:id="352" w:name="_Toc101050039"/>
      <w:bookmarkStart w:id="353" w:name="_Toc101050111"/>
      <w:bookmarkStart w:id="354" w:name="_Toc101050171"/>
      <w:bookmarkStart w:id="355" w:name="_Toc101050416"/>
      <w:bookmarkStart w:id="356" w:name="_Toc111437113"/>
      <w:bookmarkStart w:id="357" w:name="_Toc111437396"/>
      <w:bookmarkStart w:id="358" w:name="_Toc111437589"/>
      <w:bookmarkStart w:id="359" w:name="_Toc111437654"/>
      <w:bookmarkStart w:id="360" w:name="_Toc111437743"/>
      <w:bookmarkStart w:id="361" w:name="_Toc111437797"/>
      <w:bookmarkStart w:id="362" w:name="_Toc111437886"/>
      <w:bookmarkStart w:id="363" w:name="_Toc111437965"/>
      <w:bookmarkStart w:id="364" w:name="_Toc124968189"/>
      <w:bookmarkStart w:id="365" w:name="_Toc125245573"/>
      <w:r w:rsidRPr="0099346E">
        <w:rPr>
          <w:rFonts w:ascii="Calibri Light" w:hAnsi="Calibri Light" w:cs="Calibri Light"/>
          <w:sz w:val="16"/>
          <w:szCs w:val="16"/>
        </w:rPr>
        <w:t>1.3. Zakres robót objętych Szczegółową Specyfikacją Techniczną</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Wymagania ogólne należy rozumieć i stosować w powiązaniu ze Specyfikacjami Technicznymi dla poszczególnych obiektów i rodzajów robót.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Specyfikacje Techniczne zgodne są z zasadami „Wytycznych zlecania robót, usług i dostaw w drodze przetargu” i uwzględniają normy państwowe, instrukcje i przepisy stosujące się do robót.</w:t>
      </w:r>
    </w:p>
    <w:p w:rsidR="00EF06BA" w:rsidRPr="0099346E" w:rsidRDefault="00EF06BA" w:rsidP="00C822E5">
      <w:pPr>
        <w:pStyle w:val="Heading3"/>
        <w:spacing w:before="0" w:after="0"/>
        <w:jc w:val="both"/>
        <w:rPr>
          <w:rFonts w:ascii="Calibri Light" w:hAnsi="Calibri Light" w:cs="Calibri Light"/>
          <w:sz w:val="16"/>
          <w:szCs w:val="16"/>
        </w:rPr>
      </w:pPr>
      <w:bookmarkStart w:id="366" w:name="_Toc100290679"/>
      <w:bookmarkStart w:id="367" w:name="_Toc100741867"/>
      <w:bookmarkStart w:id="368" w:name="_Toc101048725"/>
      <w:bookmarkStart w:id="369" w:name="_Toc101050040"/>
      <w:bookmarkStart w:id="370" w:name="_Toc101050112"/>
      <w:bookmarkStart w:id="371" w:name="_Toc101050172"/>
      <w:bookmarkStart w:id="372" w:name="_Toc101050417"/>
      <w:bookmarkStart w:id="373" w:name="_Toc111437114"/>
      <w:bookmarkStart w:id="374" w:name="_Toc111437397"/>
      <w:bookmarkStart w:id="375" w:name="_Toc111437590"/>
      <w:bookmarkStart w:id="376" w:name="_Toc111437655"/>
      <w:bookmarkStart w:id="377" w:name="_Toc111437744"/>
      <w:bookmarkStart w:id="378" w:name="_Toc111437798"/>
      <w:bookmarkStart w:id="379" w:name="_Toc111437887"/>
      <w:bookmarkStart w:id="380" w:name="_Toc111437966"/>
      <w:bookmarkStart w:id="381" w:name="_Toc124968190"/>
      <w:bookmarkStart w:id="382" w:name="_Toc125245574"/>
      <w:r w:rsidRPr="0099346E">
        <w:rPr>
          <w:rFonts w:ascii="Calibri Light" w:hAnsi="Calibri Light" w:cs="Calibri Light"/>
          <w:sz w:val="16"/>
          <w:szCs w:val="16"/>
        </w:rPr>
        <w:t>1.4. Określenia podstawowe</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Dziennik Budowy </w:t>
      </w:r>
      <w:r w:rsidRPr="0099346E">
        <w:rPr>
          <w:rFonts w:ascii="Calibri Light" w:hAnsi="Calibri Light" w:cs="Calibri Light"/>
          <w:sz w:val="16"/>
          <w:szCs w:val="16"/>
        </w:rPr>
        <w:t>- dziennik wydany zgodnie z obowiązującymi przepisami, stanowiący urzędowy dokument przebiegu robót budowlanych oraz zdarzeń i okoliczności zachodzących w toku wykonywania robót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Droga tymczasowa (montażowa) </w:t>
      </w:r>
      <w:r w:rsidRPr="0099346E">
        <w:rPr>
          <w:rFonts w:ascii="Calibri Light" w:hAnsi="Calibri Light" w:cs="Calibri Light"/>
          <w:sz w:val="16"/>
          <w:szCs w:val="16"/>
        </w:rPr>
        <w:t>- droga specjalnie przygotowana, przeznaczona do ruchu pojazdów obsługujących zadanie budowlane na czas jego wykonania, przewidziana do usunięcia po jej zakończeniu.</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Inwestor </w:t>
      </w:r>
      <w:r w:rsidRPr="0099346E">
        <w:rPr>
          <w:rFonts w:ascii="Calibri Light" w:hAnsi="Calibri Light" w:cs="Calibri Light"/>
          <w:sz w:val="16"/>
          <w:szCs w:val="16"/>
        </w:rPr>
        <w:t xml:space="preserve">osoba reprezentująca interesy Zamawiającego przedsięwzięcia, akceptująca poczynania Wykonawcy na budowie, zatwierdzająca ewentualnie korygująca je </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Inspektor Nadzoru - </w:t>
      </w:r>
      <w:r w:rsidRPr="0099346E">
        <w:rPr>
          <w:rFonts w:ascii="Calibri Light" w:hAnsi="Calibri Light" w:cs="Calibri Light"/>
          <w:sz w:val="16"/>
          <w:szCs w:val="16"/>
        </w:rPr>
        <w:t xml:space="preserve">osoba reprezentująca interesy Inwestora kontrolująca zgodność realizacji budowy z projektem, sprawdzająca jakość i odbierająca roboty budowlane. </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Kierownik Budowy - </w:t>
      </w:r>
      <w:r w:rsidRPr="0099346E">
        <w:rPr>
          <w:rFonts w:ascii="Calibri Light" w:hAnsi="Calibri Light" w:cs="Calibri Light"/>
          <w:sz w:val="16"/>
          <w:szCs w:val="16"/>
        </w:rPr>
        <w:t xml:space="preserve">osoba wyznaczona przez Wykonawcę, upoważniona do kierowania robotami i do występowania w jego imieniu w sprawach realizacji kontraktu. </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Księga Obmiarów </w:t>
      </w:r>
      <w:r w:rsidRPr="0099346E">
        <w:rPr>
          <w:rFonts w:ascii="Calibri Light" w:hAnsi="Calibri Light" w:cs="Calibri Light"/>
          <w:sz w:val="16"/>
          <w:szCs w:val="16"/>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laboratorium </w:t>
      </w:r>
      <w:r w:rsidRPr="0099346E">
        <w:rPr>
          <w:rFonts w:ascii="Calibri Light" w:hAnsi="Calibri Light" w:cs="Calibri Light"/>
          <w:sz w:val="16"/>
          <w:szCs w:val="16"/>
        </w:rPr>
        <w:t>- laboratorium badawcze, zaakceptowane przez Zamawiającego, niezbędne do przeprowadzeni wszystkich badań i prób związanych z oceną jakości materiałów oraz robót.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Materiały </w:t>
      </w:r>
      <w:r w:rsidRPr="0099346E">
        <w:rPr>
          <w:rFonts w:ascii="Calibri Light" w:hAnsi="Calibri Light" w:cs="Calibri Light"/>
          <w:sz w:val="16"/>
          <w:szCs w:val="16"/>
        </w:rPr>
        <w:t>- wszelkie tworzywa niezbędne do wykonania robót, zgodne z Dokumentacją Projektową.</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Odpowiednia (bliska) zgodność </w:t>
      </w:r>
      <w:r w:rsidRPr="0099346E">
        <w:rPr>
          <w:rFonts w:ascii="Calibri Light" w:hAnsi="Calibri Light" w:cs="Calibri Light"/>
          <w:sz w:val="16"/>
          <w:szCs w:val="16"/>
        </w:rPr>
        <w:t>- zgodność wykonywanych robót z dopuszczonymi tolerancjami, a jeśli przedział tolerancji nie został określony</w:t>
      </w:r>
      <w:r w:rsidRPr="0099346E">
        <w:rPr>
          <w:rFonts w:ascii="Calibri Light" w:hAnsi="Calibri Light" w:cs="Calibri Light"/>
          <w:sz w:val="16"/>
          <w:szCs w:val="16"/>
        </w:rPr>
        <w:softHyphen/>
        <w:t xml:space="preserve"> z przeciętnymi tolerancjami, przyjmowanymi zwyczajowo dla danego rodzaju robót budowlanych.</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Polecenie Inspektora </w:t>
      </w:r>
      <w:r w:rsidRPr="0099346E">
        <w:rPr>
          <w:rFonts w:ascii="Calibri Light" w:hAnsi="Calibri Light" w:cs="Calibri Light"/>
          <w:sz w:val="16"/>
          <w:szCs w:val="16"/>
        </w:rPr>
        <w:t>- wszelkie polecenia przekazywane Wykonawcy przez Inspektora w formie pisemnej, dotyczące sposobu realizacji robót lub innych spraw związanych z prowadzeniem budowy</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Projektant </w:t>
      </w:r>
      <w:r w:rsidRPr="0099346E">
        <w:rPr>
          <w:rFonts w:ascii="Calibri Light" w:hAnsi="Calibri Light" w:cs="Calibri Light"/>
          <w:sz w:val="16"/>
          <w:szCs w:val="16"/>
        </w:rPr>
        <w:t>- uprawniona osoba prawna lub fizyczna będąca autorem Dokumentacji Projektowej.</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Przedmiar robót </w:t>
      </w:r>
      <w:r w:rsidRPr="0099346E">
        <w:rPr>
          <w:rFonts w:ascii="Calibri Light" w:hAnsi="Calibri Light" w:cs="Calibri Light"/>
          <w:sz w:val="16"/>
          <w:szCs w:val="16"/>
        </w:rPr>
        <w:t>- wykaz robót z podaniem ich ilości (przedmiar) w kolejności technologicznej ich wykonania.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Przedsięwzięcie budowlane </w:t>
      </w:r>
      <w:r w:rsidRPr="0099346E">
        <w:rPr>
          <w:rFonts w:ascii="Calibri Light" w:hAnsi="Calibri Light" w:cs="Calibri Light"/>
          <w:sz w:val="16"/>
          <w:szCs w:val="16"/>
        </w:rPr>
        <w:t xml:space="preserve">- kompleksowa realizacja nowego zadania budowlanego. </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Przeszkoda naturalna </w:t>
      </w:r>
      <w:r w:rsidRPr="0099346E">
        <w:rPr>
          <w:rFonts w:ascii="Calibri Light" w:hAnsi="Calibri Light" w:cs="Calibri Light"/>
          <w:sz w:val="16"/>
          <w:szCs w:val="16"/>
        </w:rPr>
        <w:t>- element środowiska naturalnego, stanowiący utrudnienie w realizacji zadania budowlanego, na przykład dolina, bagno, rzeka itp.</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Przeszkoda sztuczna </w:t>
      </w:r>
      <w:r w:rsidRPr="0099346E">
        <w:rPr>
          <w:rFonts w:ascii="Calibri Light" w:hAnsi="Calibri Light" w:cs="Calibri Light"/>
          <w:sz w:val="16"/>
          <w:szCs w:val="16"/>
        </w:rPr>
        <w:t>- dzieło ludzkie, stanowiące utrudnienie w realizacji zadania budowlanego, na przykład droga, kolej, rurociąg itp.</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Rysunki </w:t>
      </w:r>
      <w:r w:rsidRPr="0099346E">
        <w:rPr>
          <w:rFonts w:ascii="Calibri Light" w:hAnsi="Calibri Light" w:cs="Calibri Light"/>
          <w:sz w:val="16"/>
          <w:szCs w:val="16"/>
        </w:rPr>
        <w:t>- część Dokumentacji Projektowej, która wskazuje lokalizację, charakterystykę i wymiary obiektu będącego przedmiotem robót.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Ślepy Kosztorys/Przedmiar </w:t>
      </w:r>
      <w:r w:rsidRPr="0099346E">
        <w:rPr>
          <w:rFonts w:ascii="Calibri Light" w:hAnsi="Calibri Light" w:cs="Calibri Light"/>
          <w:sz w:val="16"/>
          <w:szCs w:val="16"/>
        </w:rPr>
        <w:t>- wykaz robót z podaniem ich ilości (przedmiar) w kolejności technologicznej ich wykonania.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b/>
          <w:bCs/>
          <w:sz w:val="16"/>
          <w:szCs w:val="16"/>
        </w:rPr>
        <w:t xml:space="preserve">Zadanie budowlane </w:t>
      </w:r>
      <w:r w:rsidRPr="0099346E">
        <w:rPr>
          <w:rFonts w:ascii="Calibri Light" w:hAnsi="Calibri Light" w:cs="Calibri Light"/>
          <w:sz w:val="16"/>
          <w:szCs w:val="16"/>
        </w:rPr>
        <w:t>- część przedsięwzięcia budowlanego, stanowiącą odrębną całość technologiczną, zdolną do samodzielnego spełnienia przewidywanych funkcji techniczno użytkowych. Zadanie może polegać na wykonywaniu robót związanych z termo modernizacją budynku</w:t>
      </w:r>
    </w:p>
    <w:p w:rsidR="00EF06BA" w:rsidRPr="0099346E" w:rsidRDefault="00EF06BA" w:rsidP="00C822E5">
      <w:pPr>
        <w:widowControl w:val="0"/>
        <w:autoSpaceDE w:val="0"/>
        <w:autoSpaceDN w:val="0"/>
        <w:adjustRightInd w:val="0"/>
        <w:jc w:val="both"/>
        <w:rPr>
          <w:rFonts w:ascii="Calibri Light" w:hAnsi="Calibri Light" w:cs="Calibri Light"/>
          <w:b/>
          <w:bCs/>
          <w:sz w:val="16"/>
          <w:szCs w:val="16"/>
        </w:rPr>
      </w:pPr>
      <w:r w:rsidRPr="0099346E">
        <w:rPr>
          <w:rFonts w:ascii="Calibri Light" w:hAnsi="Calibri Light" w:cs="Calibri Light"/>
          <w:b/>
          <w:bCs/>
          <w:sz w:val="16"/>
          <w:szCs w:val="16"/>
        </w:rPr>
        <w:t>Przyjęte oznaczenia i skróty</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PN - Polska Norma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BN - Branżowa Norma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OST - Ogólne Specyfikacje Techniczne ST - Specyfikacje Techniczne</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DP - Dokumentacja Projektowa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PZJ - Program Zapewnienia Jakości</w:t>
      </w:r>
    </w:p>
    <w:p w:rsidR="00EF06BA" w:rsidRPr="0099346E" w:rsidRDefault="00EF06BA" w:rsidP="00C822E5">
      <w:pPr>
        <w:pStyle w:val="Heading3"/>
        <w:spacing w:before="0" w:after="0"/>
        <w:jc w:val="both"/>
        <w:rPr>
          <w:rFonts w:ascii="Calibri Light" w:hAnsi="Calibri Light" w:cs="Calibri Light"/>
          <w:sz w:val="16"/>
          <w:szCs w:val="16"/>
        </w:rPr>
      </w:pPr>
      <w:bookmarkStart w:id="383" w:name="_Toc100290680"/>
      <w:bookmarkStart w:id="384" w:name="_Toc100741868"/>
      <w:bookmarkStart w:id="385" w:name="_Toc101048726"/>
      <w:bookmarkStart w:id="386" w:name="_Toc101050041"/>
      <w:bookmarkStart w:id="387" w:name="_Toc101050113"/>
      <w:bookmarkStart w:id="388" w:name="_Toc101050173"/>
      <w:bookmarkStart w:id="389" w:name="_Toc101050418"/>
      <w:bookmarkStart w:id="390" w:name="_Toc111437115"/>
      <w:bookmarkStart w:id="391" w:name="_Toc111437398"/>
      <w:bookmarkStart w:id="392" w:name="_Toc111437591"/>
      <w:bookmarkStart w:id="393" w:name="_Toc111437656"/>
      <w:bookmarkStart w:id="394" w:name="_Toc111437745"/>
      <w:bookmarkStart w:id="395" w:name="_Toc111437799"/>
      <w:bookmarkStart w:id="396" w:name="_Toc111437888"/>
      <w:bookmarkStart w:id="397" w:name="_Toc111437967"/>
      <w:bookmarkStart w:id="398" w:name="_Toc124968191"/>
      <w:bookmarkStart w:id="399" w:name="_Toc125245575"/>
      <w:r w:rsidRPr="0099346E">
        <w:rPr>
          <w:rFonts w:ascii="Calibri Light" w:hAnsi="Calibri Light" w:cs="Calibri Light"/>
          <w:sz w:val="16"/>
          <w:szCs w:val="16"/>
        </w:rPr>
        <w:t>1.5. Ogólne wymagania dotyczące robót</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jest odpowiedzialny za jakość wykonania robót oraz za ich zgodność z Dokumentacją Projektową i poleceniami Inwestora.</w:t>
      </w:r>
    </w:p>
    <w:p w:rsidR="00EF06BA" w:rsidRPr="0099346E" w:rsidRDefault="00EF06BA" w:rsidP="00C822E5">
      <w:pPr>
        <w:pStyle w:val="Heading3"/>
        <w:spacing w:before="0" w:after="0"/>
        <w:jc w:val="both"/>
        <w:rPr>
          <w:rFonts w:ascii="Calibri Light" w:hAnsi="Calibri Light" w:cs="Calibri Light"/>
          <w:sz w:val="16"/>
          <w:szCs w:val="16"/>
        </w:rPr>
      </w:pPr>
      <w:bookmarkStart w:id="400" w:name="_Toc100290681"/>
      <w:bookmarkStart w:id="401" w:name="_Toc124968192"/>
      <w:bookmarkStart w:id="402" w:name="_Toc125245576"/>
      <w:r w:rsidRPr="0099346E">
        <w:rPr>
          <w:rFonts w:ascii="Calibri Light" w:hAnsi="Calibri Light" w:cs="Calibri Light"/>
          <w:sz w:val="16"/>
          <w:szCs w:val="16"/>
        </w:rPr>
        <w:t>1.5.1. Przekazanie terenu budowy</w:t>
      </w:r>
      <w:bookmarkEnd w:id="400"/>
      <w:bookmarkEnd w:id="401"/>
      <w:bookmarkEnd w:id="402"/>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Zamawiający w terminie określonym w dokumentach umowy przekaże Wykonawcy Teren Budowy wraz ze wszystkimi wymaganymi uzgodnieniami prawnymi i administracyjnymi, Dziennik Budowy, Księgę Obmiarów oraz dwa egzemplarze Dokumentacji Projektowej i dwa komplety ST.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Na wykonawcy spoczywa odpowiedzialność za zagospodarowanie i ochronę placu budowy.</w:t>
      </w:r>
    </w:p>
    <w:p w:rsidR="00EF06BA" w:rsidRPr="0099346E" w:rsidRDefault="00EF06BA" w:rsidP="00C822E5">
      <w:pPr>
        <w:pStyle w:val="Heading3"/>
        <w:spacing w:before="0" w:after="0"/>
        <w:jc w:val="both"/>
        <w:rPr>
          <w:rFonts w:ascii="Calibri Light" w:hAnsi="Calibri Light" w:cs="Calibri Light"/>
          <w:sz w:val="16"/>
          <w:szCs w:val="16"/>
        </w:rPr>
      </w:pPr>
      <w:bookmarkStart w:id="403" w:name="_Toc100290682"/>
      <w:bookmarkStart w:id="404" w:name="_Toc124968193"/>
      <w:bookmarkStart w:id="405" w:name="_Toc125245577"/>
      <w:r w:rsidRPr="0099346E">
        <w:rPr>
          <w:rFonts w:ascii="Calibri Light" w:hAnsi="Calibri Light" w:cs="Calibri Light"/>
          <w:sz w:val="16"/>
          <w:szCs w:val="16"/>
        </w:rPr>
        <w:t>1.5.2. Przedmiot inwestycji.</w:t>
      </w:r>
      <w:bookmarkEnd w:id="403"/>
      <w:bookmarkEnd w:id="404"/>
      <w:bookmarkEnd w:id="40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Przedmiotem inwestycji jest jak w pkt 1.1</w:t>
      </w:r>
    </w:p>
    <w:p w:rsidR="00EF06BA" w:rsidRPr="0099346E" w:rsidRDefault="00EF06BA" w:rsidP="00C822E5">
      <w:pPr>
        <w:pStyle w:val="Heading3"/>
        <w:spacing w:before="0" w:after="0"/>
        <w:jc w:val="both"/>
        <w:rPr>
          <w:rFonts w:ascii="Calibri Light" w:hAnsi="Calibri Light" w:cs="Calibri Light"/>
          <w:sz w:val="16"/>
          <w:szCs w:val="16"/>
        </w:rPr>
      </w:pPr>
      <w:bookmarkStart w:id="406" w:name="_Toc100290683"/>
      <w:bookmarkStart w:id="407" w:name="_Toc124968194"/>
      <w:bookmarkStart w:id="408" w:name="_Toc125245578"/>
      <w:r w:rsidRPr="0099346E">
        <w:rPr>
          <w:rFonts w:ascii="Calibri Light" w:hAnsi="Calibri Light" w:cs="Calibri Light"/>
          <w:sz w:val="16"/>
          <w:szCs w:val="16"/>
        </w:rPr>
        <w:t>1.5.3. Dokumentacja Projektowa</w:t>
      </w:r>
      <w:bookmarkEnd w:id="406"/>
      <w:bookmarkEnd w:id="407"/>
      <w:bookmarkEnd w:id="408"/>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Dokumentacja Projektowa będzie zawierać rysunki, obliczenia i dokumenty zgodne z wykazem podanym w dokumentacji.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 przypadku istotnych zmian w stosunku do DP, dokonanych podczas realizacji obiektu, Wykonawca zobowiązany jest do wykonania dokumentacji powykonawczej. Koszty dokumentacji powykonawczej w całości obciążają Wykonawcę wygrywającego przetarg.</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Koszty Dokumentacji Powykonawczej Wykonawca uwzględni w Cenie Kontraktowej. Wszelkie zmiany w Dokumentacji Projektowej powinny być wprowadzone na piśmie i autoryzowane przez Inwestora. Istotne zmiany Dokumentacji Projektowej powinny być wprowadzone przez Inwestora po uzgodnieniu z Projektantem.</w:t>
      </w:r>
    </w:p>
    <w:p w:rsidR="00EF06BA" w:rsidRPr="0099346E" w:rsidRDefault="00EF06BA" w:rsidP="00C822E5">
      <w:pPr>
        <w:pStyle w:val="Heading3"/>
        <w:spacing w:before="0" w:after="0"/>
        <w:jc w:val="both"/>
        <w:rPr>
          <w:rFonts w:ascii="Calibri Light" w:hAnsi="Calibri Light" w:cs="Calibri Light"/>
          <w:sz w:val="16"/>
          <w:szCs w:val="16"/>
        </w:rPr>
      </w:pPr>
      <w:bookmarkStart w:id="409" w:name="_Toc100290684"/>
      <w:bookmarkStart w:id="410" w:name="_Toc124968195"/>
      <w:bookmarkStart w:id="411" w:name="_Toc125245579"/>
      <w:r w:rsidRPr="0099346E">
        <w:rPr>
          <w:rFonts w:ascii="Calibri Light" w:hAnsi="Calibri Light" w:cs="Calibri Light"/>
          <w:sz w:val="16"/>
          <w:szCs w:val="16"/>
        </w:rPr>
        <w:t>1.5.4. Zgodność robót z Dokumentacją Projektową i ST</w:t>
      </w:r>
      <w:bookmarkEnd w:id="409"/>
      <w:bookmarkEnd w:id="410"/>
      <w:bookmarkEnd w:id="411"/>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Dokumentacja Projektowa, Specyfikacje Techniczne oraz dodatkowe dokumenty przekazane przez Inwestora Wykonawcy stanowią część Kontraktu, a wymagania wyszczególnione w choćby jednym z nich są obowiązujące dla Wykonawcy tak jakby zawarte były w całej dokumentacji.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 przypadku rozbieżności w ustaleniach poszczególnych dokumentów obowiązuje następująca kolejność ich ważności: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1) Specyfikacje Techniczne,</w:t>
      </w:r>
    </w:p>
    <w:p w:rsidR="00EF06BA" w:rsidRPr="0099346E" w:rsidRDefault="00EF06BA" w:rsidP="00C822E5">
      <w:pPr>
        <w:widowControl w:val="0"/>
        <w:tabs>
          <w:tab w:val="left" w:pos="734"/>
        </w:tabs>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2) Dokumentacja Projektowa.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nie może wykorzystywać błędów lub opuszczeń w Dokumentach Kontraktowych, a o ich wykryciu winien natychmiast powiadomić Inwestora, który dokona odpowiednich zmian lub poprawek.</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 przypadku rozbieżności opis wymiarów ważniejszy jest od odczytu ze skali rysunków. Wszystkie wykonane roboty i dostarczone materiały będą zgodne z Dokumentacją Projektową i ST.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Dane określone w Dokumentacji Projektowej i w ST będą uważane za wartości docelowe, od których dopuszczalne są odchylenia w ramach określonego przedziału tolerancji.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rsidR="00EF06BA" w:rsidRPr="0099346E" w:rsidRDefault="00EF06BA" w:rsidP="00C822E5">
      <w:pPr>
        <w:pStyle w:val="Heading3"/>
        <w:spacing w:before="0" w:after="0"/>
        <w:jc w:val="both"/>
        <w:rPr>
          <w:rFonts w:ascii="Calibri Light" w:hAnsi="Calibri Light" w:cs="Calibri Light"/>
          <w:sz w:val="16"/>
          <w:szCs w:val="16"/>
        </w:rPr>
      </w:pPr>
      <w:bookmarkStart w:id="412" w:name="_Toc100290685"/>
      <w:bookmarkStart w:id="413" w:name="_Toc124968196"/>
      <w:bookmarkStart w:id="414" w:name="_Toc125245580"/>
      <w:r w:rsidRPr="0099346E">
        <w:rPr>
          <w:rFonts w:ascii="Calibri Light" w:hAnsi="Calibri Light" w:cs="Calibri Light"/>
          <w:sz w:val="16"/>
          <w:szCs w:val="16"/>
        </w:rPr>
        <w:t>1.5.5. Informacja o terenie budowy</w:t>
      </w:r>
      <w:bookmarkEnd w:id="412"/>
      <w:bookmarkEnd w:id="413"/>
      <w:bookmarkEnd w:id="414"/>
    </w:p>
    <w:p w:rsidR="00EF06BA" w:rsidRPr="0099346E" w:rsidRDefault="00EF06BA" w:rsidP="00241E60">
      <w:pPr>
        <w:widowControl w:val="0"/>
        <w:autoSpaceDE w:val="0"/>
        <w:autoSpaceDN w:val="0"/>
        <w:adjustRightInd w:val="0"/>
        <w:jc w:val="both"/>
        <w:rPr>
          <w:rFonts w:ascii="Calibri Light" w:hAnsi="Calibri Light" w:cs="Calibri Light"/>
          <w:sz w:val="16"/>
          <w:szCs w:val="16"/>
        </w:rPr>
      </w:pPr>
      <w:bookmarkStart w:id="415" w:name="_Toc100290687"/>
      <w:bookmarkStart w:id="416" w:name="_Toc124968197"/>
      <w:bookmarkStart w:id="417" w:name="_Toc125245581"/>
      <w:r w:rsidRPr="0099346E">
        <w:rPr>
          <w:rFonts w:ascii="Calibri Light" w:hAnsi="Calibri Light" w:cs="Calibri Light"/>
          <w:sz w:val="16"/>
          <w:szCs w:val="16"/>
        </w:rPr>
        <w:t>Teren inwestycji jest własnością Miasta Świętochłowice.</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Działka jest uzbrojona w sieć  wod.-kan., elektroenergetyczne i cieplne. Teren objęty projektem jest użytkowany. Teren budowy jest terenem o minimalnym spadku w kierunku południowym. Wykonawca opracuje szczegółowy harmonogram robót. Wykonawca ma obowiązek tak zorganizować roboty, aby nie dopuścić do dewastacji istniejącej drogi wewnętrznej oraz istniejącego zagospodarowania przedszkola. Wszelkie uszkodzenia nawierzchni lub elementów zagospodarowania Wykonawca usunie na własny koszt. Jeżeli wystąpi sytuacja, która będzie kolidowała z robotami należy uzgodnić ją z Inspektorem Nadzoru i Inwestorem. </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1.5.6. Ochrona środowiska w czasie wykonywania robót</w:t>
      </w:r>
      <w:bookmarkEnd w:id="415"/>
      <w:bookmarkEnd w:id="416"/>
      <w:bookmarkEnd w:id="417"/>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ma obowiązek znać i stosować w czasie prowadzenia robót wszelkie przepisy dotyczące ochrony środowiska naturalnego. W okresie trwania budowy i wykańczania robót Wykonawca będzie:</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a) utrzymywać Teren Budowy i wykopy w stanie bez wody stojącej,</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Stosując się do tych wymagań będzie miał szczególny wpływ na:</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a) Lokalizację baz, magazynów, składowisk i dróg dojazdowych.</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 Środki ostrożności i zabezpieczenia przed:</w:t>
      </w:r>
    </w:p>
    <w:p w:rsidR="00EF06BA" w:rsidRPr="0099346E" w:rsidRDefault="00EF06BA" w:rsidP="00C822E5">
      <w:pPr>
        <w:widowControl w:val="0"/>
        <w:numPr>
          <w:ilvl w:val="0"/>
          <w:numId w:val="1"/>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 xml:space="preserve">zanieczyszczeniem zbiorników i cieków wodnych pyłami lub substancjami toksycznymi, </w:t>
      </w:r>
    </w:p>
    <w:p w:rsidR="00EF06BA" w:rsidRPr="0099346E" w:rsidRDefault="00EF06BA" w:rsidP="00C822E5">
      <w:pPr>
        <w:widowControl w:val="0"/>
        <w:numPr>
          <w:ilvl w:val="0"/>
          <w:numId w:val="1"/>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zanieczyszczeniem powietrza pyłami i gazami,</w:t>
      </w:r>
    </w:p>
    <w:p w:rsidR="00EF06BA" w:rsidRPr="0099346E" w:rsidRDefault="00EF06BA" w:rsidP="00C822E5">
      <w:pPr>
        <w:widowControl w:val="0"/>
        <w:numPr>
          <w:ilvl w:val="0"/>
          <w:numId w:val="1"/>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możliwością powstania pożaru</w:t>
      </w:r>
    </w:p>
    <w:p w:rsidR="00EF06BA" w:rsidRPr="0099346E" w:rsidRDefault="00EF06BA" w:rsidP="00C822E5">
      <w:pPr>
        <w:pStyle w:val="Heading3"/>
        <w:spacing w:before="0" w:after="0"/>
        <w:jc w:val="both"/>
        <w:rPr>
          <w:rFonts w:ascii="Calibri Light" w:hAnsi="Calibri Light" w:cs="Calibri Light"/>
          <w:sz w:val="16"/>
          <w:szCs w:val="16"/>
        </w:rPr>
      </w:pPr>
      <w:bookmarkStart w:id="418" w:name="_Toc100290688"/>
      <w:bookmarkStart w:id="419" w:name="_Toc124968198"/>
      <w:bookmarkStart w:id="420" w:name="_Toc125245582"/>
      <w:r w:rsidRPr="0099346E">
        <w:rPr>
          <w:rFonts w:ascii="Calibri Light" w:hAnsi="Calibri Light" w:cs="Calibri Light"/>
          <w:sz w:val="16"/>
          <w:szCs w:val="16"/>
        </w:rPr>
        <w:t>1.5.7. Ochrona przeciwpożarowa</w:t>
      </w:r>
      <w:bookmarkEnd w:id="418"/>
      <w:bookmarkEnd w:id="419"/>
      <w:bookmarkEnd w:id="420"/>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będzie przestrzegać przepisów ochrony przeciwpożarowej. Wykonawca będzie utrzymywać sprawny sprzęt przeciwpożarowy, wymagany przez odpowiednie przepisy, na terenie budowy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EF06BA" w:rsidRPr="0099346E" w:rsidRDefault="00EF06BA" w:rsidP="00C822E5">
      <w:pPr>
        <w:pStyle w:val="Heading3"/>
        <w:spacing w:before="0" w:after="0"/>
        <w:jc w:val="both"/>
        <w:rPr>
          <w:rFonts w:ascii="Calibri Light" w:hAnsi="Calibri Light" w:cs="Calibri Light"/>
          <w:sz w:val="16"/>
          <w:szCs w:val="16"/>
        </w:rPr>
      </w:pPr>
      <w:bookmarkStart w:id="421" w:name="_Toc100290689"/>
      <w:bookmarkStart w:id="422" w:name="_Toc124968199"/>
      <w:bookmarkStart w:id="423" w:name="_Toc125245583"/>
      <w:r w:rsidRPr="0099346E">
        <w:rPr>
          <w:rFonts w:ascii="Calibri Light" w:hAnsi="Calibri Light" w:cs="Calibri Light"/>
          <w:sz w:val="16"/>
          <w:szCs w:val="16"/>
        </w:rPr>
        <w:t>1.5.8. Materiały szkodliwe dla otoczenia</w:t>
      </w:r>
      <w:bookmarkEnd w:id="421"/>
      <w:bookmarkEnd w:id="422"/>
      <w:bookmarkEnd w:id="423"/>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Materiały, które w sposób trwały są szkodliwe dla otoczenia, nie będą dopuszczone do użycia. Nie dopuszcza się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Jeżeli Wykonawca użył materiałów szkodliwych dla otoczenia zgodnie ze specyfikacjami, a ich użycie spowodowało jakiekolwiek zagrożenie środowiska, to konsekwencje tego poniesie Zamawiający Materiały użyte do wykonania zadania muszą posiadać atesty, certyfikaty.</w:t>
      </w:r>
    </w:p>
    <w:p w:rsidR="00EF06BA" w:rsidRPr="0099346E" w:rsidRDefault="00EF06BA" w:rsidP="00C822E5">
      <w:pPr>
        <w:pStyle w:val="Heading3"/>
        <w:spacing w:before="0" w:after="0"/>
        <w:jc w:val="both"/>
        <w:rPr>
          <w:rFonts w:ascii="Calibri Light" w:hAnsi="Calibri Light" w:cs="Calibri Light"/>
          <w:sz w:val="16"/>
          <w:szCs w:val="16"/>
        </w:rPr>
      </w:pPr>
      <w:bookmarkStart w:id="424" w:name="_Toc100290690"/>
      <w:bookmarkStart w:id="425" w:name="_Toc124968200"/>
      <w:bookmarkStart w:id="426" w:name="_Toc125245584"/>
      <w:r w:rsidRPr="0099346E">
        <w:rPr>
          <w:rFonts w:ascii="Calibri Light" w:hAnsi="Calibri Light" w:cs="Calibri Light"/>
          <w:sz w:val="16"/>
          <w:szCs w:val="16"/>
        </w:rPr>
        <w:t>1.5.9. Ochrona własności publicznej i prywatnej</w:t>
      </w:r>
      <w:bookmarkEnd w:id="424"/>
      <w:bookmarkEnd w:id="425"/>
      <w:bookmarkEnd w:id="426"/>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zapewni właściwe oznaczenie i zabezpieczenie przed uszkodzeniem tych instalacji i urządzeń w czasie trwania budowy, Wykonawca zobowiązany jest powiadomić o fakcie przypadkowego uszkodzenia tych instalacji Inspektora i zainteresowane władze oraz będzie z nimi współpracował dostarczając wszelkiej pomocy potrzebnej przy dokonywaniu napraw.</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będzie odpowiadać za wszelkie spowodowane przez jego działania uszkodzenia instalacji na powierzchni ziemi i urządzeń podziemnych wykazanych w dokumentach dostarczonych mu przez Zamawiającego.</w:t>
      </w:r>
    </w:p>
    <w:p w:rsidR="00EF06BA" w:rsidRPr="0099346E" w:rsidRDefault="00EF06BA" w:rsidP="00C822E5">
      <w:pPr>
        <w:pStyle w:val="Heading3"/>
        <w:spacing w:before="0" w:after="0"/>
        <w:jc w:val="both"/>
        <w:rPr>
          <w:rFonts w:ascii="Calibri Light" w:hAnsi="Calibri Light" w:cs="Calibri Light"/>
          <w:sz w:val="16"/>
          <w:szCs w:val="16"/>
        </w:rPr>
      </w:pPr>
      <w:bookmarkStart w:id="427" w:name="_Toc100290691"/>
      <w:bookmarkStart w:id="428" w:name="_Toc124968201"/>
      <w:bookmarkStart w:id="429" w:name="_Toc125245585"/>
      <w:r w:rsidRPr="0099346E">
        <w:rPr>
          <w:rFonts w:ascii="Calibri Light" w:hAnsi="Calibri Light" w:cs="Calibri Light"/>
          <w:sz w:val="16"/>
          <w:szCs w:val="16"/>
        </w:rPr>
        <w:t>1.5.10. Bezpieczeństwo i higiena pracy</w:t>
      </w:r>
      <w:bookmarkEnd w:id="427"/>
      <w:bookmarkEnd w:id="428"/>
      <w:bookmarkEnd w:id="42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EF06BA" w:rsidRPr="0099346E" w:rsidRDefault="00EF06BA" w:rsidP="00C822E5">
      <w:pPr>
        <w:pStyle w:val="Heading3"/>
        <w:spacing w:before="0" w:after="0"/>
        <w:jc w:val="both"/>
        <w:rPr>
          <w:rFonts w:ascii="Calibri Light" w:hAnsi="Calibri Light" w:cs="Calibri Light"/>
          <w:sz w:val="16"/>
          <w:szCs w:val="16"/>
        </w:rPr>
      </w:pPr>
      <w:bookmarkStart w:id="430" w:name="_Toc100290692"/>
      <w:bookmarkStart w:id="431" w:name="_Toc124968202"/>
      <w:bookmarkStart w:id="432" w:name="_Toc125245586"/>
      <w:r w:rsidRPr="0099346E">
        <w:rPr>
          <w:rFonts w:ascii="Calibri Light" w:hAnsi="Calibri Light" w:cs="Calibri Light"/>
          <w:sz w:val="16"/>
          <w:szCs w:val="16"/>
        </w:rPr>
        <w:t>1.5.11. Ochrona i utrzymanie robót</w:t>
      </w:r>
      <w:bookmarkEnd w:id="430"/>
      <w:bookmarkEnd w:id="431"/>
      <w:bookmarkEnd w:id="432"/>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będzie odpowiedzialny za ochronę robót i za wszelkie materiały i urządzenia używane do robót od daty rozpoczęcia do daty wydania potwierdzenia zakończenia przez Inwestora. Wykonawca będzie utrzymywać roboty do czasu końcowego odbioru. Utrzymanie powinno być prowadzone w taki sposób, aby budowla lub jej elementy były w zadawalającym stanie przez cały czas, do momentu odbioru końcowego. Jeśli Wykonawca w 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EF06BA" w:rsidRPr="0099346E" w:rsidRDefault="00EF06BA" w:rsidP="00C822E5">
      <w:pPr>
        <w:pStyle w:val="Heading3"/>
        <w:spacing w:before="0" w:after="0"/>
        <w:jc w:val="both"/>
        <w:rPr>
          <w:rFonts w:ascii="Calibri Light" w:hAnsi="Calibri Light" w:cs="Calibri Light"/>
          <w:sz w:val="16"/>
          <w:szCs w:val="16"/>
        </w:rPr>
      </w:pPr>
      <w:bookmarkStart w:id="433" w:name="_Toc100290693"/>
      <w:bookmarkStart w:id="434" w:name="_Toc124968203"/>
      <w:bookmarkStart w:id="435" w:name="_Toc125245587"/>
      <w:r w:rsidRPr="0099346E">
        <w:rPr>
          <w:rFonts w:ascii="Calibri Light" w:hAnsi="Calibri Light" w:cs="Calibri Light"/>
          <w:sz w:val="16"/>
          <w:szCs w:val="16"/>
        </w:rPr>
        <w:t>1.5.12. Stosowanie się do prawa i innych przepisów</w:t>
      </w:r>
      <w:bookmarkEnd w:id="433"/>
      <w:bookmarkEnd w:id="434"/>
      <w:bookmarkEnd w:id="43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EF06BA" w:rsidRPr="0099346E" w:rsidRDefault="00EF06BA" w:rsidP="00C822E5">
      <w:pPr>
        <w:pStyle w:val="Heading3"/>
        <w:spacing w:before="0" w:after="0"/>
        <w:jc w:val="both"/>
        <w:rPr>
          <w:rFonts w:ascii="Calibri Light" w:hAnsi="Calibri Light" w:cs="Calibri Light"/>
          <w:sz w:val="16"/>
          <w:szCs w:val="16"/>
        </w:rPr>
      </w:pPr>
      <w:bookmarkStart w:id="436" w:name="_Toc100290694"/>
      <w:bookmarkStart w:id="437" w:name="_Toc124968204"/>
      <w:bookmarkStart w:id="438" w:name="_Toc125245588"/>
      <w:r w:rsidRPr="0099346E">
        <w:rPr>
          <w:rFonts w:ascii="Calibri Light" w:hAnsi="Calibri Light" w:cs="Calibri Light"/>
          <w:sz w:val="16"/>
          <w:szCs w:val="16"/>
        </w:rPr>
        <w:t>1.5.13. Materiały nie odpowiadające wymaganiom</w:t>
      </w:r>
      <w:bookmarkEnd w:id="436"/>
      <w:bookmarkEnd w:id="437"/>
      <w:bookmarkEnd w:id="438"/>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Materiały nie 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 zbadane i nie zaakceptowane materiały, Wykonawca wykonuje na własne ryzyko, licząc się z jego nie przyjęciem i niezapłaceniem.</w:t>
      </w:r>
    </w:p>
    <w:p w:rsidR="00EF06BA" w:rsidRPr="0099346E" w:rsidRDefault="00EF06BA" w:rsidP="00C822E5">
      <w:pPr>
        <w:pStyle w:val="Heading1"/>
        <w:spacing w:line="240" w:lineRule="auto"/>
        <w:jc w:val="both"/>
        <w:rPr>
          <w:rFonts w:ascii="Calibri Light" w:hAnsi="Calibri Light" w:cs="Calibri Light"/>
          <w:sz w:val="16"/>
          <w:szCs w:val="16"/>
        </w:rPr>
      </w:pPr>
      <w:bookmarkStart w:id="439" w:name="_Toc100290695"/>
      <w:bookmarkStart w:id="440" w:name="_Toc100741870"/>
      <w:bookmarkStart w:id="441" w:name="_Toc101048727"/>
      <w:bookmarkStart w:id="442" w:name="_Toc101050042"/>
      <w:bookmarkStart w:id="443" w:name="_Toc101050114"/>
      <w:bookmarkStart w:id="444" w:name="_Toc101050174"/>
      <w:bookmarkStart w:id="445" w:name="_Toc101050419"/>
      <w:bookmarkStart w:id="446" w:name="_Toc111437116"/>
      <w:bookmarkStart w:id="447" w:name="_Toc111437399"/>
      <w:bookmarkStart w:id="448" w:name="_Toc111437592"/>
      <w:bookmarkStart w:id="449" w:name="_Toc111437657"/>
      <w:bookmarkStart w:id="450" w:name="_Toc111437746"/>
      <w:bookmarkStart w:id="451" w:name="_Toc111437800"/>
      <w:bookmarkStart w:id="452" w:name="_Toc111437889"/>
      <w:bookmarkStart w:id="453" w:name="_Toc111437968"/>
      <w:bookmarkStart w:id="454" w:name="_Toc111438079"/>
      <w:bookmarkStart w:id="455" w:name="_Toc111451138"/>
      <w:bookmarkStart w:id="456" w:name="_Toc111453779"/>
      <w:bookmarkStart w:id="457" w:name="_Toc111453882"/>
      <w:bookmarkStart w:id="458" w:name="_Toc111453928"/>
      <w:bookmarkStart w:id="459" w:name="_Toc111459020"/>
      <w:bookmarkStart w:id="460" w:name="_Toc124943924"/>
      <w:bookmarkStart w:id="461" w:name="_Toc124944006"/>
      <w:bookmarkStart w:id="462" w:name="_Toc124944285"/>
      <w:bookmarkStart w:id="463" w:name="_Toc124944447"/>
      <w:bookmarkStart w:id="464" w:name="_Toc124944724"/>
      <w:bookmarkStart w:id="465" w:name="_Toc124944940"/>
      <w:bookmarkStart w:id="466" w:name="_Toc124945077"/>
      <w:bookmarkStart w:id="467" w:name="_Toc124945187"/>
      <w:bookmarkStart w:id="468" w:name="_Toc124945365"/>
      <w:bookmarkStart w:id="469" w:name="_Toc124945436"/>
      <w:bookmarkStart w:id="470" w:name="_Toc124945687"/>
      <w:bookmarkStart w:id="471" w:name="_Toc124945856"/>
      <w:bookmarkStart w:id="472" w:name="_Toc124946903"/>
      <w:bookmarkStart w:id="473" w:name="_Toc124947757"/>
      <w:bookmarkStart w:id="474" w:name="_Toc124948164"/>
      <w:bookmarkStart w:id="475" w:name="_Toc124948495"/>
      <w:bookmarkStart w:id="476" w:name="_Toc124949040"/>
      <w:bookmarkStart w:id="477" w:name="_Toc124949333"/>
      <w:bookmarkStart w:id="478" w:name="_Toc124949381"/>
      <w:bookmarkStart w:id="479" w:name="_Toc124949923"/>
      <w:bookmarkStart w:id="480" w:name="_Toc124949971"/>
      <w:bookmarkStart w:id="481" w:name="_Toc124950193"/>
      <w:bookmarkStart w:id="482" w:name="_Toc124958773"/>
      <w:bookmarkStart w:id="483" w:name="_Toc124958958"/>
      <w:bookmarkStart w:id="484" w:name="_Toc124959223"/>
      <w:bookmarkStart w:id="485" w:name="_Toc124959313"/>
      <w:bookmarkStart w:id="486" w:name="_Toc124959505"/>
      <w:bookmarkStart w:id="487" w:name="_Toc124968026"/>
      <w:bookmarkStart w:id="488" w:name="_Toc124968205"/>
      <w:bookmarkStart w:id="489" w:name="_Toc125245589"/>
      <w:bookmarkStart w:id="490" w:name="_Toc125245683"/>
      <w:bookmarkStart w:id="491" w:name="_Toc125366847"/>
      <w:bookmarkStart w:id="492" w:name="_Toc125367240"/>
      <w:bookmarkStart w:id="493" w:name="_Toc125367358"/>
      <w:bookmarkStart w:id="494" w:name="_Toc125367425"/>
      <w:bookmarkStart w:id="495" w:name="_Toc125369731"/>
      <w:bookmarkStart w:id="496" w:name="_Toc125370745"/>
      <w:bookmarkStart w:id="497" w:name="_Toc125372465"/>
      <w:bookmarkStart w:id="498" w:name="_Toc125372775"/>
      <w:bookmarkStart w:id="499" w:name="_Toc125373004"/>
      <w:bookmarkStart w:id="500" w:name="_Toc125373126"/>
      <w:bookmarkStart w:id="501" w:name="_Toc125373218"/>
      <w:bookmarkStart w:id="502" w:name="_Toc125373394"/>
      <w:bookmarkStart w:id="503" w:name="_Toc125373565"/>
      <w:bookmarkStart w:id="504" w:name="_Toc125373791"/>
      <w:bookmarkStart w:id="505" w:name="_Toc125373838"/>
      <w:bookmarkStart w:id="506" w:name="_Toc125373917"/>
      <w:bookmarkStart w:id="507" w:name="_Toc125374025"/>
      <w:bookmarkStart w:id="508" w:name="_Toc125426576"/>
      <w:bookmarkStart w:id="509" w:name="_Toc125429841"/>
      <w:bookmarkStart w:id="510" w:name="_Toc125430019"/>
      <w:bookmarkStart w:id="511" w:name="_Toc125431569"/>
      <w:bookmarkStart w:id="512" w:name="_Toc125431653"/>
      <w:bookmarkStart w:id="513" w:name="_Toc125433063"/>
      <w:bookmarkStart w:id="514" w:name="_Toc125502619"/>
      <w:bookmarkStart w:id="515" w:name="_Toc125512992"/>
      <w:bookmarkStart w:id="516" w:name="_Toc125513477"/>
      <w:bookmarkStart w:id="517" w:name="_Toc125513588"/>
      <w:bookmarkStart w:id="518" w:name="_Toc126382960"/>
      <w:bookmarkStart w:id="519" w:name="_Toc126383092"/>
      <w:bookmarkStart w:id="520" w:name="_Toc126384773"/>
      <w:bookmarkStart w:id="521" w:name="_Toc126384869"/>
      <w:bookmarkStart w:id="522" w:name="_Toc126387054"/>
      <w:bookmarkStart w:id="523" w:name="_Toc126387166"/>
      <w:bookmarkStart w:id="524" w:name="_Toc126388565"/>
      <w:bookmarkStart w:id="525" w:name="_Toc126389927"/>
      <w:bookmarkStart w:id="526" w:name="_Toc126390040"/>
      <w:bookmarkStart w:id="527" w:name="_Toc126390923"/>
      <w:bookmarkStart w:id="528" w:name="_Toc126391156"/>
      <w:bookmarkStart w:id="529" w:name="_Toc131245724"/>
      <w:bookmarkStart w:id="530" w:name="_Toc131246720"/>
      <w:bookmarkStart w:id="531" w:name="_Toc131248619"/>
      <w:bookmarkStart w:id="532" w:name="_Toc131288561"/>
      <w:bookmarkStart w:id="533" w:name="_Toc131288800"/>
      <w:bookmarkStart w:id="534" w:name="_Toc131290368"/>
      <w:bookmarkStart w:id="535" w:name="_Toc131290427"/>
      <w:bookmarkStart w:id="536" w:name="_Toc131290815"/>
      <w:bookmarkStart w:id="537" w:name="_Toc131291465"/>
      <w:bookmarkStart w:id="538" w:name="_Toc131291502"/>
      <w:bookmarkStart w:id="539" w:name="_Toc131291953"/>
      <w:bookmarkStart w:id="540" w:name="_Toc131292786"/>
      <w:bookmarkStart w:id="541" w:name="_Toc131294528"/>
      <w:bookmarkStart w:id="542" w:name="_Toc131300598"/>
      <w:bookmarkStart w:id="543" w:name="_Toc131301818"/>
      <w:bookmarkStart w:id="544" w:name="_Toc131309803"/>
      <w:bookmarkStart w:id="545" w:name="_Toc131310618"/>
      <w:bookmarkStart w:id="546" w:name="_Toc131382999"/>
      <w:bookmarkStart w:id="547" w:name="_Toc131385506"/>
      <w:bookmarkStart w:id="548" w:name="_Toc131385718"/>
      <w:bookmarkStart w:id="549" w:name="_Toc131385764"/>
      <w:bookmarkStart w:id="550" w:name="_Toc131385883"/>
      <w:bookmarkStart w:id="551" w:name="_Toc131386272"/>
      <w:bookmarkStart w:id="552" w:name="_Toc191821572"/>
      <w:bookmarkStart w:id="553" w:name="_Toc191821720"/>
      <w:bookmarkStart w:id="554" w:name="_Toc191821814"/>
      <w:bookmarkStart w:id="555" w:name="_Toc191821863"/>
      <w:bookmarkStart w:id="556" w:name="_Toc191860870"/>
      <w:bookmarkStart w:id="557" w:name="_Toc191865366"/>
      <w:bookmarkStart w:id="558" w:name="_Toc191865882"/>
      <w:bookmarkStart w:id="559" w:name="_Toc191866246"/>
      <w:bookmarkStart w:id="560" w:name="_Toc222094283"/>
      <w:bookmarkStart w:id="561" w:name="_Toc222193182"/>
      <w:bookmarkStart w:id="562" w:name="_Toc222196710"/>
      <w:bookmarkStart w:id="563" w:name="_Toc223229985"/>
      <w:bookmarkStart w:id="564" w:name="_Toc223232066"/>
      <w:bookmarkStart w:id="565" w:name="_Toc223232376"/>
      <w:bookmarkStart w:id="566" w:name="_Toc223232724"/>
      <w:bookmarkStart w:id="567" w:name="_Toc223236298"/>
      <w:bookmarkStart w:id="568" w:name="_Toc223237291"/>
      <w:bookmarkStart w:id="569" w:name="_Toc336502028"/>
      <w:bookmarkStart w:id="570" w:name="_Toc336503684"/>
      <w:bookmarkStart w:id="571" w:name="_Toc336506261"/>
      <w:bookmarkStart w:id="572" w:name="_Toc336506312"/>
      <w:bookmarkStart w:id="573" w:name="_Toc336508316"/>
      <w:bookmarkStart w:id="574" w:name="_Toc336508838"/>
      <w:bookmarkStart w:id="575" w:name="_Toc336509454"/>
      <w:bookmarkStart w:id="576" w:name="_Toc336510106"/>
      <w:bookmarkStart w:id="577" w:name="_Toc336510261"/>
      <w:bookmarkStart w:id="578" w:name="_Toc336510384"/>
      <w:bookmarkStart w:id="579" w:name="_Toc336510489"/>
      <w:bookmarkStart w:id="580" w:name="_Toc336511761"/>
      <w:bookmarkStart w:id="581" w:name="_Toc336511813"/>
      <w:bookmarkStart w:id="582" w:name="_Toc339885967"/>
      <w:bookmarkStart w:id="583" w:name="_Toc339886921"/>
      <w:bookmarkStart w:id="584" w:name="_Toc339888854"/>
      <w:bookmarkStart w:id="585" w:name="_Toc339889431"/>
      <w:bookmarkStart w:id="586" w:name="_Toc341295877"/>
      <w:bookmarkStart w:id="587" w:name="_Toc433014199"/>
      <w:bookmarkStart w:id="588" w:name="_Toc433015151"/>
      <w:bookmarkStart w:id="589" w:name="_Toc433015382"/>
      <w:bookmarkStart w:id="590" w:name="_Toc447725089"/>
      <w:bookmarkStart w:id="591" w:name="_Toc447725247"/>
      <w:bookmarkStart w:id="592" w:name="_Toc448767354"/>
      <w:bookmarkStart w:id="593" w:name="_Toc448772363"/>
      <w:bookmarkStart w:id="594" w:name="_Toc449697884"/>
      <w:bookmarkStart w:id="595" w:name="_Toc450727400"/>
      <w:bookmarkStart w:id="596" w:name="_Toc450798454"/>
      <w:bookmarkStart w:id="597" w:name="_Toc450800101"/>
      <w:bookmarkStart w:id="598" w:name="_Toc450800284"/>
      <w:bookmarkStart w:id="599" w:name="_Toc450800515"/>
      <w:bookmarkStart w:id="600" w:name="_Toc450800667"/>
      <w:bookmarkStart w:id="601" w:name="_Toc450800778"/>
      <w:bookmarkStart w:id="602" w:name="_Toc450800815"/>
      <w:bookmarkStart w:id="603" w:name="_Toc450801723"/>
      <w:bookmarkStart w:id="604" w:name="_Toc458423065"/>
      <w:bookmarkStart w:id="605" w:name="_Toc484007385"/>
      <w:r w:rsidRPr="0099346E">
        <w:rPr>
          <w:rFonts w:ascii="Calibri Light" w:hAnsi="Calibri Light" w:cs="Calibri Light"/>
          <w:sz w:val="16"/>
          <w:szCs w:val="16"/>
        </w:rPr>
        <w:t>2. MATERIAŁY</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EF06BA" w:rsidRPr="0099346E" w:rsidRDefault="00EF06BA" w:rsidP="00C822E5">
      <w:pPr>
        <w:pStyle w:val="Heading3"/>
        <w:spacing w:before="0" w:after="0"/>
        <w:jc w:val="both"/>
        <w:rPr>
          <w:rFonts w:ascii="Calibri Light" w:hAnsi="Calibri Light" w:cs="Calibri Light"/>
          <w:sz w:val="16"/>
          <w:szCs w:val="16"/>
        </w:rPr>
      </w:pPr>
      <w:bookmarkStart w:id="606" w:name="_Toc100290696"/>
      <w:bookmarkStart w:id="607" w:name="_Toc100741871"/>
      <w:bookmarkStart w:id="608" w:name="_Toc101048728"/>
      <w:bookmarkStart w:id="609" w:name="_Toc101050043"/>
      <w:bookmarkStart w:id="610" w:name="_Toc101050115"/>
      <w:bookmarkStart w:id="611" w:name="_Toc101050175"/>
      <w:bookmarkStart w:id="612" w:name="_Toc101050420"/>
      <w:bookmarkStart w:id="613" w:name="_Toc111437117"/>
      <w:bookmarkStart w:id="614" w:name="_Toc111437400"/>
      <w:bookmarkStart w:id="615" w:name="_Toc111437593"/>
      <w:bookmarkStart w:id="616" w:name="_Toc111437658"/>
      <w:bookmarkStart w:id="617" w:name="_Toc111437747"/>
      <w:bookmarkStart w:id="618" w:name="_Toc111437801"/>
      <w:bookmarkStart w:id="619" w:name="_Toc111437890"/>
      <w:bookmarkStart w:id="620" w:name="_Toc124968206"/>
      <w:bookmarkStart w:id="621" w:name="_Toc125245590"/>
      <w:r w:rsidRPr="0099346E">
        <w:rPr>
          <w:rFonts w:ascii="Calibri Light" w:hAnsi="Calibri Light" w:cs="Calibri Light"/>
          <w:sz w:val="16"/>
          <w:szCs w:val="16"/>
        </w:rPr>
        <w:t>2.1. Źródła uzyskania materiałów</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Co najmniej na trzy tygodnie przed zaplanowanym wykorzystanie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w:t>
      </w:r>
    </w:p>
    <w:p w:rsidR="00EF06BA" w:rsidRPr="0099346E" w:rsidRDefault="00EF06BA" w:rsidP="00C822E5">
      <w:pPr>
        <w:pStyle w:val="Heading3"/>
        <w:spacing w:before="0" w:after="0"/>
        <w:jc w:val="both"/>
        <w:rPr>
          <w:rFonts w:ascii="Calibri Light" w:hAnsi="Calibri Light" w:cs="Calibri Light"/>
          <w:sz w:val="16"/>
          <w:szCs w:val="16"/>
        </w:rPr>
      </w:pPr>
      <w:bookmarkStart w:id="622" w:name="_Toc100290697"/>
      <w:bookmarkStart w:id="623" w:name="_Toc100741872"/>
      <w:bookmarkStart w:id="624" w:name="_Toc101048729"/>
      <w:bookmarkStart w:id="625" w:name="_Toc101050044"/>
      <w:bookmarkStart w:id="626" w:name="_Toc101050116"/>
      <w:bookmarkStart w:id="627" w:name="_Toc101050176"/>
      <w:bookmarkStart w:id="628" w:name="_Toc101050421"/>
      <w:bookmarkStart w:id="629" w:name="_Toc111437118"/>
      <w:bookmarkStart w:id="630" w:name="_Toc111437401"/>
      <w:bookmarkStart w:id="631" w:name="_Toc111437594"/>
      <w:bookmarkStart w:id="632" w:name="_Toc111437659"/>
      <w:bookmarkStart w:id="633" w:name="_Toc111437748"/>
      <w:bookmarkStart w:id="634" w:name="_Toc111437802"/>
      <w:bookmarkStart w:id="635" w:name="_Toc111437891"/>
      <w:bookmarkStart w:id="636" w:name="_Toc124968207"/>
      <w:bookmarkStart w:id="637" w:name="_Toc125245591"/>
      <w:r w:rsidRPr="0099346E">
        <w:rPr>
          <w:rFonts w:ascii="Calibri Light" w:hAnsi="Calibri Light" w:cs="Calibri Light"/>
          <w:sz w:val="16"/>
          <w:szCs w:val="16"/>
        </w:rPr>
        <w:t>2.2. Pozyskiwanie materiałów miejscowych</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odpowiada za uzyskanie pozwoleń od właścicieli i odnośnych władz na pozyskanie materiałów z jakichkolwiek źródeł miejscowych. Wykonawca poniesie wszystkie koszty, a w tym opłaty, wynagrodzenia i inne koszty związane z dostarczeniem materiałów.</w:t>
      </w:r>
    </w:p>
    <w:p w:rsidR="00EF06BA" w:rsidRPr="0099346E" w:rsidRDefault="00EF06BA" w:rsidP="00C822E5">
      <w:pPr>
        <w:pStyle w:val="Heading3"/>
        <w:spacing w:before="0" w:after="0"/>
        <w:jc w:val="both"/>
        <w:rPr>
          <w:rFonts w:ascii="Calibri Light" w:hAnsi="Calibri Light" w:cs="Calibri Light"/>
          <w:sz w:val="16"/>
          <w:szCs w:val="16"/>
        </w:rPr>
      </w:pPr>
      <w:bookmarkStart w:id="638" w:name="_Toc100290698"/>
      <w:bookmarkStart w:id="639" w:name="_Toc100741873"/>
      <w:bookmarkStart w:id="640" w:name="_Toc101048730"/>
      <w:bookmarkStart w:id="641" w:name="_Toc101050045"/>
      <w:bookmarkStart w:id="642" w:name="_Toc101050117"/>
      <w:bookmarkStart w:id="643" w:name="_Toc101050177"/>
      <w:bookmarkStart w:id="644" w:name="_Toc101050422"/>
      <w:bookmarkStart w:id="645" w:name="_Toc111437119"/>
      <w:bookmarkStart w:id="646" w:name="_Toc111437402"/>
      <w:bookmarkStart w:id="647" w:name="_Toc111437595"/>
      <w:bookmarkStart w:id="648" w:name="_Toc111437660"/>
      <w:bookmarkStart w:id="649" w:name="_Toc111437749"/>
      <w:bookmarkStart w:id="650" w:name="_Toc111437803"/>
      <w:bookmarkStart w:id="651" w:name="_Toc111437892"/>
      <w:bookmarkStart w:id="652" w:name="_Toc124968208"/>
      <w:bookmarkStart w:id="653" w:name="_Toc125245592"/>
      <w:r w:rsidRPr="0099346E">
        <w:rPr>
          <w:rFonts w:ascii="Calibri Light" w:hAnsi="Calibri Light" w:cs="Calibri Light"/>
          <w:sz w:val="16"/>
          <w:szCs w:val="16"/>
        </w:rPr>
        <w:t>2.3. Inspekcja wytwórni materiałów</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Wytwórnie materiałów mogą być okresowo kontrolowane przez Inspektora w celu sprawdzenia zgodności stosowanych metod produkcyjnych </w:t>
      </w:r>
      <w:r>
        <w:rPr>
          <w:rFonts w:ascii="Calibri Light" w:hAnsi="Calibri Light" w:cs="Calibri Light"/>
          <w:sz w:val="16"/>
          <w:szCs w:val="16"/>
        </w:rPr>
        <w:br/>
      </w:r>
      <w:r w:rsidRPr="0099346E">
        <w:rPr>
          <w:rFonts w:ascii="Calibri Light" w:hAnsi="Calibri Light" w:cs="Calibri Light"/>
          <w:sz w:val="16"/>
          <w:szCs w:val="16"/>
        </w:rPr>
        <w:t>z wymaganiami. Próbki materiałów mogą być pobierane w celu sprawdzenia ich właściwości. Wynik tych kontroli będzie podstawą akceptacji określonej partii materiałów pod względem jakości.</w:t>
      </w:r>
    </w:p>
    <w:p w:rsidR="00EF06BA" w:rsidRPr="0099346E" w:rsidRDefault="00EF06BA" w:rsidP="00C822E5">
      <w:pPr>
        <w:pStyle w:val="Heading3"/>
        <w:spacing w:before="0" w:after="0"/>
        <w:jc w:val="both"/>
        <w:rPr>
          <w:rFonts w:ascii="Calibri Light" w:hAnsi="Calibri Light" w:cs="Calibri Light"/>
          <w:sz w:val="16"/>
          <w:szCs w:val="16"/>
        </w:rPr>
      </w:pPr>
      <w:bookmarkStart w:id="654" w:name="_Toc100290699"/>
      <w:bookmarkStart w:id="655" w:name="_Toc100741874"/>
      <w:bookmarkStart w:id="656" w:name="_Toc101048731"/>
      <w:bookmarkStart w:id="657" w:name="_Toc101050046"/>
      <w:bookmarkStart w:id="658" w:name="_Toc101050118"/>
      <w:bookmarkStart w:id="659" w:name="_Toc101050178"/>
      <w:bookmarkStart w:id="660" w:name="_Toc101050423"/>
      <w:bookmarkStart w:id="661" w:name="_Toc111437120"/>
      <w:bookmarkStart w:id="662" w:name="_Toc111437403"/>
      <w:bookmarkStart w:id="663" w:name="_Toc111437596"/>
      <w:bookmarkStart w:id="664" w:name="_Toc111437661"/>
      <w:bookmarkStart w:id="665" w:name="_Toc111437750"/>
      <w:bookmarkStart w:id="666" w:name="_Toc111437804"/>
      <w:bookmarkStart w:id="667" w:name="_Toc111437893"/>
      <w:bookmarkStart w:id="668" w:name="_Toc124968209"/>
      <w:bookmarkStart w:id="669" w:name="_Toc125245593"/>
      <w:r w:rsidRPr="0099346E">
        <w:rPr>
          <w:rFonts w:ascii="Calibri Light" w:hAnsi="Calibri Light" w:cs="Calibri Light"/>
          <w:sz w:val="16"/>
          <w:szCs w:val="16"/>
        </w:rPr>
        <w:t>2.4. Materiały nie odpowiadające wymaganiom</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przewartościowany.</w:t>
      </w:r>
    </w:p>
    <w:p w:rsidR="00EF06BA" w:rsidRPr="0099346E" w:rsidRDefault="00EF06BA" w:rsidP="00C822E5">
      <w:pPr>
        <w:pStyle w:val="Heading3"/>
        <w:spacing w:before="0" w:after="0"/>
        <w:jc w:val="both"/>
        <w:rPr>
          <w:rFonts w:ascii="Calibri Light" w:hAnsi="Calibri Light" w:cs="Calibri Light"/>
          <w:sz w:val="16"/>
          <w:szCs w:val="16"/>
        </w:rPr>
      </w:pPr>
      <w:bookmarkStart w:id="670" w:name="_Toc100290700"/>
      <w:bookmarkStart w:id="671" w:name="_Toc100741875"/>
      <w:bookmarkStart w:id="672" w:name="_Toc101048732"/>
      <w:bookmarkStart w:id="673" w:name="_Toc101050047"/>
      <w:bookmarkStart w:id="674" w:name="_Toc101050119"/>
      <w:bookmarkStart w:id="675" w:name="_Toc101050179"/>
      <w:bookmarkStart w:id="676" w:name="_Toc101050424"/>
      <w:bookmarkStart w:id="677" w:name="_Toc111437121"/>
      <w:bookmarkStart w:id="678" w:name="_Toc111437404"/>
      <w:bookmarkStart w:id="679" w:name="_Toc111437597"/>
      <w:bookmarkStart w:id="680" w:name="_Toc111437662"/>
      <w:bookmarkStart w:id="681" w:name="_Toc111437751"/>
      <w:bookmarkStart w:id="682" w:name="_Toc111437805"/>
      <w:bookmarkStart w:id="683" w:name="_Toc111437894"/>
      <w:bookmarkStart w:id="684" w:name="_Toc124968210"/>
      <w:bookmarkStart w:id="685" w:name="_Toc125245594"/>
      <w:r w:rsidRPr="0099346E">
        <w:rPr>
          <w:rFonts w:ascii="Calibri Light" w:hAnsi="Calibri Light" w:cs="Calibri Light"/>
          <w:sz w:val="16"/>
          <w:szCs w:val="16"/>
        </w:rPr>
        <w:t>2.5. Przechowywanie i składowanie materiałów</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Wykonawca zapewni, aby tymczasowo składowane materiały, do czasu, gdy będą potrzebne na budowie, były zabezpieczone przed zanieczyszczeniem, zachowały swoją jakość i właściwość do robót oraz były dostępne do kontroli przez Inwestora. Miejsce czasowego składowania będzie zlokalizowane </w:t>
      </w:r>
      <w:r>
        <w:rPr>
          <w:rFonts w:ascii="Calibri Light" w:hAnsi="Calibri Light" w:cs="Calibri Light"/>
          <w:sz w:val="16"/>
          <w:szCs w:val="16"/>
        </w:rPr>
        <w:br/>
      </w:r>
      <w:r w:rsidRPr="0099346E">
        <w:rPr>
          <w:rFonts w:ascii="Calibri Light" w:hAnsi="Calibri Light" w:cs="Calibri Light"/>
          <w:sz w:val="16"/>
          <w:szCs w:val="16"/>
        </w:rPr>
        <w:t>w obrębie Terenu Budowy lub poza Terenem Budowy w miejscach zorganizowanych przez Wykonawcę.</w:t>
      </w:r>
    </w:p>
    <w:p w:rsidR="00EF06BA" w:rsidRPr="0099346E" w:rsidRDefault="00EF06BA" w:rsidP="00C822E5">
      <w:pPr>
        <w:pStyle w:val="Heading3"/>
        <w:spacing w:before="0" w:after="0"/>
        <w:jc w:val="both"/>
        <w:rPr>
          <w:rFonts w:ascii="Calibri Light" w:hAnsi="Calibri Light" w:cs="Calibri Light"/>
          <w:sz w:val="16"/>
          <w:szCs w:val="16"/>
        </w:rPr>
      </w:pPr>
      <w:bookmarkStart w:id="686" w:name="_Toc100290701"/>
      <w:bookmarkStart w:id="687" w:name="_Toc100741876"/>
      <w:bookmarkStart w:id="688" w:name="_Toc101048733"/>
      <w:bookmarkStart w:id="689" w:name="_Toc101050048"/>
      <w:bookmarkStart w:id="690" w:name="_Toc101050120"/>
      <w:bookmarkStart w:id="691" w:name="_Toc101050180"/>
      <w:bookmarkStart w:id="692" w:name="_Toc101050425"/>
      <w:bookmarkStart w:id="693" w:name="_Toc111437122"/>
      <w:bookmarkStart w:id="694" w:name="_Toc111437405"/>
      <w:bookmarkStart w:id="695" w:name="_Toc111437598"/>
      <w:bookmarkStart w:id="696" w:name="_Toc111437663"/>
      <w:bookmarkStart w:id="697" w:name="_Toc111437752"/>
      <w:bookmarkStart w:id="698" w:name="_Toc111437806"/>
      <w:bookmarkStart w:id="699" w:name="_Toc111437895"/>
      <w:bookmarkStart w:id="700" w:name="_Toc124968211"/>
      <w:bookmarkStart w:id="701" w:name="_Toc125245595"/>
      <w:r w:rsidRPr="0099346E">
        <w:rPr>
          <w:rFonts w:ascii="Calibri Light" w:hAnsi="Calibri Light" w:cs="Calibri Light"/>
          <w:sz w:val="16"/>
          <w:szCs w:val="16"/>
        </w:rPr>
        <w:t>2.6. Wariantowe stosowanie materiałów</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EF06BA" w:rsidRDefault="00EF06BA" w:rsidP="00C822E5">
      <w:pPr>
        <w:widowControl w:val="0"/>
        <w:autoSpaceDE w:val="0"/>
        <w:autoSpaceDN w:val="0"/>
        <w:adjustRightInd w:val="0"/>
        <w:jc w:val="both"/>
        <w:rPr>
          <w:rFonts w:ascii="Calibri Light" w:hAnsi="Calibri Light" w:cs="Calibri Light"/>
          <w:sz w:val="16"/>
          <w:szCs w:val="16"/>
        </w:rPr>
      </w:pPr>
      <w:r w:rsidRPr="00F107C4">
        <w:rPr>
          <w:rFonts w:ascii="Calibri Light" w:hAnsi="Calibri Light" w:cs="Calibri Light"/>
          <w:sz w:val="16"/>
          <w:szCs w:val="16"/>
        </w:rPr>
        <w:t>Przewiduje się możliwość zastosowania rozwiązań zamiennych do przyjętych w niniejszej dokumentacji, pod warunkiem wykazania ich równoważności tj. spełnienia wymogów określonych w projekcie oraz nie gorszych właściwości użytkowych, estetycznych, trwałości, warunków utrzymania i serwisu niż rozwiązanie określone w projekcie. Przyjęcie rozwiązania równoważnego wymaga udokumentowanej akceptacji projektanta sprawującego nadzór oraz upoważnionego przedstawiciela Zamawiającego. Ciężar wykaz</w:t>
      </w:r>
      <w:r>
        <w:rPr>
          <w:rFonts w:ascii="Calibri Light" w:hAnsi="Calibri Light" w:cs="Calibri Light"/>
          <w:sz w:val="16"/>
          <w:szCs w:val="16"/>
        </w:rPr>
        <w:t>ania równoważności spoczywa na W</w:t>
      </w:r>
      <w:r w:rsidRPr="00F107C4">
        <w:rPr>
          <w:rFonts w:ascii="Calibri Light" w:hAnsi="Calibri Light" w:cs="Calibri Light"/>
          <w:sz w:val="16"/>
          <w:szCs w:val="16"/>
        </w:rPr>
        <w:t>ykonawcy robót.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Wybrany i zaakceptowany rodzaj materiału nie może być później zmieniany bez zgody </w:t>
      </w:r>
      <w:r w:rsidRPr="00F107C4">
        <w:rPr>
          <w:rFonts w:ascii="Calibri Light" w:hAnsi="Calibri Light" w:cs="Calibri Light"/>
          <w:sz w:val="16"/>
          <w:szCs w:val="16"/>
        </w:rPr>
        <w:t>projektanta sprawującego nadzór oraz upoważnionego przedstawiciela Zamawiającego</w:t>
      </w:r>
      <w:r w:rsidRPr="0099346E">
        <w:rPr>
          <w:rFonts w:ascii="Calibri Light" w:hAnsi="Calibri Light" w:cs="Calibri Light"/>
          <w:sz w:val="16"/>
          <w:szCs w:val="16"/>
        </w:rPr>
        <w:t>.</w:t>
      </w:r>
    </w:p>
    <w:p w:rsidR="00EF06BA" w:rsidRPr="0099346E" w:rsidRDefault="00EF06BA" w:rsidP="00C822E5">
      <w:pPr>
        <w:pStyle w:val="Heading1"/>
        <w:spacing w:line="240" w:lineRule="auto"/>
        <w:jc w:val="both"/>
        <w:rPr>
          <w:rFonts w:ascii="Calibri Light" w:hAnsi="Calibri Light" w:cs="Calibri Light"/>
          <w:sz w:val="16"/>
          <w:szCs w:val="16"/>
        </w:rPr>
      </w:pPr>
      <w:bookmarkStart w:id="702" w:name="_Toc100290702"/>
      <w:bookmarkStart w:id="703" w:name="_Toc100741877"/>
      <w:bookmarkStart w:id="704" w:name="_Toc101048734"/>
      <w:bookmarkStart w:id="705" w:name="_Toc101050049"/>
      <w:bookmarkStart w:id="706" w:name="_Toc101050121"/>
      <w:bookmarkStart w:id="707" w:name="_Toc101050181"/>
      <w:bookmarkStart w:id="708" w:name="_Toc101050426"/>
      <w:bookmarkStart w:id="709" w:name="_Toc111437123"/>
      <w:bookmarkStart w:id="710" w:name="_Toc111437406"/>
      <w:bookmarkStart w:id="711" w:name="_Toc111437599"/>
      <w:bookmarkStart w:id="712" w:name="_Toc111437664"/>
      <w:bookmarkStart w:id="713" w:name="_Toc111437753"/>
      <w:bookmarkStart w:id="714" w:name="_Toc111437807"/>
      <w:bookmarkStart w:id="715" w:name="_Toc111437896"/>
      <w:bookmarkStart w:id="716" w:name="_Toc111437969"/>
      <w:bookmarkStart w:id="717" w:name="_Toc111438080"/>
      <w:bookmarkStart w:id="718" w:name="_Toc111451139"/>
      <w:bookmarkStart w:id="719" w:name="_Toc111453780"/>
      <w:bookmarkStart w:id="720" w:name="_Toc111453883"/>
      <w:bookmarkStart w:id="721" w:name="_Toc111453929"/>
      <w:bookmarkStart w:id="722" w:name="_Toc111459021"/>
      <w:bookmarkStart w:id="723" w:name="_Toc124943925"/>
      <w:bookmarkStart w:id="724" w:name="_Toc124944007"/>
      <w:bookmarkStart w:id="725" w:name="_Toc124944286"/>
      <w:bookmarkStart w:id="726" w:name="_Toc124944448"/>
      <w:bookmarkStart w:id="727" w:name="_Toc124944725"/>
      <w:bookmarkStart w:id="728" w:name="_Toc124944941"/>
      <w:bookmarkStart w:id="729" w:name="_Toc124945078"/>
      <w:bookmarkStart w:id="730" w:name="_Toc124945188"/>
      <w:bookmarkStart w:id="731" w:name="_Toc124945366"/>
      <w:bookmarkStart w:id="732" w:name="_Toc124945437"/>
      <w:bookmarkStart w:id="733" w:name="_Toc124945688"/>
      <w:bookmarkStart w:id="734" w:name="_Toc124945857"/>
      <w:bookmarkStart w:id="735" w:name="_Toc124946904"/>
      <w:bookmarkStart w:id="736" w:name="_Toc124947758"/>
      <w:bookmarkStart w:id="737" w:name="_Toc124948165"/>
      <w:bookmarkStart w:id="738" w:name="_Toc124948496"/>
      <w:bookmarkStart w:id="739" w:name="_Toc124949041"/>
      <w:bookmarkStart w:id="740" w:name="_Toc124949334"/>
      <w:bookmarkStart w:id="741" w:name="_Toc124949382"/>
      <w:bookmarkStart w:id="742" w:name="_Toc124949924"/>
      <w:bookmarkStart w:id="743" w:name="_Toc124949972"/>
      <w:bookmarkStart w:id="744" w:name="_Toc124950194"/>
      <w:bookmarkStart w:id="745" w:name="_Toc124958774"/>
      <w:bookmarkStart w:id="746" w:name="_Toc124958959"/>
      <w:bookmarkStart w:id="747" w:name="_Toc124959224"/>
      <w:bookmarkStart w:id="748" w:name="_Toc124959314"/>
      <w:bookmarkStart w:id="749" w:name="_Toc124959506"/>
      <w:bookmarkStart w:id="750" w:name="_Toc124968027"/>
      <w:bookmarkStart w:id="751" w:name="_Toc124968212"/>
      <w:bookmarkStart w:id="752" w:name="_Toc125245596"/>
      <w:bookmarkStart w:id="753" w:name="_Toc125245684"/>
      <w:bookmarkStart w:id="754" w:name="_Toc125366848"/>
      <w:bookmarkStart w:id="755" w:name="_Toc125367241"/>
      <w:bookmarkStart w:id="756" w:name="_Toc125367359"/>
      <w:bookmarkStart w:id="757" w:name="_Toc125367426"/>
      <w:bookmarkStart w:id="758" w:name="_Toc125369732"/>
      <w:bookmarkStart w:id="759" w:name="_Toc125370746"/>
      <w:bookmarkStart w:id="760" w:name="_Toc125372466"/>
      <w:bookmarkStart w:id="761" w:name="_Toc125372776"/>
      <w:bookmarkStart w:id="762" w:name="_Toc125373005"/>
      <w:bookmarkStart w:id="763" w:name="_Toc125373127"/>
      <w:bookmarkStart w:id="764" w:name="_Toc125373219"/>
      <w:bookmarkStart w:id="765" w:name="_Toc125373395"/>
      <w:bookmarkStart w:id="766" w:name="_Toc125373566"/>
      <w:bookmarkStart w:id="767" w:name="_Toc125373792"/>
      <w:bookmarkStart w:id="768" w:name="_Toc125373839"/>
      <w:bookmarkStart w:id="769" w:name="_Toc125373918"/>
      <w:bookmarkStart w:id="770" w:name="_Toc125374026"/>
      <w:bookmarkStart w:id="771" w:name="_Toc125426577"/>
      <w:bookmarkStart w:id="772" w:name="_Toc125429842"/>
      <w:bookmarkStart w:id="773" w:name="_Toc125430020"/>
      <w:bookmarkStart w:id="774" w:name="_Toc125431570"/>
      <w:bookmarkStart w:id="775" w:name="_Toc125431654"/>
      <w:bookmarkStart w:id="776" w:name="_Toc125433064"/>
      <w:bookmarkStart w:id="777" w:name="_Toc125502620"/>
      <w:bookmarkStart w:id="778" w:name="_Toc125512993"/>
      <w:bookmarkStart w:id="779" w:name="_Toc125513478"/>
      <w:bookmarkStart w:id="780" w:name="_Toc125513589"/>
      <w:bookmarkStart w:id="781" w:name="_Toc126382961"/>
      <w:bookmarkStart w:id="782" w:name="_Toc126383093"/>
      <w:bookmarkStart w:id="783" w:name="_Toc126384774"/>
      <w:bookmarkStart w:id="784" w:name="_Toc126384870"/>
      <w:bookmarkStart w:id="785" w:name="_Toc126387055"/>
      <w:bookmarkStart w:id="786" w:name="_Toc126387167"/>
      <w:bookmarkStart w:id="787" w:name="_Toc126388566"/>
      <w:bookmarkStart w:id="788" w:name="_Toc126389928"/>
      <w:bookmarkStart w:id="789" w:name="_Toc126390041"/>
      <w:bookmarkStart w:id="790" w:name="_Toc126390924"/>
      <w:bookmarkStart w:id="791" w:name="_Toc126391157"/>
      <w:bookmarkStart w:id="792" w:name="_Toc131245725"/>
      <w:bookmarkStart w:id="793" w:name="_Toc131246721"/>
      <w:bookmarkStart w:id="794" w:name="_Toc131248620"/>
      <w:bookmarkStart w:id="795" w:name="_Toc131288562"/>
      <w:bookmarkStart w:id="796" w:name="_Toc131288801"/>
      <w:bookmarkStart w:id="797" w:name="_Toc131290369"/>
      <w:bookmarkStart w:id="798" w:name="_Toc131290428"/>
      <w:bookmarkStart w:id="799" w:name="_Toc131290816"/>
      <w:bookmarkStart w:id="800" w:name="_Toc131291466"/>
      <w:bookmarkStart w:id="801" w:name="_Toc131291503"/>
      <w:bookmarkStart w:id="802" w:name="_Toc131291954"/>
      <w:bookmarkStart w:id="803" w:name="_Toc131292787"/>
      <w:bookmarkStart w:id="804" w:name="_Toc131294529"/>
      <w:bookmarkStart w:id="805" w:name="_Toc131300599"/>
      <w:bookmarkStart w:id="806" w:name="_Toc131301819"/>
      <w:bookmarkStart w:id="807" w:name="_Toc131309804"/>
      <w:bookmarkStart w:id="808" w:name="_Toc131310619"/>
      <w:bookmarkStart w:id="809" w:name="_Toc131383000"/>
      <w:bookmarkStart w:id="810" w:name="_Toc131385507"/>
      <w:bookmarkStart w:id="811" w:name="_Toc131385719"/>
      <w:bookmarkStart w:id="812" w:name="_Toc131385765"/>
      <w:bookmarkStart w:id="813" w:name="_Toc131385884"/>
      <w:bookmarkStart w:id="814" w:name="_Toc131386273"/>
      <w:bookmarkStart w:id="815" w:name="_Toc191821573"/>
      <w:bookmarkStart w:id="816" w:name="_Toc191821721"/>
      <w:bookmarkStart w:id="817" w:name="_Toc191821815"/>
      <w:bookmarkStart w:id="818" w:name="_Toc191821864"/>
      <w:bookmarkStart w:id="819" w:name="_Toc191860871"/>
      <w:bookmarkStart w:id="820" w:name="_Toc191865367"/>
      <w:bookmarkStart w:id="821" w:name="_Toc191865883"/>
      <w:bookmarkStart w:id="822" w:name="_Toc191866247"/>
      <w:bookmarkStart w:id="823" w:name="_Toc222094284"/>
      <w:bookmarkStart w:id="824" w:name="_Toc222193183"/>
      <w:bookmarkStart w:id="825" w:name="_Toc222196711"/>
      <w:bookmarkStart w:id="826" w:name="_Toc223229986"/>
      <w:bookmarkStart w:id="827" w:name="_Toc223232067"/>
      <w:bookmarkStart w:id="828" w:name="_Toc223232377"/>
      <w:bookmarkStart w:id="829" w:name="_Toc223232725"/>
      <w:bookmarkStart w:id="830" w:name="_Toc223236299"/>
      <w:bookmarkStart w:id="831" w:name="_Toc223237292"/>
      <w:bookmarkStart w:id="832" w:name="_Toc336502029"/>
      <w:bookmarkStart w:id="833" w:name="_Toc336503685"/>
      <w:bookmarkStart w:id="834" w:name="_Toc336506262"/>
      <w:bookmarkStart w:id="835" w:name="_Toc336506313"/>
      <w:bookmarkStart w:id="836" w:name="_Toc336508317"/>
      <w:bookmarkStart w:id="837" w:name="_Toc336508839"/>
      <w:bookmarkStart w:id="838" w:name="_Toc336509455"/>
      <w:bookmarkStart w:id="839" w:name="_Toc336510107"/>
      <w:bookmarkStart w:id="840" w:name="_Toc336510262"/>
      <w:bookmarkStart w:id="841" w:name="_Toc336510385"/>
      <w:bookmarkStart w:id="842" w:name="_Toc336510490"/>
      <w:bookmarkStart w:id="843" w:name="_Toc336511762"/>
      <w:bookmarkStart w:id="844" w:name="_Toc336511814"/>
      <w:bookmarkStart w:id="845" w:name="_Toc339885968"/>
      <w:bookmarkStart w:id="846" w:name="_Toc339886922"/>
      <w:bookmarkStart w:id="847" w:name="_Toc339888855"/>
      <w:bookmarkStart w:id="848" w:name="_Toc339889432"/>
      <w:bookmarkStart w:id="849" w:name="_Toc341295878"/>
      <w:bookmarkStart w:id="850" w:name="_Toc433014200"/>
      <w:bookmarkStart w:id="851" w:name="_Toc433015152"/>
      <w:bookmarkStart w:id="852" w:name="_Toc433015383"/>
      <w:bookmarkStart w:id="853" w:name="_Toc447725090"/>
      <w:bookmarkStart w:id="854" w:name="_Toc447725248"/>
      <w:bookmarkStart w:id="855" w:name="_Toc448767355"/>
      <w:bookmarkStart w:id="856" w:name="_Toc448772364"/>
      <w:bookmarkStart w:id="857" w:name="_Toc449697885"/>
      <w:bookmarkStart w:id="858" w:name="_Toc450727401"/>
      <w:bookmarkStart w:id="859" w:name="_Toc450798455"/>
      <w:bookmarkStart w:id="860" w:name="_Toc450800102"/>
      <w:bookmarkStart w:id="861" w:name="_Toc450800285"/>
      <w:bookmarkStart w:id="862" w:name="_Toc450800516"/>
      <w:bookmarkStart w:id="863" w:name="_Toc450800668"/>
      <w:bookmarkStart w:id="864" w:name="_Toc450800779"/>
      <w:bookmarkStart w:id="865" w:name="_Toc450800816"/>
      <w:bookmarkStart w:id="866" w:name="_Toc450801724"/>
      <w:bookmarkStart w:id="867" w:name="_Toc458423066"/>
      <w:bookmarkStart w:id="868" w:name="_Toc484007386"/>
      <w:r w:rsidRPr="0099346E">
        <w:rPr>
          <w:rFonts w:ascii="Calibri Light" w:hAnsi="Calibri Light" w:cs="Calibri Light"/>
          <w:sz w:val="16"/>
          <w:szCs w:val="16"/>
        </w:rPr>
        <w:t>3. SPRZĘT</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Inwestora. W przypadku braku takich ustaleń, w dokumentach, sprzęt powinien być uzgodniony i zaakceptowany przez Inwestora. Liczba i wydajność sprzętu będzie gwarantować przeprowadzenie robót, zgodnie z zasadami określonymi w Dokumentacji Projektowej, ST </w:t>
      </w:r>
      <w:r>
        <w:rPr>
          <w:rFonts w:ascii="Calibri Light" w:hAnsi="Calibri Light" w:cs="Calibri Light"/>
          <w:sz w:val="16"/>
          <w:szCs w:val="16"/>
        </w:rPr>
        <w:br/>
      </w:r>
      <w:r w:rsidRPr="0099346E">
        <w:rPr>
          <w:rFonts w:ascii="Calibri Light" w:hAnsi="Calibri Light" w:cs="Calibri Light"/>
          <w:sz w:val="16"/>
          <w:szCs w:val="16"/>
        </w:rPr>
        <w:t>i wskazaniach Inwestora w terminie przewidzianym Kontraktem. Sprzęt, będący własnością Wykonawcy lub wynajęty do wykonania robót, ma być utrzymywany w dobrym stanie i gotowości do pracy. Będzie on zgodny z normami ochrony środowiska i przepisami dotyczącymi jego użytkowania. Wykonawca dostarczy Inwestorowi kopie dokumentów potwierdzających dopuszczenie sprzętu do użytkowania, tam gdzie jest to wymagane przepisami.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Jeżeli dokumentacja Projektowa lub ST przewidują możliwość wariantowego użycia sprzętu przy wykonywanych robotach, wykonawca powiadomi Inwestora o swoim zamiarze wyboru i uzyska jego akceptację. Wybrany sprzęt, po akceptacji przez Inwestora, nie może być zmieniany bez jego zgody. Sprzęt, maszyny, urządzenia i narzędzia nie gwarantujące zachowania warunków Kontraktu, zostaną zdyskwalifikowane i nie dopuszczone do pracy.</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Jeżeli w specyfikacjach zostanie opisany jakikolwiek sprzęt, należy traktować to jako sprzęt zalecany</w:t>
      </w:r>
    </w:p>
    <w:p w:rsidR="00EF06BA" w:rsidRPr="0099346E" w:rsidRDefault="00EF06BA" w:rsidP="00C822E5">
      <w:pPr>
        <w:pStyle w:val="Heading1"/>
        <w:spacing w:line="240" w:lineRule="auto"/>
        <w:jc w:val="both"/>
        <w:rPr>
          <w:rFonts w:ascii="Calibri Light" w:hAnsi="Calibri Light" w:cs="Calibri Light"/>
          <w:sz w:val="16"/>
          <w:szCs w:val="16"/>
        </w:rPr>
      </w:pPr>
      <w:bookmarkStart w:id="869" w:name="_Toc100290703"/>
      <w:bookmarkStart w:id="870" w:name="_Toc100741878"/>
      <w:bookmarkStart w:id="871" w:name="_Toc101048735"/>
      <w:bookmarkStart w:id="872" w:name="_Toc101050050"/>
      <w:bookmarkStart w:id="873" w:name="_Toc101050122"/>
      <w:bookmarkStart w:id="874" w:name="_Toc101050182"/>
      <w:bookmarkStart w:id="875" w:name="_Toc101050427"/>
      <w:bookmarkStart w:id="876" w:name="_Toc111437124"/>
      <w:bookmarkStart w:id="877" w:name="_Toc111437407"/>
      <w:bookmarkStart w:id="878" w:name="_Toc111437600"/>
      <w:bookmarkStart w:id="879" w:name="_Toc111437665"/>
      <w:bookmarkStart w:id="880" w:name="_Toc111437754"/>
      <w:bookmarkStart w:id="881" w:name="_Toc111437808"/>
      <w:bookmarkStart w:id="882" w:name="_Toc111437897"/>
      <w:bookmarkStart w:id="883" w:name="_Toc111437970"/>
      <w:bookmarkStart w:id="884" w:name="_Toc111438081"/>
      <w:bookmarkStart w:id="885" w:name="_Toc111451140"/>
      <w:bookmarkStart w:id="886" w:name="_Toc111453781"/>
      <w:bookmarkStart w:id="887" w:name="_Toc111453884"/>
      <w:bookmarkStart w:id="888" w:name="_Toc111453930"/>
      <w:bookmarkStart w:id="889" w:name="_Toc111459022"/>
      <w:bookmarkStart w:id="890" w:name="_Toc124943926"/>
      <w:bookmarkStart w:id="891" w:name="_Toc124944008"/>
      <w:bookmarkStart w:id="892" w:name="_Toc124944287"/>
      <w:bookmarkStart w:id="893" w:name="_Toc124944449"/>
      <w:bookmarkStart w:id="894" w:name="_Toc124944726"/>
      <w:bookmarkStart w:id="895" w:name="_Toc124944942"/>
      <w:bookmarkStart w:id="896" w:name="_Toc124945079"/>
      <w:bookmarkStart w:id="897" w:name="_Toc124945189"/>
      <w:bookmarkStart w:id="898" w:name="_Toc124945367"/>
      <w:bookmarkStart w:id="899" w:name="_Toc124945438"/>
      <w:bookmarkStart w:id="900" w:name="_Toc124945689"/>
      <w:bookmarkStart w:id="901" w:name="_Toc124945858"/>
      <w:bookmarkStart w:id="902" w:name="_Toc124946905"/>
      <w:bookmarkStart w:id="903" w:name="_Toc124947759"/>
      <w:bookmarkStart w:id="904" w:name="_Toc124948166"/>
      <w:bookmarkStart w:id="905" w:name="_Toc124948497"/>
      <w:bookmarkStart w:id="906" w:name="_Toc124949042"/>
      <w:bookmarkStart w:id="907" w:name="_Toc124949335"/>
      <w:bookmarkStart w:id="908" w:name="_Toc124949383"/>
      <w:bookmarkStart w:id="909" w:name="_Toc124949925"/>
      <w:bookmarkStart w:id="910" w:name="_Toc124949973"/>
      <w:bookmarkStart w:id="911" w:name="_Toc124950195"/>
      <w:bookmarkStart w:id="912" w:name="_Toc124958775"/>
      <w:bookmarkStart w:id="913" w:name="_Toc124958960"/>
      <w:bookmarkStart w:id="914" w:name="_Toc124959225"/>
      <w:bookmarkStart w:id="915" w:name="_Toc124959315"/>
      <w:bookmarkStart w:id="916" w:name="_Toc124959507"/>
      <w:bookmarkStart w:id="917" w:name="_Toc124968028"/>
      <w:bookmarkStart w:id="918" w:name="_Toc124968213"/>
      <w:bookmarkStart w:id="919" w:name="_Toc125245597"/>
      <w:bookmarkStart w:id="920" w:name="_Toc125245685"/>
      <w:bookmarkStart w:id="921" w:name="_Toc125366849"/>
      <w:bookmarkStart w:id="922" w:name="_Toc125367242"/>
      <w:bookmarkStart w:id="923" w:name="_Toc125367360"/>
      <w:bookmarkStart w:id="924" w:name="_Toc125367427"/>
      <w:bookmarkStart w:id="925" w:name="_Toc125369733"/>
      <w:bookmarkStart w:id="926" w:name="_Toc125370747"/>
      <w:bookmarkStart w:id="927" w:name="_Toc125372467"/>
      <w:bookmarkStart w:id="928" w:name="_Toc125372777"/>
      <w:bookmarkStart w:id="929" w:name="_Toc125373006"/>
      <w:bookmarkStart w:id="930" w:name="_Toc125373128"/>
      <w:bookmarkStart w:id="931" w:name="_Toc125373220"/>
      <w:bookmarkStart w:id="932" w:name="_Toc125373396"/>
      <w:bookmarkStart w:id="933" w:name="_Toc125373567"/>
      <w:bookmarkStart w:id="934" w:name="_Toc125373793"/>
      <w:bookmarkStart w:id="935" w:name="_Toc125373840"/>
      <w:bookmarkStart w:id="936" w:name="_Toc125373919"/>
      <w:bookmarkStart w:id="937" w:name="_Toc125374027"/>
      <w:bookmarkStart w:id="938" w:name="_Toc125426578"/>
      <w:bookmarkStart w:id="939" w:name="_Toc125429843"/>
      <w:bookmarkStart w:id="940" w:name="_Toc125430021"/>
      <w:bookmarkStart w:id="941" w:name="_Toc125431571"/>
      <w:bookmarkStart w:id="942" w:name="_Toc125431655"/>
      <w:bookmarkStart w:id="943" w:name="_Toc125433065"/>
      <w:bookmarkStart w:id="944" w:name="_Toc125502621"/>
      <w:bookmarkStart w:id="945" w:name="_Toc125512994"/>
      <w:bookmarkStart w:id="946" w:name="_Toc125513479"/>
      <w:bookmarkStart w:id="947" w:name="_Toc125513590"/>
      <w:bookmarkStart w:id="948" w:name="_Toc126382962"/>
      <w:bookmarkStart w:id="949" w:name="_Toc126383094"/>
      <w:bookmarkStart w:id="950" w:name="_Toc126384775"/>
      <w:bookmarkStart w:id="951" w:name="_Toc126384871"/>
      <w:bookmarkStart w:id="952" w:name="_Toc126387056"/>
      <w:bookmarkStart w:id="953" w:name="_Toc126387168"/>
      <w:bookmarkStart w:id="954" w:name="_Toc126388567"/>
      <w:bookmarkStart w:id="955" w:name="_Toc126389929"/>
      <w:bookmarkStart w:id="956" w:name="_Toc126390042"/>
      <w:bookmarkStart w:id="957" w:name="_Toc126390925"/>
      <w:bookmarkStart w:id="958" w:name="_Toc126391158"/>
      <w:bookmarkStart w:id="959" w:name="_Toc131245726"/>
      <w:bookmarkStart w:id="960" w:name="_Toc131246722"/>
      <w:bookmarkStart w:id="961" w:name="_Toc131248621"/>
      <w:bookmarkStart w:id="962" w:name="_Toc131288563"/>
      <w:bookmarkStart w:id="963" w:name="_Toc131288802"/>
      <w:bookmarkStart w:id="964" w:name="_Toc131290370"/>
      <w:bookmarkStart w:id="965" w:name="_Toc131290429"/>
      <w:bookmarkStart w:id="966" w:name="_Toc131290817"/>
      <w:bookmarkStart w:id="967" w:name="_Toc131291467"/>
      <w:bookmarkStart w:id="968" w:name="_Toc131291504"/>
      <w:bookmarkStart w:id="969" w:name="_Toc131291955"/>
      <w:bookmarkStart w:id="970" w:name="_Toc131292788"/>
      <w:bookmarkStart w:id="971" w:name="_Toc131294530"/>
      <w:bookmarkStart w:id="972" w:name="_Toc131300600"/>
      <w:bookmarkStart w:id="973" w:name="_Toc131301820"/>
      <w:bookmarkStart w:id="974" w:name="_Toc131309805"/>
      <w:bookmarkStart w:id="975" w:name="_Toc131310620"/>
      <w:bookmarkStart w:id="976" w:name="_Toc131383001"/>
      <w:bookmarkStart w:id="977" w:name="_Toc131385508"/>
      <w:bookmarkStart w:id="978" w:name="_Toc131385720"/>
      <w:bookmarkStart w:id="979" w:name="_Toc131385766"/>
      <w:bookmarkStart w:id="980" w:name="_Toc131385885"/>
      <w:bookmarkStart w:id="981" w:name="_Toc131386274"/>
      <w:bookmarkStart w:id="982" w:name="_Toc191821574"/>
      <w:bookmarkStart w:id="983" w:name="_Toc191821722"/>
      <w:bookmarkStart w:id="984" w:name="_Toc191821816"/>
      <w:bookmarkStart w:id="985" w:name="_Toc191821865"/>
      <w:bookmarkStart w:id="986" w:name="_Toc191860872"/>
      <w:bookmarkStart w:id="987" w:name="_Toc191865368"/>
      <w:bookmarkStart w:id="988" w:name="_Toc191865884"/>
      <w:bookmarkStart w:id="989" w:name="_Toc191866248"/>
      <w:bookmarkStart w:id="990" w:name="_Toc222094285"/>
      <w:bookmarkStart w:id="991" w:name="_Toc222193184"/>
      <w:bookmarkStart w:id="992" w:name="_Toc222196712"/>
      <w:bookmarkStart w:id="993" w:name="_Toc223229987"/>
      <w:bookmarkStart w:id="994" w:name="_Toc223232068"/>
      <w:bookmarkStart w:id="995" w:name="_Toc223232378"/>
      <w:bookmarkStart w:id="996" w:name="_Toc223232726"/>
      <w:bookmarkStart w:id="997" w:name="_Toc223236300"/>
      <w:bookmarkStart w:id="998" w:name="_Toc223237293"/>
      <w:bookmarkStart w:id="999" w:name="_Toc336502030"/>
      <w:bookmarkStart w:id="1000" w:name="_Toc336503686"/>
      <w:bookmarkStart w:id="1001" w:name="_Toc336506263"/>
      <w:bookmarkStart w:id="1002" w:name="_Toc336506314"/>
      <w:bookmarkStart w:id="1003" w:name="_Toc336508318"/>
      <w:bookmarkStart w:id="1004" w:name="_Toc336508840"/>
      <w:bookmarkStart w:id="1005" w:name="_Toc336509456"/>
      <w:bookmarkStart w:id="1006" w:name="_Toc336510108"/>
      <w:bookmarkStart w:id="1007" w:name="_Toc336510263"/>
      <w:bookmarkStart w:id="1008" w:name="_Toc336510386"/>
      <w:bookmarkStart w:id="1009" w:name="_Toc336510491"/>
      <w:bookmarkStart w:id="1010" w:name="_Toc336511763"/>
      <w:bookmarkStart w:id="1011" w:name="_Toc336511815"/>
      <w:bookmarkStart w:id="1012" w:name="_Toc339885969"/>
      <w:bookmarkStart w:id="1013" w:name="_Toc339886923"/>
      <w:bookmarkStart w:id="1014" w:name="_Toc339888856"/>
      <w:bookmarkStart w:id="1015" w:name="_Toc339889433"/>
      <w:bookmarkStart w:id="1016" w:name="_Toc341295879"/>
      <w:bookmarkStart w:id="1017" w:name="_Toc433014201"/>
      <w:bookmarkStart w:id="1018" w:name="_Toc433015153"/>
      <w:bookmarkStart w:id="1019" w:name="_Toc433015384"/>
      <w:bookmarkStart w:id="1020" w:name="_Toc447725091"/>
      <w:bookmarkStart w:id="1021" w:name="_Toc447725249"/>
      <w:bookmarkStart w:id="1022" w:name="_Toc448767356"/>
      <w:bookmarkStart w:id="1023" w:name="_Toc448772365"/>
      <w:bookmarkStart w:id="1024" w:name="_Toc449697886"/>
      <w:bookmarkStart w:id="1025" w:name="_Toc450727402"/>
      <w:bookmarkStart w:id="1026" w:name="_Toc450798456"/>
      <w:bookmarkStart w:id="1027" w:name="_Toc450800103"/>
      <w:bookmarkStart w:id="1028" w:name="_Toc450800286"/>
      <w:bookmarkStart w:id="1029" w:name="_Toc450800517"/>
      <w:bookmarkStart w:id="1030" w:name="_Toc450800669"/>
      <w:bookmarkStart w:id="1031" w:name="_Toc450800780"/>
      <w:bookmarkStart w:id="1032" w:name="_Toc450800817"/>
      <w:bookmarkStart w:id="1033" w:name="_Toc450801725"/>
      <w:bookmarkStart w:id="1034" w:name="_Toc458423067"/>
      <w:bookmarkStart w:id="1035" w:name="_Toc484007387"/>
      <w:r w:rsidRPr="0099346E">
        <w:rPr>
          <w:rFonts w:ascii="Calibri Light" w:hAnsi="Calibri Light" w:cs="Calibri Light"/>
          <w:sz w:val="16"/>
          <w:szCs w:val="16"/>
        </w:rPr>
        <w:t>4. TRANSPORT</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wskazaniami Inspektora, w terminie przewidzianym umową. Wykonawca będzie usuwać na bieżąco, na własny koszt, wszelkie zanieczyszczenia spowodowane jego pojazdami na drogach publicznych oraz dojazdach do terenu budowy.</w:t>
      </w:r>
    </w:p>
    <w:p w:rsidR="00EF06BA" w:rsidRPr="0099346E" w:rsidRDefault="00EF06BA" w:rsidP="00C822E5">
      <w:pPr>
        <w:pStyle w:val="Heading1"/>
        <w:spacing w:line="240" w:lineRule="auto"/>
        <w:jc w:val="both"/>
        <w:rPr>
          <w:rFonts w:ascii="Calibri Light" w:hAnsi="Calibri Light" w:cs="Calibri Light"/>
          <w:sz w:val="16"/>
          <w:szCs w:val="16"/>
        </w:rPr>
      </w:pPr>
      <w:bookmarkStart w:id="1036" w:name="_Toc100290704"/>
      <w:bookmarkStart w:id="1037" w:name="_Toc100741879"/>
      <w:bookmarkStart w:id="1038" w:name="_Toc101048736"/>
      <w:bookmarkStart w:id="1039" w:name="_Toc101050051"/>
      <w:bookmarkStart w:id="1040" w:name="_Toc101050123"/>
      <w:bookmarkStart w:id="1041" w:name="_Toc101050183"/>
      <w:bookmarkStart w:id="1042" w:name="_Toc101050428"/>
      <w:bookmarkStart w:id="1043" w:name="_Toc111437125"/>
      <w:bookmarkStart w:id="1044" w:name="_Toc111437408"/>
      <w:bookmarkStart w:id="1045" w:name="_Toc111437601"/>
      <w:bookmarkStart w:id="1046" w:name="_Toc111437666"/>
      <w:bookmarkStart w:id="1047" w:name="_Toc111437755"/>
      <w:bookmarkStart w:id="1048" w:name="_Toc111437809"/>
      <w:bookmarkStart w:id="1049" w:name="_Toc111437898"/>
      <w:bookmarkStart w:id="1050" w:name="_Toc111437971"/>
      <w:bookmarkStart w:id="1051" w:name="_Toc111438082"/>
      <w:bookmarkStart w:id="1052" w:name="_Toc111451141"/>
      <w:bookmarkStart w:id="1053" w:name="_Toc111453782"/>
      <w:bookmarkStart w:id="1054" w:name="_Toc111453885"/>
      <w:bookmarkStart w:id="1055" w:name="_Toc111453931"/>
      <w:bookmarkStart w:id="1056" w:name="_Toc111459023"/>
      <w:bookmarkStart w:id="1057" w:name="_Toc124943927"/>
      <w:bookmarkStart w:id="1058" w:name="_Toc124944009"/>
      <w:bookmarkStart w:id="1059" w:name="_Toc124944288"/>
      <w:bookmarkStart w:id="1060" w:name="_Toc124944450"/>
      <w:bookmarkStart w:id="1061" w:name="_Toc124944727"/>
      <w:bookmarkStart w:id="1062" w:name="_Toc124944943"/>
      <w:bookmarkStart w:id="1063" w:name="_Toc124945080"/>
      <w:bookmarkStart w:id="1064" w:name="_Toc124945190"/>
      <w:bookmarkStart w:id="1065" w:name="_Toc124945368"/>
      <w:bookmarkStart w:id="1066" w:name="_Toc124945439"/>
      <w:bookmarkStart w:id="1067" w:name="_Toc124945690"/>
      <w:bookmarkStart w:id="1068" w:name="_Toc124945859"/>
      <w:bookmarkStart w:id="1069" w:name="_Toc124946906"/>
      <w:bookmarkStart w:id="1070" w:name="_Toc124947760"/>
      <w:bookmarkStart w:id="1071" w:name="_Toc124948167"/>
      <w:bookmarkStart w:id="1072" w:name="_Toc124948498"/>
      <w:bookmarkStart w:id="1073" w:name="_Toc124949043"/>
      <w:bookmarkStart w:id="1074" w:name="_Toc124949336"/>
      <w:bookmarkStart w:id="1075" w:name="_Toc124949384"/>
      <w:bookmarkStart w:id="1076" w:name="_Toc124949926"/>
      <w:bookmarkStart w:id="1077" w:name="_Toc124949974"/>
      <w:bookmarkStart w:id="1078" w:name="_Toc124950196"/>
      <w:bookmarkStart w:id="1079" w:name="_Toc124958776"/>
      <w:bookmarkStart w:id="1080" w:name="_Toc124958961"/>
      <w:bookmarkStart w:id="1081" w:name="_Toc124959226"/>
      <w:bookmarkStart w:id="1082" w:name="_Toc124959316"/>
      <w:bookmarkStart w:id="1083" w:name="_Toc124959508"/>
      <w:bookmarkStart w:id="1084" w:name="_Toc124968029"/>
      <w:bookmarkStart w:id="1085" w:name="_Toc124968214"/>
      <w:bookmarkStart w:id="1086" w:name="_Toc125245598"/>
      <w:bookmarkStart w:id="1087" w:name="_Toc125245686"/>
      <w:bookmarkStart w:id="1088" w:name="_Toc125366850"/>
      <w:bookmarkStart w:id="1089" w:name="_Toc125367243"/>
      <w:bookmarkStart w:id="1090" w:name="_Toc125367361"/>
      <w:bookmarkStart w:id="1091" w:name="_Toc125367428"/>
      <w:bookmarkStart w:id="1092" w:name="_Toc125369734"/>
      <w:bookmarkStart w:id="1093" w:name="_Toc125370748"/>
      <w:bookmarkStart w:id="1094" w:name="_Toc125372468"/>
      <w:bookmarkStart w:id="1095" w:name="_Toc125372778"/>
      <w:bookmarkStart w:id="1096" w:name="_Toc125373007"/>
      <w:bookmarkStart w:id="1097" w:name="_Toc125373129"/>
      <w:bookmarkStart w:id="1098" w:name="_Toc125373221"/>
      <w:bookmarkStart w:id="1099" w:name="_Toc125373397"/>
      <w:bookmarkStart w:id="1100" w:name="_Toc125373568"/>
      <w:bookmarkStart w:id="1101" w:name="_Toc125373794"/>
      <w:bookmarkStart w:id="1102" w:name="_Toc125373841"/>
      <w:bookmarkStart w:id="1103" w:name="_Toc125373920"/>
      <w:bookmarkStart w:id="1104" w:name="_Toc125374028"/>
      <w:bookmarkStart w:id="1105" w:name="_Toc125426579"/>
      <w:bookmarkStart w:id="1106" w:name="_Toc125429844"/>
      <w:bookmarkStart w:id="1107" w:name="_Toc125430022"/>
      <w:bookmarkStart w:id="1108" w:name="_Toc125431572"/>
      <w:bookmarkStart w:id="1109" w:name="_Toc125431656"/>
      <w:bookmarkStart w:id="1110" w:name="_Toc125433066"/>
      <w:bookmarkStart w:id="1111" w:name="_Toc125502622"/>
      <w:bookmarkStart w:id="1112" w:name="_Toc125512995"/>
      <w:bookmarkStart w:id="1113" w:name="_Toc125513480"/>
      <w:bookmarkStart w:id="1114" w:name="_Toc125513591"/>
      <w:bookmarkStart w:id="1115" w:name="_Toc126382963"/>
      <w:bookmarkStart w:id="1116" w:name="_Toc126383095"/>
      <w:bookmarkStart w:id="1117" w:name="_Toc126384776"/>
      <w:bookmarkStart w:id="1118" w:name="_Toc126384872"/>
      <w:bookmarkStart w:id="1119" w:name="_Toc126387057"/>
      <w:bookmarkStart w:id="1120" w:name="_Toc126387169"/>
      <w:bookmarkStart w:id="1121" w:name="_Toc126388568"/>
      <w:bookmarkStart w:id="1122" w:name="_Toc126389930"/>
      <w:bookmarkStart w:id="1123" w:name="_Toc126390043"/>
      <w:bookmarkStart w:id="1124" w:name="_Toc126390926"/>
      <w:bookmarkStart w:id="1125" w:name="_Toc126391159"/>
      <w:bookmarkStart w:id="1126" w:name="_Toc131245727"/>
      <w:bookmarkStart w:id="1127" w:name="_Toc131246723"/>
      <w:bookmarkStart w:id="1128" w:name="_Toc131248622"/>
      <w:bookmarkStart w:id="1129" w:name="_Toc131288564"/>
      <w:bookmarkStart w:id="1130" w:name="_Toc131288803"/>
      <w:bookmarkStart w:id="1131" w:name="_Toc131290371"/>
      <w:bookmarkStart w:id="1132" w:name="_Toc131290430"/>
      <w:bookmarkStart w:id="1133" w:name="_Toc131290818"/>
      <w:bookmarkStart w:id="1134" w:name="_Toc131291468"/>
      <w:bookmarkStart w:id="1135" w:name="_Toc131291505"/>
      <w:bookmarkStart w:id="1136" w:name="_Toc131291956"/>
      <w:bookmarkStart w:id="1137" w:name="_Toc131292789"/>
      <w:bookmarkStart w:id="1138" w:name="_Toc131294531"/>
      <w:bookmarkStart w:id="1139" w:name="_Toc131300601"/>
      <w:bookmarkStart w:id="1140" w:name="_Toc131301821"/>
      <w:bookmarkStart w:id="1141" w:name="_Toc131309806"/>
      <w:bookmarkStart w:id="1142" w:name="_Toc131310621"/>
      <w:bookmarkStart w:id="1143" w:name="_Toc131383002"/>
      <w:bookmarkStart w:id="1144" w:name="_Toc131385509"/>
      <w:bookmarkStart w:id="1145" w:name="_Toc131385721"/>
      <w:bookmarkStart w:id="1146" w:name="_Toc131385767"/>
      <w:bookmarkStart w:id="1147" w:name="_Toc131385886"/>
      <w:bookmarkStart w:id="1148" w:name="_Toc131386275"/>
      <w:bookmarkStart w:id="1149" w:name="_Toc191821575"/>
      <w:bookmarkStart w:id="1150" w:name="_Toc191821723"/>
      <w:bookmarkStart w:id="1151" w:name="_Toc191821817"/>
      <w:bookmarkStart w:id="1152" w:name="_Toc191821866"/>
      <w:bookmarkStart w:id="1153" w:name="_Toc191860873"/>
      <w:bookmarkStart w:id="1154" w:name="_Toc191865369"/>
      <w:bookmarkStart w:id="1155" w:name="_Toc191865885"/>
      <w:bookmarkStart w:id="1156" w:name="_Toc191866249"/>
      <w:bookmarkStart w:id="1157" w:name="_Toc222094286"/>
      <w:bookmarkStart w:id="1158" w:name="_Toc222193185"/>
      <w:bookmarkStart w:id="1159" w:name="_Toc222196713"/>
      <w:bookmarkStart w:id="1160" w:name="_Toc223229988"/>
      <w:bookmarkStart w:id="1161" w:name="_Toc223232069"/>
      <w:bookmarkStart w:id="1162" w:name="_Toc223232379"/>
      <w:bookmarkStart w:id="1163" w:name="_Toc223232727"/>
      <w:bookmarkStart w:id="1164" w:name="_Toc223236301"/>
      <w:bookmarkStart w:id="1165" w:name="_Toc223237294"/>
      <w:bookmarkStart w:id="1166" w:name="_Toc336502031"/>
      <w:bookmarkStart w:id="1167" w:name="_Toc336503687"/>
      <w:bookmarkStart w:id="1168" w:name="_Toc336506264"/>
      <w:bookmarkStart w:id="1169" w:name="_Toc336506315"/>
      <w:bookmarkStart w:id="1170" w:name="_Toc336508319"/>
      <w:bookmarkStart w:id="1171" w:name="_Toc336508841"/>
      <w:bookmarkStart w:id="1172" w:name="_Toc336509457"/>
      <w:bookmarkStart w:id="1173" w:name="_Toc336510109"/>
      <w:bookmarkStart w:id="1174" w:name="_Toc336510264"/>
      <w:bookmarkStart w:id="1175" w:name="_Toc336510387"/>
      <w:bookmarkStart w:id="1176" w:name="_Toc336510492"/>
      <w:bookmarkStart w:id="1177" w:name="_Toc336511764"/>
      <w:bookmarkStart w:id="1178" w:name="_Toc336511816"/>
      <w:bookmarkStart w:id="1179" w:name="_Toc339885970"/>
      <w:bookmarkStart w:id="1180" w:name="_Toc339886924"/>
      <w:bookmarkStart w:id="1181" w:name="_Toc339888857"/>
      <w:bookmarkStart w:id="1182" w:name="_Toc339889434"/>
      <w:bookmarkStart w:id="1183" w:name="_Toc341295880"/>
      <w:bookmarkStart w:id="1184" w:name="_Toc433014202"/>
      <w:bookmarkStart w:id="1185" w:name="_Toc433015154"/>
      <w:bookmarkStart w:id="1186" w:name="_Toc433015385"/>
      <w:bookmarkStart w:id="1187" w:name="_Toc447725092"/>
      <w:bookmarkStart w:id="1188" w:name="_Toc447725250"/>
      <w:bookmarkStart w:id="1189" w:name="_Toc448767357"/>
      <w:bookmarkStart w:id="1190" w:name="_Toc448772366"/>
      <w:bookmarkStart w:id="1191" w:name="_Toc449697887"/>
      <w:bookmarkStart w:id="1192" w:name="_Toc450727403"/>
      <w:bookmarkStart w:id="1193" w:name="_Toc450798457"/>
      <w:bookmarkStart w:id="1194" w:name="_Toc450800104"/>
      <w:bookmarkStart w:id="1195" w:name="_Toc450800287"/>
      <w:bookmarkStart w:id="1196" w:name="_Toc450800518"/>
      <w:bookmarkStart w:id="1197" w:name="_Toc450800670"/>
      <w:bookmarkStart w:id="1198" w:name="_Toc450800781"/>
      <w:bookmarkStart w:id="1199" w:name="_Toc450800818"/>
      <w:bookmarkStart w:id="1200" w:name="_Toc450801726"/>
      <w:bookmarkStart w:id="1201" w:name="_Toc458423068"/>
      <w:bookmarkStart w:id="1202" w:name="_Toc484007388"/>
      <w:r w:rsidRPr="0099346E">
        <w:rPr>
          <w:rFonts w:ascii="Calibri Light" w:hAnsi="Calibri Light" w:cs="Calibri Light"/>
          <w:sz w:val="16"/>
          <w:szCs w:val="16"/>
        </w:rPr>
        <w:t>5. WYKONANIE ROBÓT</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EF06BA" w:rsidRPr="0099346E" w:rsidRDefault="00EF06BA" w:rsidP="00C822E5">
      <w:pPr>
        <w:pStyle w:val="Heading3"/>
        <w:spacing w:before="0" w:after="0"/>
        <w:jc w:val="both"/>
        <w:rPr>
          <w:rFonts w:ascii="Calibri Light" w:hAnsi="Calibri Light" w:cs="Calibri Light"/>
          <w:sz w:val="16"/>
          <w:szCs w:val="16"/>
        </w:rPr>
      </w:pPr>
      <w:bookmarkStart w:id="1203" w:name="_Toc100290705"/>
      <w:bookmarkStart w:id="1204" w:name="_Toc100741880"/>
      <w:bookmarkStart w:id="1205" w:name="_Toc101048737"/>
      <w:bookmarkStart w:id="1206" w:name="_Toc101050052"/>
      <w:bookmarkStart w:id="1207" w:name="_Toc101050124"/>
      <w:bookmarkStart w:id="1208" w:name="_Toc101050184"/>
      <w:bookmarkStart w:id="1209" w:name="_Toc101050429"/>
      <w:bookmarkStart w:id="1210" w:name="_Toc111437126"/>
      <w:bookmarkStart w:id="1211" w:name="_Toc124968215"/>
      <w:bookmarkStart w:id="1212" w:name="_Toc125245599"/>
      <w:r w:rsidRPr="0099346E">
        <w:rPr>
          <w:rFonts w:ascii="Calibri Light" w:hAnsi="Calibri Light" w:cs="Calibri Light"/>
          <w:sz w:val="16"/>
          <w:szCs w:val="16"/>
        </w:rPr>
        <w:t>5.1. Ogólne zasady wykonania robót</w:t>
      </w:r>
      <w:bookmarkEnd w:id="1203"/>
      <w:bookmarkEnd w:id="1204"/>
      <w:bookmarkEnd w:id="1205"/>
      <w:bookmarkEnd w:id="1206"/>
      <w:bookmarkEnd w:id="1207"/>
      <w:bookmarkEnd w:id="1208"/>
      <w:bookmarkEnd w:id="1209"/>
      <w:bookmarkEnd w:id="1210"/>
      <w:bookmarkEnd w:id="1211"/>
      <w:bookmarkEnd w:id="1212"/>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Wykonawca jest odpowiedzialny za prowadzenie robót zgodnie z umową oraz za jakość zastosowanych materiałów i wykonywanych robót, za ich zgodność </w:t>
      </w:r>
      <w:r>
        <w:rPr>
          <w:rFonts w:ascii="Calibri Light" w:hAnsi="Calibri Light" w:cs="Calibri Light"/>
          <w:sz w:val="16"/>
          <w:szCs w:val="16"/>
        </w:rPr>
        <w:br/>
      </w:r>
      <w:r w:rsidRPr="0099346E">
        <w:rPr>
          <w:rFonts w:ascii="Calibri Light" w:hAnsi="Calibri Light" w:cs="Calibri Light"/>
          <w:sz w:val="16"/>
          <w:szCs w:val="16"/>
        </w:rPr>
        <w:t>z Dokumentacją Projektową, ST, PZJ, harmonogramem robót oraz poleceniami Inspektora. Ze względu na specyficzny charakter obiektu, Wykonawca zorganizuje tak roboty, aby nie utrudniać bieżącej działalności ośrodka. Wykonawca opracuje i przedstawi szczegółowy harmonogram robót.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EF06BA" w:rsidRPr="0099346E" w:rsidRDefault="00EF06BA" w:rsidP="00C822E5">
      <w:pPr>
        <w:pStyle w:val="Heading1"/>
        <w:spacing w:line="240" w:lineRule="auto"/>
        <w:jc w:val="both"/>
        <w:rPr>
          <w:rFonts w:ascii="Calibri Light" w:hAnsi="Calibri Light" w:cs="Calibri Light"/>
          <w:sz w:val="16"/>
          <w:szCs w:val="16"/>
        </w:rPr>
      </w:pPr>
      <w:bookmarkStart w:id="1213" w:name="_Toc100290706"/>
      <w:bookmarkStart w:id="1214" w:name="_Toc100741881"/>
      <w:bookmarkStart w:id="1215" w:name="_Toc101048738"/>
      <w:bookmarkStart w:id="1216" w:name="_Toc101050053"/>
      <w:bookmarkStart w:id="1217" w:name="_Toc101050125"/>
      <w:bookmarkStart w:id="1218" w:name="_Toc101050185"/>
      <w:bookmarkStart w:id="1219" w:name="_Toc101050430"/>
      <w:bookmarkStart w:id="1220" w:name="_Toc111437127"/>
      <w:bookmarkStart w:id="1221" w:name="_Toc111437409"/>
      <w:bookmarkStart w:id="1222" w:name="_Toc111437602"/>
      <w:bookmarkStart w:id="1223" w:name="_Toc111437667"/>
      <w:bookmarkStart w:id="1224" w:name="_Toc111437756"/>
      <w:bookmarkStart w:id="1225" w:name="_Toc111437810"/>
      <w:bookmarkStart w:id="1226" w:name="_Toc111437899"/>
      <w:bookmarkStart w:id="1227" w:name="_Toc111437972"/>
      <w:bookmarkStart w:id="1228" w:name="_Toc111438083"/>
      <w:bookmarkStart w:id="1229" w:name="_Toc111451142"/>
      <w:bookmarkStart w:id="1230" w:name="_Toc111453783"/>
      <w:bookmarkStart w:id="1231" w:name="_Toc111453886"/>
      <w:bookmarkStart w:id="1232" w:name="_Toc111453932"/>
      <w:bookmarkStart w:id="1233" w:name="_Toc111459024"/>
      <w:bookmarkStart w:id="1234" w:name="_Toc124943928"/>
      <w:bookmarkStart w:id="1235" w:name="_Toc124944010"/>
      <w:bookmarkStart w:id="1236" w:name="_Toc124944289"/>
      <w:bookmarkStart w:id="1237" w:name="_Toc124944451"/>
      <w:bookmarkStart w:id="1238" w:name="_Toc124944728"/>
      <w:bookmarkStart w:id="1239" w:name="_Toc124944944"/>
      <w:bookmarkStart w:id="1240" w:name="_Toc124945081"/>
      <w:bookmarkStart w:id="1241" w:name="_Toc124945191"/>
      <w:bookmarkStart w:id="1242" w:name="_Toc124945369"/>
      <w:bookmarkStart w:id="1243" w:name="_Toc124945440"/>
      <w:bookmarkStart w:id="1244" w:name="_Toc124945691"/>
      <w:bookmarkStart w:id="1245" w:name="_Toc124945860"/>
      <w:bookmarkStart w:id="1246" w:name="_Toc124946907"/>
      <w:bookmarkStart w:id="1247" w:name="_Toc124947761"/>
      <w:bookmarkStart w:id="1248" w:name="_Toc124948168"/>
      <w:bookmarkStart w:id="1249" w:name="_Toc124948499"/>
      <w:bookmarkStart w:id="1250" w:name="_Toc124949044"/>
      <w:bookmarkStart w:id="1251" w:name="_Toc124949337"/>
      <w:bookmarkStart w:id="1252" w:name="_Toc124949385"/>
      <w:bookmarkStart w:id="1253" w:name="_Toc124949927"/>
      <w:bookmarkStart w:id="1254" w:name="_Toc124949975"/>
      <w:bookmarkStart w:id="1255" w:name="_Toc124950197"/>
      <w:bookmarkStart w:id="1256" w:name="_Toc124958777"/>
      <w:bookmarkStart w:id="1257" w:name="_Toc124958962"/>
      <w:bookmarkStart w:id="1258" w:name="_Toc124959227"/>
      <w:bookmarkStart w:id="1259" w:name="_Toc124959317"/>
      <w:bookmarkStart w:id="1260" w:name="_Toc124959509"/>
      <w:bookmarkStart w:id="1261" w:name="_Toc124968030"/>
      <w:bookmarkStart w:id="1262" w:name="_Toc124968216"/>
      <w:bookmarkStart w:id="1263" w:name="_Toc125245600"/>
      <w:bookmarkStart w:id="1264" w:name="_Toc125245687"/>
      <w:bookmarkStart w:id="1265" w:name="_Toc125366851"/>
      <w:bookmarkStart w:id="1266" w:name="_Toc125367244"/>
      <w:bookmarkStart w:id="1267" w:name="_Toc125367362"/>
      <w:bookmarkStart w:id="1268" w:name="_Toc125367429"/>
      <w:bookmarkStart w:id="1269" w:name="_Toc125369735"/>
      <w:bookmarkStart w:id="1270" w:name="_Toc125370749"/>
      <w:bookmarkStart w:id="1271" w:name="_Toc125372469"/>
      <w:bookmarkStart w:id="1272" w:name="_Toc125372779"/>
      <w:bookmarkStart w:id="1273" w:name="_Toc125373008"/>
      <w:bookmarkStart w:id="1274" w:name="_Toc125373130"/>
      <w:bookmarkStart w:id="1275" w:name="_Toc125373222"/>
      <w:bookmarkStart w:id="1276" w:name="_Toc125373398"/>
      <w:bookmarkStart w:id="1277" w:name="_Toc125373569"/>
      <w:bookmarkStart w:id="1278" w:name="_Toc125373795"/>
      <w:bookmarkStart w:id="1279" w:name="_Toc125373842"/>
      <w:bookmarkStart w:id="1280" w:name="_Toc125373921"/>
      <w:bookmarkStart w:id="1281" w:name="_Toc125374029"/>
      <w:bookmarkStart w:id="1282" w:name="_Toc125426580"/>
      <w:bookmarkStart w:id="1283" w:name="_Toc125429845"/>
      <w:bookmarkStart w:id="1284" w:name="_Toc125430023"/>
      <w:bookmarkStart w:id="1285" w:name="_Toc125431573"/>
      <w:bookmarkStart w:id="1286" w:name="_Toc125431657"/>
      <w:bookmarkStart w:id="1287" w:name="_Toc125433067"/>
      <w:bookmarkStart w:id="1288" w:name="_Toc125502623"/>
      <w:bookmarkStart w:id="1289" w:name="_Toc125512996"/>
      <w:bookmarkStart w:id="1290" w:name="_Toc125513481"/>
      <w:bookmarkStart w:id="1291" w:name="_Toc125513592"/>
      <w:bookmarkStart w:id="1292" w:name="_Toc126382964"/>
      <w:bookmarkStart w:id="1293" w:name="_Toc126383096"/>
      <w:bookmarkStart w:id="1294" w:name="_Toc126384777"/>
      <w:bookmarkStart w:id="1295" w:name="_Toc126384873"/>
      <w:bookmarkStart w:id="1296" w:name="_Toc126387058"/>
      <w:bookmarkStart w:id="1297" w:name="_Toc126387170"/>
      <w:bookmarkStart w:id="1298" w:name="_Toc126388569"/>
      <w:bookmarkStart w:id="1299" w:name="_Toc126389931"/>
      <w:bookmarkStart w:id="1300" w:name="_Toc126390044"/>
      <w:bookmarkStart w:id="1301" w:name="_Toc126390927"/>
      <w:bookmarkStart w:id="1302" w:name="_Toc126391160"/>
      <w:bookmarkStart w:id="1303" w:name="_Toc131245728"/>
      <w:bookmarkStart w:id="1304" w:name="_Toc131246724"/>
      <w:bookmarkStart w:id="1305" w:name="_Toc131248623"/>
      <w:bookmarkStart w:id="1306" w:name="_Toc131288565"/>
      <w:bookmarkStart w:id="1307" w:name="_Toc131288804"/>
      <w:bookmarkStart w:id="1308" w:name="_Toc131290372"/>
      <w:bookmarkStart w:id="1309" w:name="_Toc131290431"/>
      <w:bookmarkStart w:id="1310" w:name="_Toc131290819"/>
      <w:bookmarkStart w:id="1311" w:name="_Toc131291469"/>
      <w:bookmarkStart w:id="1312" w:name="_Toc131291506"/>
      <w:bookmarkStart w:id="1313" w:name="_Toc131291957"/>
      <w:bookmarkStart w:id="1314" w:name="_Toc131292790"/>
      <w:bookmarkStart w:id="1315" w:name="_Toc131294532"/>
      <w:bookmarkStart w:id="1316" w:name="_Toc131300602"/>
      <w:bookmarkStart w:id="1317" w:name="_Toc131301822"/>
      <w:bookmarkStart w:id="1318" w:name="_Toc131309807"/>
      <w:bookmarkStart w:id="1319" w:name="_Toc131310622"/>
      <w:bookmarkStart w:id="1320" w:name="_Toc131383003"/>
      <w:bookmarkStart w:id="1321" w:name="_Toc131385510"/>
      <w:bookmarkStart w:id="1322" w:name="_Toc131385722"/>
      <w:bookmarkStart w:id="1323" w:name="_Toc131385768"/>
      <w:bookmarkStart w:id="1324" w:name="_Toc131385887"/>
      <w:bookmarkStart w:id="1325" w:name="_Toc131386276"/>
      <w:bookmarkStart w:id="1326" w:name="_Toc191821576"/>
      <w:bookmarkStart w:id="1327" w:name="_Toc191821724"/>
      <w:bookmarkStart w:id="1328" w:name="_Toc191821818"/>
      <w:bookmarkStart w:id="1329" w:name="_Toc191821867"/>
      <w:bookmarkStart w:id="1330" w:name="_Toc191860874"/>
      <w:bookmarkStart w:id="1331" w:name="_Toc191865370"/>
      <w:bookmarkStart w:id="1332" w:name="_Toc191865886"/>
      <w:bookmarkStart w:id="1333" w:name="_Toc191866250"/>
      <w:bookmarkStart w:id="1334" w:name="_Toc222094287"/>
      <w:bookmarkStart w:id="1335" w:name="_Toc222193186"/>
      <w:bookmarkStart w:id="1336" w:name="_Toc222196714"/>
      <w:bookmarkStart w:id="1337" w:name="_Toc223229989"/>
      <w:bookmarkStart w:id="1338" w:name="_Toc223232070"/>
      <w:bookmarkStart w:id="1339" w:name="_Toc223232380"/>
      <w:bookmarkStart w:id="1340" w:name="_Toc223232728"/>
      <w:bookmarkStart w:id="1341" w:name="_Toc223236302"/>
      <w:bookmarkStart w:id="1342" w:name="_Toc223237295"/>
      <w:bookmarkStart w:id="1343" w:name="_Toc336502032"/>
      <w:bookmarkStart w:id="1344" w:name="_Toc336503688"/>
      <w:bookmarkStart w:id="1345" w:name="_Toc336506265"/>
      <w:bookmarkStart w:id="1346" w:name="_Toc336506316"/>
      <w:bookmarkStart w:id="1347" w:name="_Toc336508320"/>
      <w:bookmarkStart w:id="1348" w:name="_Toc336508842"/>
      <w:bookmarkStart w:id="1349" w:name="_Toc336509458"/>
      <w:bookmarkStart w:id="1350" w:name="_Toc336510110"/>
      <w:bookmarkStart w:id="1351" w:name="_Toc336510265"/>
      <w:bookmarkStart w:id="1352" w:name="_Toc336510388"/>
      <w:bookmarkStart w:id="1353" w:name="_Toc336510493"/>
      <w:bookmarkStart w:id="1354" w:name="_Toc336511765"/>
      <w:bookmarkStart w:id="1355" w:name="_Toc336511817"/>
      <w:bookmarkStart w:id="1356" w:name="_Toc339885971"/>
      <w:bookmarkStart w:id="1357" w:name="_Toc339886925"/>
      <w:bookmarkStart w:id="1358" w:name="_Toc339888858"/>
      <w:bookmarkStart w:id="1359" w:name="_Toc339889435"/>
      <w:bookmarkStart w:id="1360" w:name="_Toc341295881"/>
      <w:bookmarkStart w:id="1361" w:name="_Toc433014203"/>
      <w:bookmarkStart w:id="1362" w:name="_Toc433015155"/>
      <w:bookmarkStart w:id="1363" w:name="_Toc433015386"/>
      <w:bookmarkStart w:id="1364" w:name="_Toc447725093"/>
      <w:bookmarkStart w:id="1365" w:name="_Toc447725251"/>
      <w:bookmarkStart w:id="1366" w:name="_Toc448767358"/>
      <w:bookmarkStart w:id="1367" w:name="_Toc448772367"/>
      <w:bookmarkStart w:id="1368" w:name="_Toc449697888"/>
      <w:bookmarkStart w:id="1369" w:name="_Toc450727404"/>
      <w:bookmarkStart w:id="1370" w:name="_Toc450798458"/>
      <w:bookmarkStart w:id="1371" w:name="_Toc450800105"/>
      <w:bookmarkStart w:id="1372" w:name="_Toc450800288"/>
      <w:bookmarkStart w:id="1373" w:name="_Toc450800519"/>
      <w:bookmarkStart w:id="1374" w:name="_Toc450800671"/>
      <w:bookmarkStart w:id="1375" w:name="_Toc450800782"/>
      <w:bookmarkStart w:id="1376" w:name="_Toc450800819"/>
      <w:bookmarkStart w:id="1377" w:name="_Toc450801727"/>
      <w:bookmarkStart w:id="1378" w:name="_Toc458423069"/>
      <w:bookmarkStart w:id="1379" w:name="_Toc484007389"/>
      <w:r w:rsidRPr="0099346E">
        <w:rPr>
          <w:rFonts w:ascii="Calibri Light" w:hAnsi="Calibri Light" w:cs="Calibri Light"/>
          <w:sz w:val="16"/>
          <w:szCs w:val="16"/>
        </w:rPr>
        <w:t>6. KONTROLA JAKOŚCI ROBÓT</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EF06BA" w:rsidRPr="0099346E" w:rsidRDefault="00EF06BA" w:rsidP="00C822E5">
      <w:pPr>
        <w:pStyle w:val="Heading3"/>
        <w:spacing w:before="0" w:after="0"/>
        <w:jc w:val="both"/>
        <w:rPr>
          <w:rFonts w:ascii="Calibri Light" w:hAnsi="Calibri Light" w:cs="Calibri Light"/>
          <w:sz w:val="16"/>
          <w:szCs w:val="16"/>
        </w:rPr>
      </w:pPr>
      <w:bookmarkStart w:id="1380" w:name="_Toc100290707"/>
      <w:bookmarkStart w:id="1381" w:name="_Toc100741882"/>
      <w:bookmarkStart w:id="1382" w:name="_Toc101048739"/>
      <w:bookmarkStart w:id="1383" w:name="_Toc101050054"/>
      <w:bookmarkStart w:id="1384" w:name="_Toc101050126"/>
      <w:bookmarkStart w:id="1385" w:name="_Toc101050186"/>
      <w:bookmarkStart w:id="1386" w:name="_Toc101050431"/>
      <w:bookmarkStart w:id="1387" w:name="_Toc111437128"/>
      <w:bookmarkStart w:id="1388" w:name="_Toc124968217"/>
      <w:bookmarkStart w:id="1389" w:name="_Toc125245601"/>
      <w:r w:rsidRPr="0099346E">
        <w:rPr>
          <w:rFonts w:ascii="Calibri Light" w:hAnsi="Calibri Light" w:cs="Calibri Light"/>
          <w:sz w:val="16"/>
          <w:szCs w:val="16"/>
        </w:rPr>
        <w:t>6.1. Program zapewnienia jakości (PZJ)</w:t>
      </w:r>
      <w:bookmarkEnd w:id="1380"/>
      <w:bookmarkEnd w:id="1381"/>
      <w:bookmarkEnd w:id="1382"/>
      <w:bookmarkEnd w:id="1383"/>
      <w:bookmarkEnd w:id="1384"/>
      <w:bookmarkEnd w:id="1385"/>
      <w:bookmarkEnd w:id="1386"/>
      <w:bookmarkEnd w:id="1387"/>
      <w:bookmarkEnd w:id="1388"/>
      <w:bookmarkEnd w:id="138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Do obowiązków Wykonawcy należy opracowanie i przedstawienie do aprobaty Inspektora program zapewnienia jakości, w którym przedstawi namierzony sposób wykonywania robót, możliwości techniczne, kadrowe i organizacyjne gwarantujące wykonanie robót zgodnie z Dokumentacją Projektową i ST. Program zapewnienia jakości będzie zawierał:</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a) część ogólną opisującą:</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organizację wykonania robót, w tym terminy i sposób prowadzenia robót,</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organizację ruchu na budowie wraz z oznakowaniem robót,</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bhp,</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wykaz zespołów roboczych, ich kwalifikacje i przygotowanie praktyczne,</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wykaz osób odpowiedzialnych za jakość i terminowość wykonania poszczególnych elementów robót,</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system (sposób i procedurę) proponowanej kontroli i sterowania jakością wykonywanych robót,</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wyposażenie w sprzęt i urządzenia do pomiarów i kontroli, sposób i formę gromadzenia wyników badań, zapis pomiarów, a także wyciąganych wniosków i zastosowanych korekt w procesie technologicznym, proponowaną formę przekazywania tych informacji Inspektorowi,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 część szczegółową ogólną opisującą dla każdego asortymentu robot:</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wykaz maszyn i urządzeń wraz z ich parametrami technicznymi, rodzaje i ilość środków transportu,</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sposób zabezpieczenia i ochrony ładunków przed utratą ich właściwości w czasie transportu,</w:t>
      </w:r>
    </w:p>
    <w:p w:rsidR="00EF06BA" w:rsidRPr="0099346E" w:rsidRDefault="00EF06BA" w:rsidP="00C822E5">
      <w:pPr>
        <w:widowControl w:val="0"/>
        <w:numPr>
          <w:ilvl w:val="0"/>
          <w:numId w:val="2"/>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sposób i procedurę pomiarów i badań,</w:t>
      </w:r>
    </w:p>
    <w:p w:rsidR="00EF06BA" w:rsidRPr="0099346E" w:rsidRDefault="00EF06BA" w:rsidP="00C822E5">
      <w:pPr>
        <w:pStyle w:val="Heading3"/>
        <w:spacing w:before="0" w:after="0"/>
        <w:jc w:val="both"/>
        <w:rPr>
          <w:rFonts w:ascii="Calibri Light" w:hAnsi="Calibri Light" w:cs="Calibri Light"/>
          <w:sz w:val="16"/>
          <w:szCs w:val="16"/>
        </w:rPr>
      </w:pPr>
      <w:bookmarkStart w:id="1390" w:name="_Toc100290708"/>
      <w:bookmarkStart w:id="1391" w:name="_Toc100741883"/>
      <w:bookmarkStart w:id="1392" w:name="_Toc101048740"/>
      <w:bookmarkStart w:id="1393" w:name="_Toc101050055"/>
      <w:bookmarkStart w:id="1394" w:name="_Toc101050127"/>
      <w:bookmarkStart w:id="1395" w:name="_Toc101050187"/>
      <w:bookmarkStart w:id="1396" w:name="_Toc101050432"/>
      <w:bookmarkStart w:id="1397" w:name="_Toc111437129"/>
      <w:bookmarkStart w:id="1398" w:name="_Toc124968218"/>
      <w:bookmarkStart w:id="1399" w:name="_Toc125245602"/>
      <w:r w:rsidRPr="0099346E">
        <w:rPr>
          <w:rFonts w:ascii="Calibri Light" w:hAnsi="Calibri Light" w:cs="Calibri Light"/>
          <w:sz w:val="16"/>
          <w:szCs w:val="16"/>
        </w:rPr>
        <w:t>6.2. Zasady kontroli jakości</w:t>
      </w:r>
      <w:bookmarkEnd w:id="1390"/>
      <w:bookmarkEnd w:id="1391"/>
      <w:bookmarkEnd w:id="1392"/>
      <w:bookmarkEnd w:id="1393"/>
      <w:bookmarkEnd w:id="1394"/>
      <w:bookmarkEnd w:id="1395"/>
      <w:bookmarkEnd w:id="1396"/>
      <w:bookmarkEnd w:id="1397"/>
      <w:bookmarkEnd w:id="1398"/>
      <w:bookmarkEnd w:id="139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jest odpowiedzialny za pełną kontrolę robót i jakość materiałów. Zapewni on odpowiedni system kontroli, personel, laboratorium, sprzęt, zaopatrzenie i wszystkie urządzenia niezbędne do pobierania próbek i badań materiałów oraz robot.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Przed zatwierdzeniem systemu kontroli Inspektor może zażądać od Wykonawcy przeprowadzenie badań w celu zademonstrowania, że poziom ich wykonania jest zadowalający. Wykonawca będzie przeprowadzać pomiary i badania materiałów i robót z częstotliwością zapewniającą stwierdzenie, że roboty wykonano zgodnie z wymaganiami zawartymi w Dokumentacji Projektowej i ST jednak nie rzadziej niż jest to określone w ST, normach i wytycznych. Wszystkie koszty związane z organizowaniem i prowadzeniem badań materiałów i robót ponosi Wykonawca.</w:t>
      </w:r>
    </w:p>
    <w:p w:rsidR="00EF06BA" w:rsidRPr="0099346E" w:rsidRDefault="00EF06BA" w:rsidP="00C822E5">
      <w:pPr>
        <w:pStyle w:val="Heading3"/>
        <w:spacing w:before="0" w:after="0"/>
        <w:jc w:val="both"/>
        <w:rPr>
          <w:rFonts w:ascii="Calibri Light" w:hAnsi="Calibri Light" w:cs="Calibri Light"/>
          <w:sz w:val="16"/>
          <w:szCs w:val="16"/>
        </w:rPr>
      </w:pPr>
      <w:bookmarkStart w:id="1400" w:name="_Toc100290709"/>
      <w:bookmarkStart w:id="1401" w:name="_Toc100741884"/>
      <w:bookmarkStart w:id="1402" w:name="_Toc101048741"/>
      <w:bookmarkStart w:id="1403" w:name="_Toc101050056"/>
      <w:bookmarkStart w:id="1404" w:name="_Toc101050128"/>
      <w:bookmarkStart w:id="1405" w:name="_Toc101050188"/>
      <w:bookmarkStart w:id="1406" w:name="_Toc101050433"/>
      <w:bookmarkStart w:id="1407" w:name="_Toc111437130"/>
      <w:bookmarkStart w:id="1408" w:name="_Toc124968219"/>
      <w:bookmarkStart w:id="1409" w:name="_Toc125245603"/>
      <w:r w:rsidRPr="0099346E">
        <w:rPr>
          <w:rFonts w:ascii="Calibri Light" w:hAnsi="Calibri Light" w:cs="Calibri Light"/>
          <w:sz w:val="16"/>
          <w:szCs w:val="16"/>
        </w:rPr>
        <w:t>6.3. Pobieranie próbek</w:t>
      </w:r>
      <w:bookmarkEnd w:id="1400"/>
      <w:bookmarkEnd w:id="1401"/>
      <w:bookmarkEnd w:id="1402"/>
      <w:bookmarkEnd w:id="1403"/>
      <w:bookmarkEnd w:id="1404"/>
      <w:bookmarkEnd w:id="1405"/>
      <w:bookmarkEnd w:id="1406"/>
      <w:bookmarkEnd w:id="1407"/>
      <w:bookmarkEnd w:id="1408"/>
      <w:bookmarkEnd w:id="140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Próbki będą pobierane losowo. Zaleca się stosowanie statystycznych metod pobierania próbek, opartych na zasadzie, że wszystkie jednostkowe elementy produkcji mogą być z jednakowym prawdopodobieństwem wytypowane do badań. Inspektor będzie mieć zapewnioną możliwość udziału w pobieraniu próbek. Pojemniki do pobierania próbek będą dostarczone przez wykonawcę i zatwierdzone przez Inspektora. Próbki dostarczone przez Wykonawcę do badań wykonywanych przez Inspektora będą odpowiednio opisane i oznakowane, w sposób zaakceptowany przez Inspektora.</w:t>
      </w:r>
    </w:p>
    <w:p w:rsidR="00EF06BA" w:rsidRPr="0099346E" w:rsidRDefault="00EF06BA" w:rsidP="00C822E5">
      <w:pPr>
        <w:pStyle w:val="Heading3"/>
        <w:spacing w:before="0" w:after="0"/>
        <w:jc w:val="both"/>
        <w:rPr>
          <w:rFonts w:ascii="Calibri Light" w:hAnsi="Calibri Light" w:cs="Calibri Light"/>
          <w:sz w:val="16"/>
          <w:szCs w:val="16"/>
        </w:rPr>
      </w:pPr>
      <w:bookmarkStart w:id="1410" w:name="_Toc100290710"/>
      <w:bookmarkStart w:id="1411" w:name="_Toc100741885"/>
      <w:bookmarkStart w:id="1412" w:name="_Toc101048742"/>
      <w:bookmarkStart w:id="1413" w:name="_Toc101050057"/>
      <w:bookmarkStart w:id="1414" w:name="_Toc101050129"/>
      <w:bookmarkStart w:id="1415" w:name="_Toc101050189"/>
      <w:bookmarkStart w:id="1416" w:name="_Toc101050434"/>
      <w:bookmarkStart w:id="1417" w:name="_Toc111437131"/>
      <w:bookmarkStart w:id="1418" w:name="_Toc124968220"/>
      <w:bookmarkStart w:id="1419" w:name="_Toc125245604"/>
      <w:r w:rsidRPr="0099346E">
        <w:rPr>
          <w:rFonts w:ascii="Calibri Light" w:hAnsi="Calibri Light" w:cs="Calibri Light"/>
          <w:sz w:val="16"/>
          <w:szCs w:val="16"/>
        </w:rPr>
        <w:t>6.4. Badania i Pomiary</w:t>
      </w:r>
      <w:bookmarkEnd w:id="1410"/>
      <w:bookmarkEnd w:id="1411"/>
      <w:bookmarkEnd w:id="1412"/>
      <w:bookmarkEnd w:id="1413"/>
      <w:bookmarkEnd w:id="1414"/>
      <w:bookmarkEnd w:id="1415"/>
      <w:bookmarkEnd w:id="1416"/>
      <w:bookmarkEnd w:id="1417"/>
      <w:bookmarkEnd w:id="1418"/>
      <w:bookmarkEnd w:id="1419"/>
      <w:r w:rsidRPr="0099346E">
        <w:rPr>
          <w:rFonts w:ascii="Calibri Light" w:hAnsi="Calibri Light" w:cs="Calibri Light"/>
          <w:sz w:val="16"/>
          <w:szCs w:val="16"/>
        </w:rPr>
        <w:tab/>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Wszystkie badania i pomiary będą przeprowadzone zgodnie z wymaganiami norm. W przypadku, gdy normy nie obejmują jakiegokolwiek badania wymaganego w ST, należy stosować wytyczne krajowe lub inne procedury zaakceptowane przez Inspektora. Przed przystąpieniem do pomiarów i badań Wykonawca powiadomi Inspektora o rodzaju, miejscu i terminie badania. Wyniki pomiarów i badań Wykonawca przedstawi na piśmie do akceptacji Inspektora.</w:t>
      </w:r>
    </w:p>
    <w:p w:rsidR="00EF06BA" w:rsidRPr="0099346E" w:rsidRDefault="00EF06BA" w:rsidP="00C822E5">
      <w:pPr>
        <w:pStyle w:val="Heading3"/>
        <w:spacing w:before="0" w:after="0"/>
        <w:jc w:val="both"/>
        <w:rPr>
          <w:rFonts w:ascii="Calibri Light" w:hAnsi="Calibri Light" w:cs="Calibri Light"/>
          <w:sz w:val="16"/>
          <w:szCs w:val="16"/>
        </w:rPr>
      </w:pPr>
      <w:bookmarkStart w:id="1420" w:name="_Toc100290711"/>
      <w:bookmarkStart w:id="1421" w:name="_Toc100741886"/>
      <w:bookmarkStart w:id="1422" w:name="_Toc101048743"/>
      <w:bookmarkStart w:id="1423" w:name="_Toc101050058"/>
      <w:bookmarkStart w:id="1424" w:name="_Toc101050130"/>
      <w:bookmarkStart w:id="1425" w:name="_Toc101050190"/>
      <w:bookmarkStart w:id="1426" w:name="_Toc101050435"/>
      <w:bookmarkStart w:id="1427" w:name="_Toc111437132"/>
      <w:bookmarkStart w:id="1428" w:name="_Toc124968221"/>
      <w:bookmarkStart w:id="1429" w:name="_Toc125245605"/>
      <w:r w:rsidRPr="0099346E">
        <w:rPr>
          <w:rFonts w:ascii="Calibri Light" w:hAnsi="Calibri Light" w:cs="Calibri Light"/>
          <w:sz w:val="16"/>
          <w:szCs w:val="16"/>
        </w:rPr>
        <w:t>6.5. Raporty z badań</w:t>
      </w:r>
      <w:bookmarkEnd w:id="1420"/>
      <w:bookmarkEnd w:id="1421"/>
      <w:bookmarkEnd w:id="1422"/>
      <w:bookmarkEnd w:id="1423"/>
      <w:bookmarkEnd w:id="1424"/>
      <w:bookmarkEnd w:id="1425"/>
      <w:bookmarkEnd w:id="1426"/>
      <w:bookmarkEnd w:id="1427"/>
      <w:bookmarkEnd w:id="1428"/>
      <w:bookmarkEnd w:id="142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Wykonawca będzie przekazywać Inspektorowi kopie raportów z wynikami badań jak najszybciej, nie później jednak niż w terminie określonym w PZJ.</w:t>
      </w:r>
    </w:p>
    <w:p w:rsidR="00EF06BA" w:rsidRPr="0099346E" w:rsidRDefault="00EF06BA" w:rsidP="00C822E5">
      <w:pPr>
        <w:pStyle w:val="Heading3"/>
        <w:spacing w:before="0" w:after="0"/>
        <w:jc w:val="both"/>
        <w:rPr>
          <w:rFonts w:ascii="Calibri Light" w:hAnsi="Calibri Light" w:cs="Calibri Light"/>
          <w:sz w:val="16"/>
          <w:szCs w:val="16"/>
        </w:rPr>
      </w:pPr>
      <w:bookmarkStart w:id="1430" w:name="_Toc100290712"/>
      <w:bookmarkStart w:id="1431" w:name="_Toc100741887"/>
      <w:bookmarkStart w:id="1432" w:name="_Toc101048744"/>
      <w:bookmarkStart w:id="1433" w:name="_Toc101050059"/>
      <w:bookmarkStart w:id="1434" w:name="_Toc101050131"/>
      <w:bookmarkStart w:id="1435" w:name="_Toc101050191"/>
      <w:bookmarkStart w:id="1436" w:name="_Toc101050436"/>
      <w:bookmarkStart w:id="1437" w:name="_Toc111437133"/>
      <w:bookmarkStart w:id="1438" w:name="_Toc124968222"/>
      <w:bookmarkStart w:id="1439" w:name="_Toc125245606"/>
      <w:r w:rsidRPr="0099346E">
        <w:rPr>
          <w:rFonts w:ascii="Calibri Light" w:hAnsi="Calibri Light" w:cs="Calibri Light"/>
          <w:sz w:val="16"/>
          <w:szCs w:val="16"/>
        </w:rPr>
        <w:t>6.6. Badania prowadzone przez Inspektora</w:t>
      </w:r>
      <w:bookmarkEnd w:id="1430"/>
      <w:bookmarkEnd w:id="1431"/>
      <w:bookmarkEnd w:id="1432"/>
      <w:bookmarkEnd w:id="1433"/>
      <w:bookmarkEnd w:id="1434"/>
      <w:bookmarkEnd w:id="1435"/>
      <w:bookmarkEnd w:id="1436"/>
      <w:bookmarkEnd w:id="1437"/>
      <w:bookmarkEnd w:id="1438"/>
      <w:bookmarkEnd w:id="143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Dla celów kontroli jakości i zatwierdzenia, Inspektor jest uprawniony do dokonywania kontroli, pobierania próbki badania materiałów u źródła ich wytwarzania i zapewniona mu będzie wszelka potrzebna do tego pomoc ze strony Wykonawcy i dostawcy/wytwórcy materiałów.</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Inspektor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w:t>
      </w:r>
      <w:r>
        <w:rPr>
          <w:rFonts w:ascii="Calibri Light" w:hAnsi="Calibri Light" w:cs="Calibri Light"/>
          <w:sz w:val="16"/>
          <w:szCs w:val="16"/>
        </w:rPr>
        <w:br/>
      </w:r>
      <w:r w:rsidRPr="0099346E">
        <w:rPr>
          <w:rFonts w:ascii="Calibri Light" w:hAnsi="Calibri Light" w:cs="Calibri Light"/>
          <w:sz w:val="16"/>
          <w:szCs w:val="16"/>
        </w:rPr>
        <w:t>W takim przypadku całkowite koszty powtórnych lub dodatkowych badań pokryje Wykonawca.</w:t>
      </w:r>
    </w:p>
    <w:p w:rsidR="00EF06BA" w:rsidRPr="0099346E" w:rsidRDefault="00EF06BA" w:rsidP="00C822E5">
      <w:pPr>
        <w:pStyle w:val="Heading3"/>
        <w:spacing w:before="0" w:after="0"/>
        <w:jc w:val="both"/>
        <w:rPr>
          <w:rFonts w:ascii="Calibri Light" w:hAnsi="Calibri Light" w:cs="Calibri Light"/>
          <w:sz w:val="16"/>
          <w:szCs w:val="16"/>
        </w:rPr>
      </w:pPr>
      <w:bookmarkStart w:id="1440" w:name="_Toc100290713"/>
      <w:bookmarkStart w:id="1441" w:name="_Toc100741888"/>
      <w:bookmarkStart w:id="1442" w:name="_Toc101048745"/>
      <w:bookmarkStart w:id="1443" w:name="_Toc101050060"/>
      <w:bookmarkStart w:id="1444" w:name="_Toc101050132"/>
      <w:bookmarkStart w:id="1445" w:name="_Toc101050192"/>
      <w:bookmarkStart w:id="1446" w:name="_Toc101050437"/>
      <w:bookmarkStart w:id="1447" w:name="_Toc111437134"/>
      <w:bookmarkStart w:id="1448" w:name="_Toc124968223"/>
      <w:bookmarkStart w:id="1449" w:name="_Toc125245607"/>
      <w:r w:rsidRPr="0099346E">
        <w:rPr>
          <w:rFonts w:ascii="Calibri Light" w:hAnsi="Calibri Light" w:cs="Calibri Light"/>
          <w:sz w:val="16"/>
          <w:szCs w:val="16"/>
        </w:rPr>
        <w:t>6.7. Certyfikaty i deklaracje</w:t>
      </w:r>
      <w:bookmarkEnd w:id="1440"/>
      <w:bookmarkEnd w:id="1441"/>
      <w:bookmarkEnd w:id="1442"/>
      <w:bookmarkEnd w:id="1443"/>
      <w:bookmarkEnd w:id="1444"/>
      <w:bookmarkEnd w:id="1445"/>
      <w:bookmarkEnd w:id="1446"/>
      <w:bookmarkEnd w:id="1447"/>
      <w:bookmarkEnd w:id="1448"/>
      <w:bookmarkEnd w:id="1449"/>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Inspektor może dopuścić do użycia tylko te materiały, które posiadają:</w:t>
      </w:r>
    </w:p>
    <w:p w:rsidR="00EF06BA" w:rsidRPr="0099346E" w:rsidRDefault="00EF06BA" w:rsidP="00C822E5">
      <w:pPr>
        <w:widowControl w:val="0"/>
        <w:numPr>
          <w:ilvl w:val="0"/>
          <w:numId w:val="3"/>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 xml:space="preserve">certyfikat na znak bezpieczeństwa wskazujący, że zapewniono zgodność z kryteriami technicznymi określonymi na podstawie Polskich Norm, aprobat technicznych oraz właściwych przepisów i dokumentów technicznych, </w:t>
      </w:r>
    </w:p>
    <w:p w:rsidR="00EF06BA" w:rsidRPr="0099346E" w:rsidRDefault="00EF06BA" w:rsidP="00C822E5">
      <w:pPr>
        <w:widowControl w:val="0"/>
        <w:numPr>
          <w:ilvl w:val="0"/>
          <w:numId w:val="3"/>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deklaracje zgodności lub certyfikat zgodności z:</w:t>
      </w:r>
    </w:p>
    <w:p w:rsidR="00EF06BA" w:rsidRPr="0099346E" w:rsidRDefault="00EF06BA" w:rsidP="00C822E5">
      <w:pPr>
        <w:widowControl w:val="0"/>
        <w:numPr>
          <w:ilvl w:val="0"/>
          <w:numId w:val="1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Polską Normą</w:t>
      </w:r>
    </w:p>
    <w:p w:rsidR="00EF06BA" w:rsidRPr="0099346E" w:rsidRDefault="00EF06BA" w:rsidP="00C822E5">
      <w:pPr>
        <w:widowControl w:val="0"/>
        <w:numPr>
          <w:ilvl w:val="0"/>
          <w:numId w:val="1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aprobatą techniczną, w przypadku wyrobów, dla których nie ustanowiono Polskiej Normy, jeżeli nie są objęte certyfikacją określoną w punkcie a),</w:t>
      </w:r>
    </w:p>
    <w:p w:rsidR="00EF06BA" w:rsidRPr="0099346E" w:rsidRDefault="00EF06BA" w:rsidP="00C822E5">
      <w:pPr>
        <w:widowControl w:val="0"/>
        <w:tabs>
          <w:tab w:val="left" w:pos="724"/>
          <w:tab w:val="left" w:pos="1459"/>
        </w:tabs>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c) spełniają wymogi ST.</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EF06BA" w:rsidRPr="0099346E" w:rsidRDefault="00EF06BA" w:rsidP="00C822E5">
      <w:pPr>
        <w:pStyle w:val="Heading3"/>
        <w:spacing w:before="0" w:after="0"/>
        <w:jc w:val="both"/>
        <w:rPr>
          <w:rFonts w:ascii="Calibri Light" w:hAnsi="Calibri Light" w:cs="Calibri Light"/>
          <w:sz w:val="16"/>
          <w:szCs w:val="16"/>
        </w:rPr>
      </w:pPr>
      <w:bookmarkStart w:id="1450" w:name="_Toc100290714"/>
      <w:bookmarkStart w:id="1451" w:name="_Toc100741889"/>
      <w:bookmarkStart w:id="1452" w:name="_Toc101048746"/>
      <w:bookmarkStart w:id="1453" w:name="_Toc101050061"/>
      <w:bookmarkStart w:id="1454" w:name="_Toc101050133"/>
      <w:bookmarkStart w:id="1455" w:name="_Toc101050193"/>
      <w:bookmarkStart w:id="1456" w:name="_Toc101050438"/>
      <w:bookmarkStart w:id="1457" w:name="_Toc111437135"/>
      <w:bookmarkStart w:id="1458" w:name="_Toc124968224"/>
      <w:bookmarkStart w:id="1459" w:name="_Toc125245608"/>
      <w:r w:rsidRPr="0099346E">
        <w:rPr>
          <w:rFonts w:ascii="Calibri Light" w:hAnsi="Calibri Light" w:cs="Calibri Light"/>
          <w:sz w:val="16"/>
          <w:szCs w:val="16"/>
        </w:rPr>
        <w:t>6.8. Dokumenty budowy</w:t>
      </w:r>
      <w:bookmarkEnd w:id="1450"/>
      <w:bookmarkEnd w:id="1451"/>
      <w:bookmarkEnd w:id="1452"/>
      <w:bookmarkEnd w:id="1453"/>
      <w:bookmarkEnd w:id="1454"/>
      <w:bookmarkEnd w:id="1455"/>
      <w:bookmarkEnd w:id="1456"/>
      <w:bookmarkEnd w:id="1457"/>
      <w:bookmarkEnd w:id="1458"/>
      <w:bookmarkEnd w:id="1459"/>
    </w:p>
    <w:p w:rsidR="00EF06BA" w:rsidRPr="0099346E" w:rsidRDefault="00EF06BA" w:rsidP="00C822E5">
      <w:pPr>
        <w:pStyle w:val="Heading3"/>
        <w:spacing w:before="0" w:after="0"/>
        <w:jc w:val="both"/>
        <w:rPr>
          <w:rFonts w:ascii="Calibri Light" w:hAnsi="Calibri Light" w:cs="Calibri Light"/>
          <w:sz w:val="16"/>
          <w:szCs w:val="16"/>
        </w:rPr>
      </w:pPr>
      <w:bookmarkStart w:id="1460" w:name="_Toc100290715"/>
      <w:bookmarkStart w:id="1461" w:name="_Toc124968225"/>
      <w:bookmarkStart w:id="1462" w:name="_Toc125245609"/>
      <w:r w:rsidRPr="0099346E">
        <w:rPr>
          <w:rFonts w:ascii="Calibri Light" w:hAnsi="Calibri Light" w:cs="Calibri Light"/>
          <w:sz w:val="16"/>
          <w:szCs w:val="16"/>
        </w:rPr>
        <w:t>6.8.1. Dziennik Budowy</w:t>
      </w:r>
      <w:bookmarkEnd w:id="1460"/>
      <w:bookmarkEnd w:id="1461"/>
      <w:bookmarkEnd w:id="1462"/>
    </w:p>
    <w:p w:rsidR="00EF06BA" w:rsidRPr="0099346E" w:rsidRDefault="00EF06BA" w:rsidP="00241E60">
      <w:pPr>
        <w:widowControl w:val="0"/>
        <w:autoSpaceDE w:val="0"/>
        <w:autoSpaceDN w:val="0"/>
        <w:adjustRightInd w:val="0"/>
        <w:jc w:val="both"/>
        <w:rPr>
          <w:rFonts w:ascii="Calibri Light" w:hAnsi="Calibri Light" w:cs="Calibri Light"/>
          <w:sz w:val="16"/>
          <w:szCs w:val="16"/>
        </w:rPr>
      </w:pPr>
      <w:bookmarkStart w:id="1463" w:name="_Toc100290716"/>
      <w:bookmarkStart w:id="1464" w:name="_Toc124968226"/>
      <w:bookmarkStart w:id="1465" w:name="_Toc125245610"/>
      <w:r w:rsidRPr="0099346E">
        <w:rPr>
          <w:rFonts w:ascii="Calibri Light" w:hAnsi="Calibri Light" w:cs="Calibri Light"/>
          <w:sz w:val="16"/>
          <w:szCs w:val="16"/>
        </w:rPr>
        <w:t>Dziennik budowy jest wymaganym dokumentem prawnym obowiązującym Inwestora i Wykonawcę w okresie trwania budowy. Obowiązek prowadzenia dziennika budowy spoczywa na kierowniku budowy.</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Załączone do dziennika budowy protokoły i inne dokumenty będą oznaczone kolejnym numerem załącznika, opatrzone datą i podpisem Wykonawcy oraz Inspektora. Do dziennika budowy należy wpisywać w szczególności:</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datę przyjęcia i zakres obowiązków osób funkcyjnych na budowie,</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datę przyjęcia placu budowy,</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datę rozpoczęcia 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uzgodnienia przez Inspektora harmonogramów 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terminy rozpoczęcia i zakończenia poszczególnych elementów 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przebieg robót, trudności i przeszkody w ich prowadzeniu, okresy i przyczyny przerw w robotach,</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uwagi i polecenia Inspektora,</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daty wstrzymania robót z podaniem przyczyn ich wstrzymania,</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zgłoszenia i daty odbioru robót zanikających, ulegających zakryciu, częściowych i końcowych odbiorów</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wyjaśnienia, uwagi i propozycje Wykonawcy,</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stan pogody i temperatury powietrza w okresie wykonywania robót podlegających ograniczeniom</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lub wymaganiom szczególnym w związku z warunkami klimatycznymi,</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zgodność rzeczywistych warunków geotechnicznych z ich opisem w Dokumentacji Projektowej,</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dane dotyczące czynności geodezyjnych dokonywanych przed i w trakcie wykonywania 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dane dotyczące sposobu zabezpieczenia 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dane dotyczące jakości materiałów oraz wyniki przeprowadzonych badań z podaniem autora badań,</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wyniki prób poszczególnych elementów budowli z podaniem kto je prowadził,</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inne istotne informacje o przebiegu robót.</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Propozycje, uwagi i wyjaśnienia Wykonawcy, wpisane do dziennika budowy będą przedstawione Inspektorowi do akceptacji.</w:t>
      </w:r>
    </w:p>
    <w:p w:rsidR="00EF06BA" w:rsidRPr="0099346E" w:rsidRDefault="00EF06BA" w:rsidP="00241E60">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Decyzje Inspektora wpisane do dziennika budowy Wykonawca podpisuje z uzasadnieniem stanowiska ich przyjęcia. Wpis projektanta do dziennika budowy obliguje Inspektora i Wykonawcę do ustosunkowania się do jego treści.</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6.8.2. Księga Obmiarów</w:t>
      </w:r>
      <w:bookmarkEnd w:id="1463"/>
      <w:bookmarkEnd w:id="1464"/>
      <w:bookmarkEnd w:id="146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Księga obmiarów stanowi dokument pozwalający na rozlicznie faktycznego postępu każdego z elementów robót. Obmiary wykonanych robót przeprowadza się w sposób ciągły w jednostkach przyjętych w kosztorysie i wpisuje do Księgi Obmiarów.</w:t>
      </w:r>
    </w:p>
    <w:p w:rsidR="00EF06BA" w:rsidRPr="0099346E" w:rsidRDefault="00EF06BA" w:rsidP="00C822E5">
      <w:pPr>
        <w:pStyle w:val="Heading3"/>
        <w:spacing w:before="0" w:after="0"/>
        <w:jc w:val="both"/>
        <w:rPr>
          <w:rFonts w:ascii="Calibri Light" w:hAnsi="Calibri Light" w:cs="Calibri Light"/>
          <w:sz w:val="16"/>
          <w:szCs w:val="16"/>
        </w:rPr>
      </w:pPr>
      <w:bookmarkStart w:id="1466" w:name="_Toc100290717"/>
      <w:bookmarkStart w:id="1467" w:name="_Toc124968227"/>
      <w:bookmarkStart w:id="1468" w:name="_Toc125245611"/>
      <w:r w:rsidRPr="0099346E">
        <w:rPr>
          <w:rFonts w:ascii="Calibri Light" w:hAnsi="Calibri Light" w:cs="Calibri Light"/>
          <w:sz w:val="16"/>
          <w:szCs w:val="16"/>
        </w:rPr>
        <w:t>6.8.3. Dokumenty laboratoryjne</w:t>
      </w:r>
      <w:bookmarkEnd w:id="1466"/>
      <w:bookmarkEnd w:id="1467"/>
      <w:bookmarkEnd w:id="1468"/>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Dzienniki laboratoryjne, deklaracje zgodności lub certyfikaty zgodności materiałów, orzeczenia o jakości materiałów, recepty robocze i kontrolne, wyniki badań Wykonawcy będą gromadzone w formie uzgodnionej w PZJ. Dokumenty te stanowią załączniki do odbioru robót. Winny być udostępnione na każde życzenie Inspektora.</w:t>
      </w:r>
    </w:p>
    <w:p w:rsidR="00EF06BA" w:rsidRPr="0099346E" w:rsidRDefault="00EF06BA" w:rsidP="00C822E5">
      <w:pPr>
        <w:pStyle w:val="Heading3"/>
        <w:spacing w:before="0" w:after="0"/>
        <w:jc w:val="both"/>
        <w:rPr>
          <w:rFonts w:ascii="Calibri Light" w:hAnsi="Calibri Light" w:cs="Calibri Light"/>
          <w:sz w:val="16"/>
          <w:szCs w:val="16"/>
        </w:rPr>
      </w:pPr>
      <w:bookmarkStart w:id="1469" w:name="_Toc100290718"/>
      <w:bookmarkStart w:id="1470" w:name="_Toc124968228"/>
      <w:bookmarkStart w:id="1471" w:name="_Toc125245612"/>
      <w:r w:rsidRPr="0099346E">
        <w:rPr>
          <w:rFonts w:ascii="Calibri Light" w:hAnsi="Calibri Light" w:cs="Calibri Light"/>
          <w:sz w:val="16"/>
          <w:szCs w:val="16"/>
        </w:rPr>
        <w:t>6.8.4. Pozostałe dokumenty budowy</w:t>
      </w:r>
      <w:bookmarkEnd w:id="1469"/>
      <w:bookmarkEnd w:id="1470"/>
      <w:bookmarkEnd w:id="1471"/>
    </w:p>
    <w:p w:rsidR="00EF06BA" w:rsidRPr="0099346E" w:rsidRDefault="00EF06BA" w:rsidP="00C822E5">
      <w:pPr>
        <w:widowControl w:val="0"/>
        <w:numPr>
          <w:ilvl w:val="0"/>
          <w:numId w:val="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 xml:space="preserve">Pozwolenie na realizację zadania budowlanego, </w:t>
      </w:r>
    </w:p>
    <w:p w:rsidR="00EF06BA" w:rsidRPr="0099346E" w:rsidRDefault="00EF06BA" w:rsidP="00C822E5">
      <w:pPr>
        <w:widowControl w:val="0"/>
        <w:numPr>
          <w:ilvl w:val="0"/>
          <w:numId w:val="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Protokoły przekazania terenu budowy,</w:t>
      </w:r>
    </w:p>
    <w:p w:rsidR="00EF06BA" w:rsidRPr="0099346E" w:rsidRDefault="00EF06BA" w:rsidP="00C822E5">
      <w:pPr>
        <w:widowControl w:val="0"/>
        <w:numPr>
          <w:ilvl w:val="0"/>
          <w:numId w:val="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Umowy cywilno-prawne,</w:t>
      </w:r>
    </w:p>
    <w:p w:rsidR="00EF06BA" w:rsidRPr="0099346E" w:rsidRDefault="00EF06BA" w:rsidP="00C822E5">
      <w:pPr>
        <w:widowControl w:val="0"/>
        <w:numPr>
          <w:ilvl w:val="0"/>
          <w:numId w:val="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Protokoły odbioru robót,</w:t>
      </w:r>
    </w:p>
    <w:p w:rsidR="00EF06BA" w:rsidRPr="0099346E" w:rsidRDefault="00EF06BA" w:rsidP="00C822E5">
      <w:pPr>
        <w:widowControl w:val="0"/>
        <w:numPr>
          <w:ilvl w:val="0"/>
          <w:numId w:val="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Protokoły z narad i ustaleń,</w:t>
      </w:r>
    </w:p>
    <w:p w:rsidR="00EF06BA" w:rsidRPr="0099346E" w:rsidRDefault="00EF06BA" w:rsidP="00C822E5">
      <w:pPr>
        <w:widowControl w:val="0"/>
        <w:numPr>
          <w:ilvl w:val="0"/>
          <w:numId w:val="4"/>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Korespondencja na budowie.</w:t>
      </w:r>
    </w:p>
    <w:p w:rsidR="00EF06BA" w:rsidRPr="0099346E" w:rsidRDefault="00EF06BA" w:rsidP="00C822E5">
      <w:pPr>
        <w:pStyle w:val="Heading3"/>
        <w:spacing w:before="0" w:after="0"/>
        <w:jc w:val="both"/>
        <w:rPr>
          <w:rFonts w:ascii="Calibri Light" w:hAnsi="Calibri Light" w:cs="Calibri Light"/>
          <w:sz w:val="16"/>
          <w:szCs w:val="16"/>
        </w:rPr>
      </w:pPr>
      <w:bookmarkStart w:id="1472" w:name="_Toc100290719"/>
      <w:bookmarkStart w:id="1473" w:name="_Toc124968229"/>
      <w:bookmarkStart w:id="1474" w:name="_Toc125245613"/>
      <w:r w:rsidRPr="0099346E">
        <w:rPr>
          <w:rFonts w:ascii="Calibri Light" w:hAnsi="Calibri Light" w:cs="Calibri Light"/>
          <w:sz w:val="16"/>
          <w:szCs w:val="16"/>
        </w:rPr>
        <w:t>6.8.5. Przechowywanie dokumentów budowy</w:t>
      </w:r>
      <w:bookmarkEnd w:id="1472"/>
      <w:bookmarkEnd w:id="1473"/>
      <w:bookmarkEnd w:id="1474"/>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Dokumenty budowy będą przechowywane na terenie budowy w miejscu odpowiednio zabezpieczonym.</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Zaginięcie któregokolwiek z dokumentów budowy spowoduje jego natychmiastowe odtworzenie w formie przewidzianej prawem.</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Wszelkie dokumenty budowy będą zawsze dostępne dla Inspektora i przedstawiane do wglądu na życzenie Zamawiającego.</w:t>
      </w:r>
    </w:p>
    <w:p w:rsidR="00EF06BA" w:rsidRPr="0099346E" w:rsidRDefault="00EF06BA" w:rsidP="00C822E5">
      <w:pPr>
        <w:pStyle w:val="Heading1"/>
        <w:spacing w:line="240" w:lineRule="auto"/>
        <w:jc w:val="both"/>
        <w:rPr>
          <w:rFonts w:ascii="Calibri Light" w:hAnsi="Calibri Light" w:cs="Calibri Light"/>
          <w:sz w:val="16"/>
          <w:szCs w:val="16"/>
        </w:rPr>
      </w:pPr>
      <w:bookmarkStart w:id="1475" w:name="_Toc111437410"/>
      <w:bookmarkStart w:id="1476" w:name="_Toc111437603"/>
      <w:bookmarkStart w:id="1477" w:name="_Toc111437668"/>
      <w:bookmarkStart w:id="1478" w:name="_Toc111437757"/>
      <w:bookmarkStart w:id="1479" w:name="_Toc111437811"/>
      <w:bookmarkStart w:id="1480" w:name="_Toc111437900"/>
      <w:bookmarkStart w:id="1481" w:name="_Toc111437973"/>
      <w:bookmarkStart w:id="1482" w:name="_Toc111438084"/>
      <w:bookmarkStart w:id="1483" w:name="_Toc111451143"/>
      <w:bookmarkStart w:id="1484" w:name="_Toc111453784"/>
      <w:bookmarkStart w:id="1485" w:name="_Toc111453887"/>
      <w:bookmarkStart w:id="1486" w:name="_Toc111453933"/>
      <w:bookmarkStart w:id="1487" w:name="_Toc111459025"/>
      <w:bookmarkStart w:id="1488" w:name="_Toc124943929"/>
      <w:bookmarkStart w:id="1489" w:name="_Toc124944011"/>
      <w:bookmarkStart w:id="1490" w:name="_Toc124944290"/>
      <w:bookmarkStart w:id="1491" w:name="_Toc124944452"/>
      <w:bookmarkStart w:id="1492" w:name="_Toc124944729"/>
      <w:bookmarkStart w:id="1493" w:name="_Toc124944945"/>
      <w:bookmarkStart w:id="1494" w:name="_Toc124945082"/>
      <w:bookmarkStart w:id="1495" w:name="_Toc124945192"/>
      <w:bookmarkStart w:id="1496" w:name="_Toc124945370"/>
      <w:bookmarkStart w:id="1497" w:name="_Toc124945441"/>
      <w:bookmarkStart w:id="1498" w:name="_Toc124945692"/>
      <w:bookmarkStart w:id="1499" w:name="_Toc124945861"/>
      <w:bookmarkStart w:id="1500" w:name="_Toc124946908"/>
      <w:bookmarkStart w:id="1501" w:name="_Toc124947762"/>
      <w:bookmarkStart w:id="1502" w:name="_Toc124948169"/>
      <w:bookmarkStart w:id="1503" w:name="_Toc124948500"/>
      <w:bookmarkStart w:id="1504" w:name="_Toc124949045"/>
      <w:bookmarkStart w:id="1505" w:name="_Toc124949338"/>
      <w:bookmarkStart w:id="1506" w:name="_Toc124949386"/>
      <w:bookmarkStart w:id="1507" w:name="_Toc124949928"/>
      <w:bookmarkStart w:id="1508" w:name="_Toc124949976"/>
      <w:bookmarkStart w:id="1509" w:name="_Toc124950198"/>
      <w:bookmarkStart w:id="1510" w:name="_Toc124958778"/>
      <w:bookmarkStart w:id="1511" w:name="_Toc124958963"/>
      <w:bookmarkStart w:id="1512" w:name="_Toc124959228"/>
      <w:bookmarkStart w:id="1513" w:name="_Toc124959318"/>
      <w:bookmarkStart w:id="1514" w:name="_Toc124959510"/>
      <w:bookmarkStart w:id="1515" w:name="_Toc124968031"/>
      <w:bookmarkStart w:id="1516" w:name="_Toc124968230"/>
      <w:bookmarkStart w:id="1517" w:name="_Toc125245614"/>
      <w:bookmarkStart w:id="1518" w:name="_Toc125245688"/>
      <w:bookmarkStart w:id="1519" w:name="_Toc125366852"/>
      <w:bookmarkStart w:id="1520" w:name="_Toc125367245"/>
      <w:bookmarkStart w:id="1521" w:name="_Toc125367363"/>
      <w:bookmarkStart w:id="1522" w:name="_Toc125367430"/>
      <w:bookmarkStart w:id="1523" w:name="_Toc125369736"/>
      <w:bookmarkStart w:id="1524" w:name="_Toc125370750"/>
      <w:bookmarkStart w:id="1525" w:name="_Toc125372470"/>
      <w:bookmarkStart w:id="1526" w:name="_Toc125372780"/>
      <w:bookmarkStart w:id="1527" w:name="_Toc125373009"/>
      <w:bookmarkStart w:id="1528" w:name="_Toc125373131"/>
      <w:bookmarkStart w:id="1529" w:name="_Toc125373223"/>
      <w:bookmarkStart w:id="1530" w:name="_Toc125373399"/>
      <w:bookmarkStart w:id="1531" w:name="_Toc125373570"/>
      <w:bookmarkStart w:id="1532" w:name="_Toc125373796"/>
      <w:bookmarkStart w:id="1533" w:name="_Toc125373843"/>
      <w:bookmarkStart w:id="1534" w:name="_Toc125373922"/>
      <w:bookmarkStart w:id="1535" w:name="_Toc125374030"/>
      <w:bookmarkStart w:id="1536" w:name="_Toc125426581"/>
      <w:bookmarkStart w:id="1537" w:name="_Toc125429846"/>
      <w:bookmarkStart w:id="1538" w:name="_Toc125430024"/>
      <w:bookmarkStart w:id="1539" w:name="_Toc125431574"/>
      <w:bookmarkStart w:id="1540" w:name="_Toc125431658"/>
      <w:bookmarkStart w:id="1541" w:name="_Toc125433068"/>
      <w:bookmarkStart w:id="1542" w:name="_Toc125502624"/>
      <w:bookmarkStart w:id="1543" w:name="_Toc125512997"/>
      <w:bookmarkStart w:id="1544" w:name="_Toc125513482"/>
      <w:bookmarkStart w:id="1545" w:name="_Toc125513593"/>
      <w:bookmarkStart w:id="1546" w:name="_Toc126382965"/>
      <w:bookmarkStart w:id="1547" w:name="_Toc126383097"/>
      <w:bookmarkStart w:id="1548" w:name="_Toc126384778"/>
      <w:bookmarkStart w:id="1549" w:name="_Toc126384874"/>
      <w:bookmarkStart w:id="1550" w:name="_Toc126387059"/>
      <w:bookmarkStart w:id="1551" w:name="_Toc126387171"/>
      <w:bookmarkStart w:id="1552" w:name="_Toc126388570"/>
      <w:bookmarkStart w:id="1553" w:name="_Toc126389932"/>
      <w:bookmarkStart w:id="1554" w:name="_Toc126390045"/>
      <w:bookmarkStart w:id="1555" w:name="_Toc126390928"/>
      <w:bookmarkStart w:id="1556" w:name="_Toc126391161"/>
      <w:bookmarkStart w:id="1557" w:name="_Toc131245729"/>
      <w:bookmarkStart w:id="1558" w:name="_Toc131246725"/>
      <w:bookmarkStart w:id="1559" w:name="_Toc131248624"/>
      <w:bookmarkStart w:id="1560" w:name="_Toc131288566"/>
      <w:bookmarkStart w:id="1561" w:name="_Toc131288805"/>
      <w:bookmarkStart w:id="1562" w:name="_Toc131290373"/>
      <w:bookmarkStart w:id="1563" w:name="_Toc131290432"/>
      <w:bookmarkStart w:id="1564" w:name="_Toc131290820"/>
      <w:bookmarkStart w:id="1565" w:name="_Toc131291470"/>
      <w:bookmarkStart w:id="1566" w:name="_Toc131291507"/>
      <w:bookmarkStart w:id="1567" w:name="_Toc131291958"/>
      <w:bookmarkStart w:id="1568" w:name="_Toc131292791"/>
      <w:bookmarkStart w:id="1569" w:name="_Toc131294533"/>
      <w:bookmarkStart w:id="1570" w:name="_Toc131300603"/>
      <w:bookmarkStart w:id="1571" w:name="_Toc131301823"/>
      <w:bookmarkStart w:id="1572" w:name="_Toc131309808"/>
      <w:bookmarkStart w:id="1573" w:name="_Toc131310623"/>
      <w:bookmarkStart w:id="1574" w:name="_Toc131383004"/>
      <w:bookmarkStart w:id="1575" w:name="_Toc131385511"/>
      <w:bookmarkStart w:id="1576" w:name="_Toc131385723"/>
      <w:bookmarkStart w:id="1577" w:name="_Toc131385769"/>
      <w:bookmarkStart w:id="1578" w:name="_Toc131385888"/>
      <w:bookmarkStart w:id="1579" w:name="_Toc131386277"/>
      <w:bookmarkStart w:id="1580" w:name="_Toc191821577"/>
      <w:bookmarkStart w:id="1581" w:name="_Toc191821725"/>
      <w:bookmarkStart w:id="1582" w:name="_Toc191821819"/>
      <w:bookmarkStart w:id="1583" w:name="_Toc191821868"/>
      <w:bookmarkStart w:id="1584" w:name="_Toc191860875"/>
      <w:bookmarkStart w:id="1585" w:name="_Toc191865371"/>
      <w:bookmarkStart w:id="1586" w:name="_Toc191865887"/>
      <w:bookmarkStart w:id="1587" w:name="_Toc191866251"/>
      <w:bookmarkStart w:id="1588" w:name="_Toc222094288"/>
      <w:bookmarkStart w:id="1589" w:name="_Toc222193187"/>
      <w:bookmarkStart w:id="1590" w:name="_Toc222196715"/>
      <w:bookmarkStart w:id="1591" w:name="_Toc223229990"/>
      <w:bookmarkStart w:id="1592" w:name="_Toc223232071"/>
      <w:bookmarkStart w:id="1593" w:name="_Toc223232381"/>
      <w:bookmarkStart w:id="1594" w:name="_Toc223232729"/>
      <w:bookmarkStart w:id="1595" w:name="_Toc223236303"/>
      <w:bookmarkStart w:id="1596" w:name="_Toc223237296"/>
      <w:bookmarkStart w:id="1597" w:name="_Toc336502033"/>
      <w:bookmarkStart w:id="1598" w:name="_Toc336503689"/>
      <w:bookmarkStart w:id="1599" w:name="_Toc336506266"/>
      <w:bookmarkStart w:id="1600" w:name="_Toc336506317"/>
      <w:bookmarkStart w:id="1601" w:name="_Toc336508321"/>
      <w:bookmarkStart w:id="1602" w:name="_Toc336508843"/>
      <w:bookmarkStart w:id="1603" w:name="_Toc336509459"/>
      <w:bookmarkStart w:id="1604" w:name="_Toc336510111"/>
      <w:bookmarkStart w:id="1605" w:name="_Toc336510266"/>
      <w:bookmarkStart w:id="1606" w:name="_Toc336510389"/>
      <w:bookmarkStart w:id="1607" w:name="_Toc336510494"/>
      <w:bookmarkStart w:id="1608" w:name="_Toc336511766"/>
      <w:bookmarkStart w:id="1609" w:name="_Toc336511818"/>
      <w:bookmarkStart w:id="1610" w:name="_Toc339885972"/>
      <w:bookmarkStart w:id="1611" w:name="_Toc339886926"/>
      <w:bookmarkStart w:id="1612" w:name="_Toc339888859"/>
      <w:bookmarkStart w:id="1613" w:name="_Toc339889436"/>
      <w:bookmarkStart w:id="1614" w:name="_Toc341295882"/>
      <w:bookmarkStart w:id="1615" w:name="_Toc433014204"/>
      <w:bookmarkStart w:id="1616" w:name="_Toc433015156"/>
      <w:bookmarkStart w:id="1617" w:name="_Toc433015387"/>
      <w:bookmarkStart w:id="1618" w:name="_Toc447725094"/>
      <w:bookmarkStart w:id="1619" w:name="_Toc447725252"/>
      <w:bookmarkStart w:id="1620" w:name="_Toc448767359"/>
      <w:bookmarkStart w:id="1621" w:name="_Toc448772368"/>
      <w:bookmarkStart w:id="1622" w:name="_Toc449697889"/>
      <w:bookmarkStart w:id="1623" w:name="_Toc450727405"/>
      <w:bookmarkStart w:id="1624" w:name="_Toc450798459"/>
      <w:bookmarkStart w:id="1625" w:name="_Toc450800106"/>
      <w:bookmarkStart w:id="1626" w:name="_Toc450800289"/>
      <w:bookmarkStart w:id="1627" w:name="_Toc450800520"/>
      <w:bookmarkStart w:id="1628" w:name="_Toc450800672"/>
      <w:bookmarkStart w:id="1629" w:name="_Toc450800783"/>
      <w:bookmarkStart w:id="1630" w:name="_Toc450800820"/>
      <w:bookmarkStart w:id="1631" w:name="_Toc450801728"/>
      <w:bookmarkStart w:id="1632" w:name="_Toc458423070"/>
      <w:bookmarkStart w:id="1633" w:name="_Toc484007390"/>
      <w:r w:rsidRPr="0099346E">
        <w:rPr>
          <w:rFonts w:ascii="Calibri Light" w:hAnsi="Calibri Light" w:cs="Calibri Light"/>
          <w:sz w:val="16"/>
          <w:szCs w:val="16"/>
        </w:rPr>
        <w:t>7. OBMIAR ROBÓT</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Jednostkami obmiarowymi robót są: 1 m2, 1 m3, 1 mb, 1 szt. 1 kpl</w:t>
      </w:r>
      <w:bookmarkStart w:id="1634" w:name="_Toc100290720"/>
      <w:r w:rsidRPr="0099346E">
        <w:rPr>
          <w:rFonts w:ascii="Calibri Light" w:hAnsi="Calibri Light" w:cs="Calibri Light"/>
          <w:sz w:val="16"/>
          <w:szCs w:val="16"/>
        </w:rPr>
        <w:t>, t, kg</w:t>
      </w:r>
    </w:p>
    <w:p w:rsidR="00EF06BA" w:rsidRPr="0099346E" w:rsidRDefault="00EF06BA" w:rsidP="00C822E5">
      <w:pPr>
        <w:pStyle w:val="Heading1"/>
        <w:spacing w:line="240" w:lineRule="auto"/>
        <w:jc w:val="both"/>
        <w:rPr>
          <w:rFonts w:ascii="Calibri Light" w:hAnsi="Calibri Light" w:cs="Calibri Light"/>
          <w:sz w:val="16"/>
          <w:szCs w:val="16"/>
        </w:rPr>
      </w:pPr>
      <w:bookmarkStart w:id="1635" w:name="_Toc100741890"/>
      <w:bookmarkStart w:id="1636" w:name="_Toc101048747"/>
      <w:bookmarkStart w:id="1637" w:name="_Toc101050062"/>
      <w:bookmarkStart w:id="1638" w:name="_Toc101050134"/>
      <w:bookmarkStart w:id="1639" w:name="_Toc101050194"/>
      <w:bookmarkStart w:id="1640" w:name="_Toc101050439"/>
      <w:bookmarkStart w:id="1641" w:name="_Toc111437136"/>
      <w:bookmarkStart w:id="1642" w:name="_Toc111437411"/>
      <w:bookmarkStart w:id="1643" w:name="_Toc111437604"/>
      <w:bookmarkStart w:id="1644" w:name="_Toc111437669"/>
      <w:bookmarkStart w:id="1645" w:name="_Toc111437758"/>
      <w:bookmarkStart w:id="1646" w:name="_Toc111437812"/>
      <w:bookmarkStart w:id="1647" w:name="_Toc111437901"/>
      <w:bookmarkStart w:id="1648" w:name="_Toc111437974"/>
      <w:bookmarkStart w:id="1649" w:name="_Toc111438085"/>
      <w:bookmarkStart w:id="1650" w:name="_Toc111451144"/>
      <w:bookmarkStart w:id="1651" w:name="_Toc111453785"/>
      <w:bookmarkStart w:id="1652" w:name="_Toc111453888"/>
      <w:bookmarkStart w:id="1653" w:name="_Toc111453934"/>
      <w:bookmarkStart w:id="1654" w:name="_Toc111459026"/>
      <w:bookmarkStart w:id="1655" w:name="_Toc124943930"/>
      <w:bookmarkStart w:id="1656" w:name="_Toc124944012"/>
      <w:bookmarkStart w:id="1657" w:name="_Toc124944291"/>
      <w:bookmarkStart w:id="1658" w:name="_Toc124944453"/>
      <w:bookmarkStart w:id="1659" w:name="_Toc124944730"/>
      <w:bookmarkStart w:id="1660" w:name="_Toc124944946"/>
      <w:bookmarkStart w:id="1661" w:name="_Toc124945083"/>
      <w:bookmarkStart w:id="1662" w:name="_Toc124945193"/>
      <w:bookmarkStart w:id="1663" w:name="_Toc124945371"/>
      <w:bookmarkStart w:id="1664" w:name="_Toc124945442"/>
      <w:bookmarkStart w:id="1665" w:name="_Toc124945693"/>
      <w:bookmarkStart w:id="1666" w:name="_Toc124945862"/>
      <w:bookmarkStart w:id="1667" w:name="_Toc124946909"/>
      <w:bookmarkStart w:id="1668" w:name="_Toc124947763"/>
      <w:bookmarkStart w:id="1669" w:name="_Toc124948170"/>
      <w:bookmarkStart w:id="1670" w:name="_Toc124948501"/>
      <w:bookmarkStart w:id="1671" w:name="_Toc124949046"/>
      <w:bookmarkStart w:id="1672" w:name="_Toc124949339"/>
      <w:bookmarkStart w:id="1673" w:name="_Toc124949387"/>
      <w:bookmarkStart w:id="1674" w:name="_Toc124949929"/>
      <w:bookmarkStart w:id="1675" w:name="_Toc124949977"/>
      <w:bookmarkStart w:id="1676" w:name="_Toc124950199"/>
      <w:bookmarkStart w:id="1677" w:name="_Toc124958779"/>
      <w:bookmarkStart w:id="1678" w:name="_Toc124958964"/>
      <w:bookmarkStart w:id="1679" w:name="_Toc124959229"/>
      <w:bookmarkStart w:id="1680" w:name="_Toc124959319"/>
      <w:bookmarkStart w:id="1681" w:name="_Toc124959511"/>
      <w:bookmarkStart w:id="1682" w:name="_Toc124968032"/>
      <w:bookmarkStart w:id="1683" w:name="_Toc124968231"/>
      <w:bookmarkStart w:id="1684" w:name="_Toc125245615"/>
      <w:bookmarkStart w:id="1685" w:name="_Toc125245689"/>
      <w:bookmarkStart w:id="1686" w:name="_Toc125366853"/>
      <w:bookmarkStart w:id="1687" w:name="_Toc125367246"/>
      <w:bookmarkStart w:id="1688" w:name="_Toc125367364"/>
      <w:bookmarkStart w:id="1689" w:name="_Toc125367431"/>
      <w:bookmarkStart w:id="1690" w:name="_Toc125369737"/>
      <w:bookmarkStart w:id="1691" w:name="_Toc125370751"/>
      <w:bookmarkStart w:id="1692" w:name="_Toc125372471"/>
      <w:bookmarkStart w:id="1693" w:name="_Toc125372781"/>
      <w:bookmarkStart w:id="1694" w:name="_Toc125373010"/>
      <w:bookmarkStart w:id="1695" w:name="_Toc125373132"/>
      <w:bookmarkStart w:id="1696" w:name="_Toc125373224"/>
      <w:bookmarkStart w:id="1697" w:name="_Toc125373400"/>
      <w:bookmarkStart w:id="1698" w:name="_Toc125373571"/>
      <w:bookmarkStart w:id="1699" w:name="_Toc125373797"/>
      <w:bookmarkStart w:id="1700" w:name="_Toc125373844"/>
      <w:bookmarkStart w:id="1701" w:name="_Toc125373923"/>
      <w:bookmarkStart w:id="1702" w:name="_Toc125374031"/>
      <w:bookmarkStart w:id="1703" w:name="_Toc125426582"/>
      <w:bookmarkStart w:id="1704" w:name="_Toc125429847"/>
      <w:bookmarkStart w:id="1705" w:name="_Toc125430025"/>
      <w:bookmarkStart w:id="1706" w:name="_Toc125431575"/>
      <w:bookmarkStart w:id="1707" w:name="_Toc125431659"/>
      <w:bookmarkStart w:id="1708" w:name="_Toc125433069"/>
      <w:bookmarkStart w:id="1709" w:name="_Toc125502625"/>
      <w:bookmarkStart w:id="1710" w:name="_Toc125512998"/>
      <w:bookmarkStart w:id="1711" w:name="_Toc125513483"/>
      <w:bookmarkStart w:id="1712" w:name="_Toc125513594"/>
      <w:bookmarkStart w:id="1713" w:name="_Toc126382966"/>
      <w:bookmarkStart w:id="1714" w:name="_Toc126383098"/>
      <w:bookmarkStart w:id="1715" w:name="_Toc126384779"/>
      <w:bookmarkStart w:id="1716" w:name="_Toc126384875"/>
      <w:bookmarkStart w:id="1717" w:name="_Toc126387060"/>
      <w:bookmarkStart w:id="1718" w:name="_Toc126387172"/>
      <w:bookmarkStart w:id="1719" w:name="_Toc126388571"/>
      <w:bookmarkStart w:id="1720" w:name="_Toc126389933"/>
      <w:bookmarkStart w:id="1721" w:name="_Toc126390046"/>
      <w:bookmarkStart w:id="1722" w:name="_Toc126390929"/>
      <w:bookmarkStart w:id="1723" w:name="_Toc126391162"/>
      <w:bookmarkStart w:id="1724" w:name="_Toc131245730"/>
      <w:bookmarkStart w:id="1725" w:name="_Toc131246726"/>
      <w:bookmarkStart w:id="1726" w:name="_Toc131248625"/>
      <w:bookmarkStart w:id="1727" w:name="_Toc131288567"/>
      <w:bookmarkStart w:id="1728" w:name="_Toc131288806"/>
      <w:bookmarkStart w:id="1729" w:name="_Toc131290374"/>
      <w:bookmarkStart w:id="1730" w:name="_Toc131290433"/>
      <w:bookmarkStart w:id="1731" w:name="_Toc131290821"/>
      <w:bookmarkStart w:id="1732" w:name="_Toc131291471"/>
      <w:bookmarkStart w:id="1733" w:name="_Toc131291508"/>
      <w:bookmarkStart w:id="1734" w:name="_Toc131291959"/>
      <w:bookmarkStart w:id="1735" w:name="_Toc131292792"/>
      <w:bookmarkStart w:id="1736" w:name="_Toc131294534"/>
      <w:bookmarkStart w:id="1737" w:name="_Toc131300604"/>
      <w:bookmarkStart w:id="1738" w:name="_Toc131301824"/>
      <w:bookmarkStart w:id="1739" w:name="_Toc131309809"/>
      <w:bookmarkStart w:id="1740" w:name="_Toc131310624"/>
      <w:bookmarkStart w:id="1741" w:name="_Toc131383005"/>
      <w:bookmarkStart w:id="1742" w:name="_Toc131385512"/>
      <w:bookmarkStart w:id="1743" w:name="_Toc131385724"/>
      <w:bookmarkStart w:id="1744" w:name="_Toc131385770"/>
      <w:bookmarkStart w:id="1745" w:name="_Toc131385889"/>
      <w:bookmarkStart w:id="1746" w:name="_Toc131386278"/>
      <w:bookmarkStart w:id="1747" w:name="_Toc191821578"/>
      <w:bookmarkStart w:id="1748" w:name="_Toc191821726"/>
      <w:bookmarkStart w:id="1749" w:name="_Toc191821820"/>
      <w:bookmarkStart w:id="1750" w:name="_Toc191821869"/>
      <w:bookmarkStart w:id="1751" w:name="_Toc191860876"/>
      <w:bookmarkStart w:id="1752" w:name="_Toc191865372"/>
      <w:bookmarkStart w:id="1753" w:name="_Toc191865888"/>
      <w:bookmarkStart w:id="1754" w:name="_Toc191866252"/>
      <w:bookmarkStart w:id="1755" w:name="_Toc222094289"/>
      <w:bookmarkStart w:id="1756" w:name="_Toc222193188"/>
      <w:bookmarkStart w:id="1757" w:name="_Toc222196716"/>
      <w:bookmarkStart w:id="1758" w:name="_Toc223229991"/>
      <w:bookmarkStart w:id="1759" w:name="_Toc223232072"/>
      <w:bookmarkStart w:id="1760" w:name="_Toc223232382"/>
      <w:bookmarkStart w:id="1761" w:name="_Toc223232730"/>
      <w:bookmarkStart w:id="1762" w:name="_Toc223236304"/>
      <w:bookmarkStart w:id="1763" w:name="_Toc223237297"/>
      <w:bookmarkStart w:id="1764" w:name="_Toc336502034"/>
      <w:bookmarkStart w:id="1765" w:name="_Toc336503690"/>
      <w:bookmarkStart w:id="1766" w:name="_Toc336506267"/>
      <w:bookmarkStart w:id="1767" w:name="_Toc336506318"/>
      <w:bookmarkStart w:id="1768" w:name="_Toc336508322"/>
      <w:bookmarkStart w:id="1769" w:name="_Toc336508844"/>
      <w:bookmarkStart w:id="1770" w:name="_Toc336509460"/>
      <w:bookmarkStart w:id="1771" w:name="_Toc336510112"/>
      <w:bookmarkStart w:id="1772" w:name="_Toc336510267"/>
      <w:bookmarkStart w:id="1773" w:name="_Toc336510390"/>
      <w:bookmarkStart w:id="1774" w:name="_Toc336510495"/>
      <w:bookmarkStart w:id="1775" w:name="_Toc336511767"/>
      <w:bookmarkStart w:id="1776" w:name="_Toc336511819"/>
      <w:bookmarkStart w:id="1777" w:name="_Toc339885973"/>
      <w:bookmarkStart w:id="1778" w:name="_Toc339886927"/>
      <w:bookmarkStart w:id="1779" w:name="_Toc339888860"/>
      <w:bookmarkStart w:id="1780" w:name="_Toc339889437"/>
      <w:bookmarkStart w:id="1781" w:name="_Toc341295883"/>
      <w:bookmarkStart w:id="1782" w:name="_Toc433014205"/>
      <w:bookmarkStart w:id="1783" w:name="_Toc433015157"/>
      <w:bookmarkStart w:id="1784" w:name="_Toc433015388"/>
      <w:bookmarkStart w:id="1785" w:name="_Toc447725095"/>
      <w:bookmarkStart w:id="1786" w:name="_Toc447725253"/>
      <w:bookmarkStart w:id="1787" w:name="_Toc448767360"/>
      <w:bookmarkStart w:id="1788" w:name="_Toc448772369"/>
      <w:bookmarkStart w:id="1789" w:name="_Toc449697890"/>
      <w:bookmarkStart w:id="1790" w:name="_Toc450727406"/>
      <w:bookmarkStart w:id="1791" w:name="_Toc450798460"/>
      <w:bookmarkStart w:id="1792" w:name="_Toc450800107"/>
      <w:bookmarkStart w:id="1793" w:name="_Toc450800290"/>
      <w:bookmarkStart w:id="1794" w:name="_Toc450800521"/>
      <w:bookmarkStart w:id="1795" w:name="_Toc450800673"/>
      <w:bookmarkStart w:id="1796" w:name="_Toc450800784"/>
      <w:bookmarkStart w:id="1797" w:name="_Toc450800821"/>
      <w:bookmarkStart w:id="1798" w:name="_Toc450801729"/>
      <w:bookmarkStart w:id="1799" w:name="_Toc458423071"/>
      <w:bookmarkStart w:id="1800" w:name="_Toc484007391"/>
      <w:r w:rsidRPr="0099346E">
        <w:rPr>
          <w:rFonts w:ascii="Calibri Light" w:hAnsi="Calibri Light" w:cs="Calibri Light"/>
          <w:sz w:val="16"/>
          <w:szCs w:val="16"/>
        </w:rPr>
        <w:t>8. ODBIÓR ROBÓT</w:t>
      </w:r>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p>
    <w:p w:rsidR="00EF06BA" w:rsidRPr="0099346E" w:rsidRDefault="00EF06BA" w:rsidP="00C822E5">
      <w:pPr>
        <w:pStyle w:val="Heading3"/>
        <w:spacing w:before="0" w:after="0"/>
        <w:jc w:val="both"/>
        <w:rPr>
          <w:rFonts w:ascii="Calibri Light" w:hAnsi="Calibri Light" w:cs="Calibri Light"/>
          <w:sz w:val="16"/>
          <w:szCs w:val="16"/>
        </w:rPr>
      </w:pPr>
      <w:bookmarkStart w:id="1801" w:name="_Toc100290721"/>
      <w:bookmarkStart w:id="1802" w:name="_Toc100741891"/>
      <w:bookmarkStart w:id="1803" w:name="_Toc101048748"/>
      <w:bookmarkStart w:id="1804" w:name="_Toc101050063"/>
      <w:bookmarkStart w:id="1805" w:name="_Toc101050135"/>
      <w:bookmarkStart w:id="1806" w:name="_Toc101050195"/>
      <w:bookmarkStart w:id="1807" w:name="_Toc101050440"/>
      <w:bookmarkStart w:id="1808" w:name="_Toc111437137"/>
      <w:bookmarkStart w:id="1809" w:name="_Toc124968232"/>
      <w:bookmarkStart w:id="1810" w:name="_Toc125245616"/>
      <w:r w:rsidRPr="0099346E">
        <w:rPr>
          <w:rFonts w:ascii="Calibri Light" w:hAnsi="Calibri Light" w:cs="Calibri Light"/>
          <w:sz w:val="16"/>
          <w:szCs w:val="16"/>
        </w:rPr>
        <w:t>8.1. Rodzaje odbiorów robót</w:t>
      </w:r>
      <w:bookmarkEnd w:id="1801"/>
      <w:bookmarkEnd w:id="1802"/>
      <w:bookmarkEnd w:id="1803"/>
      <w:bookmarkEnd w:id="1804"/>
      <w:bookmarkEnd w:id="1805"/>
      <w:bookmarkEnd w:id="1806"/>
      <w:bookmarkEnd w:id="1807"/>
      <w:bookmarkEnd w:id="1808"/>
      <w:bookmarkEnd w:id="1809"/>
      <w:bookmarkEnd w:id="1810"/>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W zależności od ustaleń odpowiednich ST, roboty podlegają następującym etapom odbioru, dokonywanym przez Inspektora przy udziale wykonawcy: </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a) odbiór robót zanikających i ulegających zakryciu,</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 odbiór częściowy,</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c) odbiór ostateczny,</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 odbiór pogwarancyjny.</w:t>
      </w:r>
    </w:p>
    <w:p w:rsidR="00EF06BA" w:rsidRPr="0099346E" w:rsidRDefault="00EF06BA" w:rsidP="00C822E5">
      <w:pPr>
        <w:pStyle w:val="Heading3"/>
        <w:spacing w:before="0" w:after="0"/>
        <w:jc w:val="both"/>
        <w:rPr>
          <w:rFonts w:ascii="Calibri Light" w:hAnsi="Calibri Light" w:cs="Calibri Light"/>
          <w:sz w:val="16"/>
          <w:szCs w:val="16"/>
        </w:rPr>
      </w:pPr>
      <w:bookmarkStart w:id="1811" w:name="_Toc100290722"/>
      <w:bookmarkStart w:id="1812" w:name="_Toc100741892"/>
      <w:bookmarkStart w:id="1813" w:name="_Toc101048749"/>
      <w:bookmarkStart w:id="1814" w:name="_Toc101050064"/>
      <w:bookmarkStart w:id="1815" w:name="_Toc101050136"/>
      <w:bookmarkStart w:id="1816" w:name="_Toc101050196"/>
      <w:bookmarkStart w:id="1817" w:name="_Toc101050441"/>
      <w:bookmarkStart w:id="1818" w:name="_Toc111437138"/>
      <w:bookmarkStart w:id="1819" w:name="_Toc124968233"/>
      <w:bookmarkStart w:id="1820" w:name="_Toc125245617"/>
      <w:r w:rsidRPr="0099346E">
        <w:rPr>
          <w:rFonts w:ascii="Calibri Light" w:hAnsi="Calibri Light" w:cs="Calibri Light"/>
          <w:sz w:val="16"/>
          <w:szCs w:val="16"/>
        </w:rPr>
        <w:t>8.2. Odbiór robót zanikających i ulegających zakryciu</w:t>
      </w:r>
      <w:bookmarkEnd w:id="1811"/>
      <w:bookmarkEnd w:id="1812"/>
      <w:bookmarkEnd w:id="1813"/>
      <w:bookmarkEnd w:id="1814"/>
      <w:bookmarkEnd w:id="1815"/>
      <w:bookmarkEnd w:id="1816"/>
      <w:bookmarkEnd w:id="1817"/>
      <w:bookmarkEnd w:id="1818"/>
      <w:bookmarkEnd w:id="1819"/>
      <w:bookmarkEnd w:id="1820"/>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Zasady odbioru robót zanikających i ulegających zakryciu zostały określone w umowie.</w:t>
      </w:r>
    </w:p>
    <w:p w:rsidR="00EF06BA" w:rsidRPr="0099346E" w:rsidRDefault="00EF06BA" w:rsidP="00C822E5">
      <w:pPr>
        <w:pStyle w:val="Heading3"/>
        <w:spacing w:before="0" w:after="0"/>
        <w:jc w:val="both"/>
        <w:rPr>
          <w:rFonts w:ascii="Calibri Light" w:hAnsi="Calibri Light" w:cs="Calibri Light"/>
          <w:sz w:val="16"/>
          <w:szCs w:val="16"/>
        </w:rPr>
      </w:pPr>
      <w:bookmarkStart w:id="1821" w:name="_Toc100290723"/>
      <w:bookmarkStart w:id="1822" w:name="_Toc100741893"/>
      <w:bookmarkStart w:id="1823" w:name="_Toc101048750"/>
      <w:bookmarkStart w:id="1824" w:name="_Toc101050065"/>
      <w:bookmarkStart w:id="1825" w:name="_Toc101050137"/>
      <w:bookmarkStart w:id="1826" w:name="_Toc101050197"/>
      <w:bookmarkStart w:id="1827" w:name="_Toc101050442"/>
      <w:bookmarkStart w:id="1828" w:name="_Toc111437139"/>
      <w:bookmarkStart w:id="1829" w:name="_Toc124968234"/>
      <w:bookmarkStart w:id="1830" w:name="_Toc125245618"/>
      <w:r w:rsidRPr="0099346E">
        <w:rPr>
          <w:rFonts w:ascii="Calibri Light" w:hAnsi="Calibri Light" w:cs="Calibri Light"/>
          <w:sz w:val="16"/>
          <w:szCs w:val="16"/>
        </w:rPr>
        <w:t>8.3. Odbiór częściowy</w:t>
      </w:r>
      <w:bookmarkEnd w:id="1821"/>
      <w:bookmarkEnd w:id="1822"/>
      <w:bookmarkEnd w:id="1823"/>
      <w:bookmarkEnd w:id="1824"/>
      <w:bookmarkEnd w:id="1825"/>
      <w:bookmarkEnd w:id="1826"/>
      <w:bookmarkEnd w:id="1827"/>
      <w:bookmarkEnd w:id="1828"/>
      <w:bookmarkEnd w:id="1829"/>
      <w:bookmarkEnd w:id="1830"/>
    </w:p>
    <w:p w:rsidR="00EF06BA" w:rsidRPr="0099346E" w:rsidRDefault="00EF06BA" w:rsidP="00C822E5">
      <w:pPr>
        <w:widowControl w:val="0"/>
        <w:autoSpaceDE w:val="0"/>
        <w:autoSpaceDN w:val="0"/>
        <w:adjustRightInd w:val="0"/>
        <w:jc w:val="both"/>
        <w:rPr>
          <w:rFonts w:ascii="Calibri Light" w:hAnsi="Calibri Light" w:cs="Calibri Light"/>
          <w:sz w:val="16"/>
          <w:szCs w:val="16"/>
        </w:rPr>
      </w:pPr>
      <w:bookmarkStart w:id="1831" w:name="_Toc100290724"/>
      <w:bookmarkStart w:id="1832" w:name="_Toc100741894"/>
      <w:bookmarkStart w:id="1833" w:name="_Toc101048751"/>
      <w:bookmarkStart w:id="1834" w:name="_Toc101050066"/>
      <w:bookmarkStart w:id="1835" w:name="_Toc101050138"/>
      <w:bookmarkStart w:id="1836" w:name="_Toc101050198"/>
      <w:bookmarkStart w:id="1837" w:name="_Toc101050443"/>
      <w:bookmarkStart w:id="1838" w:name="_Toc111437140"/>
      <w:bookmarkStart w:id="1839" w:name="_Toc124968235"/>
      <w:bookmarkStart w:id="1840" w:name="_Toc125245619"/>
      <w:r w:rsidRPr="0099346E">
        <w:rPr>
          <w:rFonts w:ascii="Calibri Light" w:hAnsi="Calibri Light" w:cs="Calibri Light"/>
          <w:sz w:val="16"/>
          <w:szCs w:val="16"/>
        </w:rPr>
        <w:t>Zasady odbioru częściowego zostały określone w umowie.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8.4. Odbiór ostateczny</w:t>
      </w:r>
      <w:bookmarkEnd w:id="1831"/>
      <w:bookmarkEnd w:id="1832"/>
      <w:bookmarkEnd w:id="1833"/>
      <w:bookmarkEnd w:id="1834"/>
      <w:bookmarkEnd w:id="1835"/>
      <w:bookmarkEnd w:id="1836"/>
      <w:bookmarkEnd w:id="1837"/>
      <w:bookmarkEnd w:id="1838"/>
      <w:bookmarkEnd w:id="1839"/>
      <w:bookmarkEnd w:id="1840"/>
    </w:p>
    <w:p w:rsidR="00EF06BA" w:rsidRPr="0099346E" w:rsidRDefault="00EF06BA" w:rsidP="00C822E5">
      <w:pPr>
        <w:pStyle w:val="Heading3"/>
        <w:spacing w:before="0" w:after="0"/>
        <w:jc w:val="both"/>
        <w:rPr>
          <w:rFonts w:ascii="Calibri Light" w:hAnsi="Calibri Light" w:cs="Calibri Light"/>
          <w:sz w:val="16"/>
          <w:szCs w:val="16"/>
        </w:rPr>
      </w:pPr>
      <w:bookmarkStart w:id="1841" w:name="_Toc100290725"/>
      <w:bookmarkStart w:id="1842" w:name="_Toc124968236"/>
      <w:bookmarkStart w:id="1843" w:name="_Toc125245620"/>
      <w:r w:rsidRPr="0099346E">
        <w:rPr>
          <w:rFonts w:ascii="Calibri Light" w:hAnsi="Calibri Light" w:cs="Calibri Light"/>
          <w:sz w:val="16"/>
          <w:szCs w:val="16"/>
        </w:rPr>
        <w:t>8.4.1. Zasady odbioru ostatecznego</w:t>
      </w:r>
      <w:bookmarkEnd w:id="1841"/>
      <w:bookmarkEnd w:id="1842"/>
      <w:bookmarkEnd w:id="1843"/>
    </w:p>
    <w:p w:rsidR="00EF06BA" w:rsidRPr="0099346E" w:rsidRDefault="00EF06BA" w:rsidP="00C822E5">
      <w:pPr>
        <w:widowControl w:val="0"/>
        <w:autoSpaceDE w:val="0"/>
        <w:autoSpaceDN w:val="0"/>
        <w:adjustRightInd w:val="0"/>
        <w:jc w:val="both"/>
        <w:rPr>
          <w:rFonts w:ascii="Calibri Light" w:hAnsi="Calibri Light" w:cs="Calibri Light"/>
          <w:sz w:val="16"/>
          <w:szCs w:val="16"/>
        </w:rPr>
      </w:pPr>
      <w:bookmarkStart w:id="1844" w:name="_Toc100290726"/>
      <w:bookmarkStart w:id="1845" w:name="_Toc124968237"/>
      <w:bookmarkStart w:id="1846" w:name="_Toc125245621"/>
      <w:r w:rsidRPr="0099346E">
        <w:rPr>
          <w:rFonts w:ascii="Calibri Light" w:hAnsi="Calibri Light" w:cs="Calibri Light"/>
          <w:sz w:val="16"/>
          <w:szCs w:val="16"/>
        </w:rPr>
        <w:t>Zasady odbioru ostatecznego zostały określone w umowie.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8.4.2. Dokumenty do odbioru ostatecznego</w:t>
      </w:r>
      <w:bookmarkEnd w:id="1844"/>
      <w:bookmarkEnd w:id="1845"/>
      <w:bookmarkEnd w:id="1846"/>
    </w:p>
    <w:p w:rsidR="00EF06BA" w:rsidRPr="0099346E" w:rsidRDefault="00EF06BA" w:rsidP="00C822E5">
      <w:pPr>
        <w:widowControl w:val="0"/>
        <w:autoSpaceDE w:val="0"/>
        <w:autoSpaceDN w:val="0"/>
        <w:adjustRightInd w:val="0"/>
        <w:jc w:val="both"/>
        <w:rPr>
          <w:rFonts w:ascii="Calibri Light" w:hAnsi="Calibri Light" w:cs="Calibri Light"/>
          <w:sz w:val="16"/>
          <w:szCs w:val="16"/>
        </w:rPr>
      </w:pPr>
      <w:bookmarkStart w:id="1847" w:name="_Toc100290727"/>
      <w:bookmarkStart w:id="1848" w:name="_Toc100741895"/>
      <w:bookmarkStart w:id="1849" w:name="_Toc101048752"/>
      <w:bookmarkStart w:id="1850" w:name="_Toc101050067"/>
      <w:bookmarkStart w:id="1851" w:name="_Toc101050139"/>
      <w:bookmarkStart w:id="1852" w:name="_Toc101050199"/>
      <w:bookmarkStart w:id="1853" w:name="_Toc101050444"/>
      <w:bookmarkStart w:id="1854" w:name="_Toc111437141"/>
      <w:bookmarkStart w:id="1855" w:name="_Toc124968238"/>
      <w:bookmarkStart w:id="1856" w:name="_Toc125245622"/>
      <w:r w:rsidRPr="0099346E">
        <w:rPr>
          <w:rFonts w:ascii="Calibri Light" w:hAnsi="Calibri Light" w:cs="Calibri Light"/>
          <w:sz w:val="16"/>
          <w:szCs w:val="16"/>
        </w:rPr>
        <w:t>Dokumenty do odbioru ostatecznego zostały określone w umowie.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8.5. Odbiór pogwarancyjny</w:t>
      </w:r>
      <w:bookmarkEnd w:id="1847"/>
      <w:bookmarkEnd w:id="1848"/>
      <w:bookmarkEnd w:id="1849"/>
      <w:bookmarkEnd w:id="1850"/>
      <w:bookmarkEnd w:id="1851"/>
      <w:bookmarkEnd w:id="1852"/>
      <w:bookmarkEnd w:id="1853"/>
      <w:bookmarkEnd w:id="1854"/>
      <w:bookmarkEnd w:id="1855"/>
      <w:bookmarkEnd w:id="1856"/>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Odbiór pogwarancyjny polega na ocenie wykonanych robót związanych z usunięciem wad stwierdzonych przy odbiorze ostatecznym i zaistniałych w okresie gwarancyjnym.</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Odbiór pogwarancyjny będzie dokonany na podstawie oceny wizualnej obiektu z uwzględnieniem zasad odbioru ostatecznego.</w:t>
      </w:r>
    </w:p>
    <w:p w:rsidR="00EF06BA" w:rsidRPr="0099346E" w:rsidRDefault="00EF06BA" w:rsidP="00C822E5">
      <w:pPr>
        <w:pStyle w:val="Heading1"/>
        <w:spacing w:line="240" w:lineRule="auto"/>
        <w:jc w:val="both"/>
        <w:rPr>
          <w:rFonts w:ascii="Calibri Light" w:hAnsi="Calibri Light" w:cs="Calibri Light"/>
          <w:sz w:val="16"/>
          <w:szCs w:val="16"/>
        </w:rPr>
      </w:pPr>
      <w:bookmarkStart w:id="1857" w:name="_Toc111437412"/>
      <w:bookmarkStart w:id="1858" w:name="_Toc111437605"/>
      <w:bookmarkStart w:id="1859" w:name="_Toc111437670"/>
      <w:bookmarkStart w:id="1860" w:name="_Toc111437759"/>
      <w:bookmarkStart w:id="1861" w:name="_Toc111437813"/>
      <w:bookmarkStart w:id="1862" w:name="_Toc111437902"/>
      <w:bookmarkStart w:id="1863" w:name="_Toc111437975"/>
      <w:bookmarkStart w:id="1864" w:name="_Toc111438086"/>
      <w:bookmarkStart w:id="1865" w:name="_Toc111451145"/>
      <w:bookmarkStart w:id="1866" w:name="_Toc111453786"/>
      <w:bookmarkStart w:id="1867" w:name="_Toc111453889"/>
      <w:bookmarkStart w:id="1868" w:name="_Toc111453935"/>
      <w:bookmarkStart w:id="1869" w:name="_Toc111459027"/>
      <w:bookmarkStart w:id="1870" w:name="_Toc124943931"/>
      <w:bookmarkStart w:id="1871" w:name="_Toc124944013"/>
      <w:bookmarkStart w:id="1872" w:name="_Toc124944292"/>
      <w:bookmarkStart w:id="1873" w:name="_Toc124944454"/>
      <w:bookmarkStart w:id="1874" w:name="_Toc124944731"/>
      <w:bookmarkStart w:id="1875" w:name="_Toc124944947"/>
      <w:bookmarkStart w:id="1876" w:name="_Toc124945084"/>
      <w:bookmarkStart w:id="1877" w:name="_Toc124945194"/>
      <w:bookmarkStart w:id="1878" w:name="_Toc124945372"/>
      <w:bookmarkStart w:id="1879" w:name="_Toc124945443"/>
      <w:bookmarkStart w:id="1880" w:name="_Toc124945694"/>
      <w:bookmarkStart w:id="1881" w:name="_Toc124945863"/>
      <w:bookmarkStart w:id="1882" w:name="_Toc124946910"/>
      <w:bookmarkStart w:id="1883" w:name="_Toc124947764"/>
      <w:bookmarkStart w:id="1884" w:name="_Toc124948171"/>
      <w:bookmarkStart w:id="1885" w:name="_Toc124948502"/>
      <w:bookmarkStart w:id="1886" w:name="_Toc124949047"/>
      <w:bookmarkStart w:id="1887" w:name="_Toc124949340"/>
      <w:bookmarkStart w:id="1888" w:name="_Toc124949388"/>
      <w:bookmarkStart w:id="1889" w:name="_Toc124949930"/>
      <w:bookmarkStart w:id="1890" w:name="_Toc124949978"/>
      <w:bookmarkStart w:id="1891" w:name="_Toc124950200"/>
      <w:bookmarkStart w:id="1892" w:name="_Toc124958780"/>
      <w:bookmarkStart w:id="1893" w:name="_Toc124958965"/>
      <w:bookmarkStart w:id="1894" w:name="_Toc124959230"/>
      <w:bookmarkStart w:id="1895" w:name="_Toc124959320"/>
      <w:bookmarkStart w:id="1896" w:name="_Toc124959512"/>
      <w:bookmarkStart w:id="1897" w:name="_Toc124968033"/>
      <w:bookmarkStart w:id="1898" w:name="_Toc124968239"/>
      <w:bookmarkStart w:id="1899" w:name="_Toc125245623"/>
      <w:bookmarkStart w:id="1900" w:name="_Toc125245690"/>
      <w:bookmarkStart w:id="1901" w:name="_Toc125366854"/>
      <w:bookmarkStart w:id="1902" w:name="_Toc125367247"/>
      <w:bookmarkStart w:id="1903" w:name="_Toc125367365"/>
      <w:bookmarkStart w:id="1904" w:name="_Toc125367432"/>
      <w:bookmarkStart w:id="1905" w:name="_Toc125369738"/>
      <w:bookmarkStart w:id="1906" w:name="_Toc125370752"/>
      <w:bookmarkStart w:id="1907" w:name="_Toc125372472"/>
      <w:bookmarkStart w:id="1908" w:name="_Toc125372782"/>
      <w:bookmarkStart w:id="1909" w:name="_Toc125373011"/>
      <w:bookmarkStart w:id="1910" w:name="_Toc125373133"/>
      <w:bookmarkStart w:id="1911" w:name="_Toc125373225"/>
      <w:bookmarkStart w:id="1912" w:name="_Toc125373401"/>
      <w:bookmarkStart w:id="1913" w:name="_Toc125373572"/>
      <w:bookmarkStart w:id="1914" w:name="_Toc125373798"/>
      <w:bookmarkStart w:id="1915" w:name="_Toc125373845"/>
      <w:bookmarkStart w:id="1916" w:name="_Toc125373924"/>
      <w:bookmarkStart w:id="1917" w:name="_Toc125374032"/>
      <w:bookmarkStart w:id="1918" w:name="_Toc125426583"/>
      <w:bookmarkStart w:id="1919" w:name="_Toc125429848"/>
      <w:bookmarkStart w:id="1920" w:name="_Toc125430026"/>
      <w:bookmarkStart w:id="1921" w:name="_Toc125431576"/>
      <w:bookmarkStart w:id="1922" w:name="_Toc125431660"/>
      <w:bookmarkStart w:id="1923" w:name="_Toc125433070"/>
      <w:bookmarkStart w:id="1924" w:name="_Toc125502626"/>
      <w:bookmarkStart w:id="1925" w:name="_Toc125512999"/>
      <w:bookmarkStart w:id="1926" w:name="_Toc125513484"/>
      <w:bookmarkStart w:id="1927" w:name="_Toc125513595"/>
      <w:bookmarkStart w:id="1928" w:name="_Toc126382967"/>
      <w:bookmarkStart w:id="1929" w:name="_Toc126383099"/>
      <w:bookmarkStart w:id="1930" w:name="_Toc126384780"/>
      <w:bookmarkStart w:id="1931" w:name="_Toc126384876"/>
      <w:bookmarkStart w:id="1932" w:name="_Toc126387061"/>
      <w:bookmarkStart w:id="1933" w:name="_Toc126387173"/>
      <w:bookmarkStart w:id="1934" w:name="_Toc126388572"/>
      <w:bookmarkStart w:id="1935" w:name="_Toc126389934"/>
      <w:bookmarkStart w:id="1936" w:name="_Toc126390047"/>
      <w:bookmarkStart w:id="1937" w:name="_Toc126390930"/>
      <w:bookmarkStart w:id="1938" w:name="_Toc126391163"/>
      <w:bookmarkStart w:id="1939" w:name="_Toc131245731"/>
      <w:bookmarkStart w:id="1940" w:name="_Toc131246727"/>
      <w:bookmarkStart w:id="1941" w:name="_Toc131248626"/>
      <w:bookmarkStart w:id="1942" w:name="_Toc131288568"/>
      <w:bookmarkStart w:id="1943" w:name="_Toc131288807"/>
      <w:bookmarkStart w:id="1944" w:name="_Toc131290375"/>
      <w:bookmarkStart w:id="1945" w:name="_Toc131290434"/>
      <w:bookmarkStart w:id="1946" w:name="_Toc131290822"/>
      <w:bookmarkStart w:id="1947" w:name="_Toc131291472"/>
      <w:bookmarkStart w:id="1948" w:name="_Toc131291509"/>
      <w:bookmarkStart w:id="1949" w:name="_Toc131291960"/>
      <w:bookmarkStart w:id="1950" w:name="_Toc131292793"/>
      <w:bookmarkStart w:id="1951" w:name="_Toc131294535"/>
      <w:bookmarkStart w:id="1952" w:name="_Toc131300605"/>
      <w:bookmarkStart w:id="1953" w:name="_Toc131301825"/>
      <w:bookmarkStart w:id="1954" w:name="_Toc131309810"/>
      <w:bookmarkStart w:id="1955" w:name="_Toc131310625"/>
      <w:bookmarkStart w:id="1956" w:name="_Toc131383006"/>
      <w:bookmarkStart w:id="1957" w:name="_Toc131385513"/>
      <w:bookmarkStart w:id="1958" w:name="_Toc131385725"/>
      <w:bookmarkStart w:id="1959" w:name="_Toc131385771"/>
      <w:bookmarkStart w:id="1960" w:name="_Toc131385890"/>
      <w:bookmarkStart w:id="1961" w:name="_Toc131386279"/>
      <w:bookmarkStart w:id="1962" w:name="_Toc191821579"/>
      <w:bookmarkStart w:id="1963" w:name="_Toc191821727"/>
      <w:bookmarkStart w:id="1964" w:name="_Toc191821821"/>
      <w:bookmarkStart w:id="1965" w:name="_Toc191821870"/>
      <w:bookmarkStart w:id="1966" w:name="_Toc191860877"/>
      <w:bookmarkStart w:id="1967" w:name="_Toc191865373"/>
      <w:bookmarkStart w:id="1968" w:name="_Toc191865889"/>
      <w:bookmarkStart w:id="1969" w:name="_Toc191866253"/>
      <w:bookmarkStart w:id="1970" w:name="_Toc222094290"/>
      <w:bookmarkStart w:id="1971" w:name="_Toc222193189"/>
      <w:bookmarkStart w:id="1972" w:name="_Toc222196717"/>
      <w:bookmarkStart w:id="1973" w:name="_Toc223229992"/>
      <w:bookmarkStart w:id="1974" w:name="_Toc223232073"/>
      <w:bookmarkStart w:id="1975" w:name="_Toc223232383"/>
      <w:bookmarkStart w:id="1976" w:name="_Toc223232731"/>
      <w:bookmarkStart w:id="1977" w:name="_Toc223236305"/>
      <w:bookmarkStart w:id="1978" w:name="_Toc223237298"/>
      <w:bookmarkStart w:id="1979" w:name="_Toc336502035"/>
      <w:bookmarkStart w:id="1980" w:name="_Toc336503691"/>
      <w:bookmarkStart w:id="1981" w:name="_Toc336506268"/>
      <w:bookmarkStart w:id="1982" w:name="_Toc336506319"/>
      <w:bookmarkStart w:id="1983" w:name="_Toc336508323"/>
      <w:bookmarkStart w:id="1984" w:name="_Toc336508845"/>
      <w:bookmarkStart w:id="1985" w:name="_Toc336509461"/>
      <w:bookmarkStart w:id="1986" w:name="_Toc336510113"/>
      <w:bookmarkStart w:id="1987" w:name="_Toc336510268"/>
      <w:bookmarkStart w:id="1988" w:name="_Toc336510391"/>
      <w:bookmarkStart w:id="1989" w:name="_Toc336510496"/>
      <w:bookmarkStart w:id="1990" w:name="_Toc336511768"/>
      <w:bookmarkStart w:id="1991" w:name="_Toc336511820"/>
      <w:bookmarkStart w:id="1992" w:name="_Toc339885974"/>
      <w:bookmarkStart w:id="1993" w:name="_Toc339886928"/>
      <w:bookmarkStart w:id="1994" w:name="_Toc339888861"/>
      <w:bookmarkStart w:id="1995" w:name="_Toc339889438"/>
      <w:bookmarkStart w:id="1996" w:name="_Toc341295884"/>
      <w:bookmarkStart w:id="1997" w:name="_Toc433014206"/>
      <w:bookmarkStart w:id="1998" w:name="_Toc433015158"/>
      <w:bookmarkStart w:id="1999" w:name="_Toc433015389"/>
      <w:bookmarkStart w:id="2000" w:name="_Toc447725096"/>
      <w:bookmarkStart w:id="2001" w:name="_Toc447725254"/>
      <w:bookmarkStart w:id="2002" w:name="_Toc448767361"/>
      <w:bookmarkStart w:id="2003" w:name="_Toc448772370"/>
      <w:bookmarkStart w:id="2004" w:name="_Toc449697891"/>
      <w:bookmarkStart w:id="2005" w:name="_Toc450727407"/>
      <w:bookmarkStart w:id="2006" w:name="_Toc450798461"/>
      <w:bookmarkStart w:id="2007" w:name="_Toc450800108"/>
      <w:bookmarkStart w:id="2008" w:name="_Toc450800291"/>
      <w:bookmarkStart w:id="2009" w:name="_Toc450800522"/>
      <w:bookmarkStart w:id="2010" w:name="_Toc450800674"/>
      <w:bookmarkStart w:id="2011" w:name="_Toc450800785"/>
      <w:bookmarkStart w:id="2012" w:name="_Toc450800822"/>
      <w:bookmarkStart w:id="2013" w:name="_Toc450801730"/>
      <w:bookmarkStart w:id="2014" w:name="_Toc458423072"/>
      <w:bookmarkStart w:id="2015" w:name="_Toc484007392"/>
      <w:r w:rsidRPr="0099346E">
        <w:rPr>
          <w:rFonts w:ascii="Calibri Light" w:hAnsi="Calibri Light" w:cs="Calibri Light"/>
          <w:sz w:val="16"/>
          <w:szCs w:val="16"/>
        </w:rPr>
        <w:t>9. PODSTAWA PŁATNOŚCI</w:t>
      </w:r>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Podstawą płatności jest cena jednostkowa skalkulowana przez Wykonawcę za jednostkę obmiarową ustaloną dla danej pozycji kosztorysu.</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Cena jednostkowa pozycji kosztorysowej będzie uwzględniać wszystkie czynności, składające się na jej wykonanie, określone dla tej roboty w SST </w:t>
      </w:r>
      <w:r>
        <w:rPr>
          <w:rFonts w:ascii="Calibri Light" w:hAnsi="Calibri Light" w:cs="Calibri Light"/>
          <w:sz w:val="16"/>
          <w:szCs w:val="16"/>
        </w:rPr>
        <w:br/>
      </w:r>
      <w:r w:rsidRPr="0099346E">
        <w:rPr>
          <w:rFonts w:ascii="Calibri Light" w:hAnsi="Calibri Light" w:cs="Calibri Light"/>
          <w:sz w:val="16"/>
          <w:szCs w:val="16"/>
        </w:rPr>
        <w:t>i w dokumentacji projektowej.</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Ceny jednostkowe robót będą obejmować:</w:t>
      </w:r>
    </w:p>
    <w:p w:rsidR="00EF06BA" w:rsidRPr="0099346E" w:rsidRDefault="00EF06BA" w:rsidP="00C822E5">
      <w:pPr>
        <w:widowControl w:val="0"/>
        <w:numPr>
          <w:ilvl w:val="0"/>
          <w:numId w:val="5"/>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robociznę bezpośrednią wraz z towarzyszącymi kosztami,</w:t>
      </w:r>
    </w:p>
    <w:p w:rsidR="00EF06BA" w:rsidRPr="0099346E" w:rsidRDefault="00EF06BA" w:rsidP="00C822E5">
      <w:pPr>
        <w:widowControl w:val="0"/>
        <w:numPr>
          <w:ilvl w:val="0"/>
          <w:numId w:val="5"/>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wartość materiałów wraz z kosztami zakupu, magazynowania, ewentualnych ubytków i transportu na teren budowy,</w:t>
      </w:r>
    </w:p>
    <w:p w:rsidR="00EF06BA" w:rsidRPr="0099346E" w:rsidRDefault="00EF06BA" w:rsidP="00C822E5">
      <w:pPr>
        <w:widowControl w:val="0"/>
        <w:numPr>
          <w:ilvl w:val="0"/>
          <w:numId w:val="5"/>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wartość pracy maszyn i sprzętu wraz z towarzyszącymi kosztami,</w:t>
      </w:r>
    </w:p>
    <w:p w:rsidR="00EF06BA" w:rsidRPr="0099346E" w:rsidRDefault="00EF06BA" w:rsidP="00C822E5">
      <w:pPr>
        <w:widowControl w:val="0"/>
        <w:numPr>
          <w:ilvl w:val="0"/>
          <w:numId w:val="5"/>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koszty odwozu i utylizacji odpadów,</w:t>
      </w:r>
    </w:p>
    <w:p w:rsidR="00EF06BA" w:rsidRPr="0099346E" w:rsidRDefault="00EF06BA" w:rsidP="00C822E5">
      <w:pPr>
        <w:widowControl w:val="0"/>
        <w:numPr>
          <w:ilvl w:val="0"/>
          <w:numId w:val="5"/>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koszty pośrednie, zysk kalkulacyjny i ryzyko,</w:t>
      </w:r>
    </w:p>
    <w:p w:rsidR="00EF06BA" w:rsidRPr="0099346E" w:rsidRDefault="00EF06BA" w:rsidP="00C822E5">
      <w:pPr>
        <w:widowControl w:val="0"/>
        <w:numPr>
          <w:ilvl w:val="0"/>
          <w:numId w:val="5"/>
        </w:numPr>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podatki obliczone zgodnie z obowiązującymi przepisami.</w:t>
      </w:r>
    </w:p>
    <w:p w:rsidR="00EF06BA" w:rsidRPr="0099346E" w:rsidRDefault="00EF06BA" w:rsidP="00C822E5">
      <w:pPr>
        <w:widowControl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Do cen jednostkowych nie należy wliczać podatku VAT.</w:t>
      </w:r>
    </w:p>
    <w:p w:rsidR="00EF06BA" w:rsidRPr="0099346E" w:rsidRDefault="00EF06BA" w:rsidP="00C822E5">
      <w:pPr>
        <w:pStyle w:val="Heading1"/>
        <w:spacing w:line="240" w:lineRule="auto"/>
        <w:jc w:val="both"/>
        <w:rPr>
          <w:rFonts w:ascii="Calibri Light" w:hAnsi="Calibri Light" w:cs="Calibri Light"/>
          <w:sz w:val="16"/>
          <w:szCs w:val="16"/>
        </w:rPr>
      </w:pPr>
      <w:bookmarkStart w:id="2016" w:name="_Toc100741896"/>
      <w:bookmarkStart w:id="2017" w:name="_Toc101048753"/>
      <w:bookmarkStart w:id="2018" w:name="_Toc101050068"/>
      <w:bookmarkStart w:id="2019" w:name="_Toc101050140"/>
      <w:bookmarkStart w:id="2020" w:name="_Toc101050200"/>
      <w:bookmarkStart w:id="2021" w:name="_Toc101050445"/>
      <w:bookmarkStart w:id="2022" w:name="_Toc111437142"/>
      <w:bookmarkStart w:id="2023" w:name="_Toc111437413"/>
      <w:bookmarkStart w:id="2024" w:name="_Toc111437606"/>
      <w:bookmarkStart w:id="2025" w:name="_Toc111437671"/>
      <w:bookmarkStart w:id="2026" w:name="_Toc111437760"/>
      <w:bookmarkStart w:id="2027" w:name="_Toc111437814"/>
      <w:bookmarkStart w:id="2028" w:name="_Toc111437903"/>
      <w:bookmarkStart w:id="2029" w:name="_Toc111437976"/>
      <w:bookmarkStart w:id="2030" w:name="_Toc111438087"/>
      <w:bookmarkStart w:id="2031" w:name="_Toc111451146"/>
      <w:bookmarkStart w:id="2032" w:name="_Toc111453787"/>
      <w:bookmarkStart w:id="2033" w:name="_Toc111453890"/>
      <w:bookmarkStart w:id="2034" w:name="_Toc111453936"/>
      <w:bookmarkStart w:id="2035" w:name="_Toc111459028"/>
      <w:bookmarkStart w:id="2036" w:name="_Toc124943932"/>
      <w:bookmarkStart w:id="2037" w:name="_Toc124944014"/>
      <w:bookmarkStart w:id="2038" w:name="_Toc124944293"/>
      <w:bookmarkStart w:id="2039" w:name="_Toc124944455"/>
      <w:bookmarkStart w:id="2040" w:name="_Toc124944732"/>
      <w:bookmarkStart w:id="2041" w:name="_Toc124944948"/>
      <w:bookmarkStart w:id="2042" w:name="_Toc124945085"/>
      <w:bookmarkStart w:id="2043" w:name="_Toc124945195"/>
      <w:bookmarkStart w:id="2044" w:name="_Toc124945373"/>
      <w:bookmarkStart w:id="2045" w:name="_Toc124945444"/>
      <w:bookmarkStart w:id="2046" w:name="_Toc124945695"/>
      <w:bookmarkStart w:id="2047" w:name="_Toc124945864"/>
      <w:bookmarkStart w:id="2048" w:name="_Toc124946911"/>
      <w:bookmarkStart w:id="2049" w:name="_Toc124947765"/>
      <w:bookmarkStart w:id="2050" w:name="_Toc124948172"/>
      <w:bookmarkStart w:id="2051" w:name="_Toc124948503"/>
      <w:bookmarkStart w:id="2052" w:name="_Toc124949048"/>
      <w:bookmarkStart w:id="2053" w:name="_Toc124949341"/>
      <w:bookmarkStart w:id="2054" w:name="_Toc124949389"/>
      <w:bookmarkStart w:id="2055" w:name="_Toc124949931"/>
      <w:bookmarkStart w:id="2056" w:name="_Toc124949979"/>
      <w:bookmarkStart w:id="2057" w:name="_Toc124950201"/>
      <w:bookmarkStart w:id="2058" w:name="_Toc124958781"/>
      <w:bookmarkStart w:id="2059" w:name="_Toc124958966"/>
      <w:bookmarkStart w:id="2060" w:name="_Toc124959231"/>
      <w:bookmarkStart w:id="2061" w:name="_Toc124959321"/>
      <w:bookmarkStart w:id="2062" w:name="_Toc124959513"/>
      <w:bookmarkStart w:id="2063" w:name="_Toc124968034"/>
      <w:bookmarkStart w:id="2064" w:name="_Toc124968240"/>
      <w:bookmarkStart w:id="2065" w:name="_Toc125245624"/>
      <w:bookmarkStart w:id="2066" w:name="_Toc125245691"/>
      <w:bookmarkStart w:id="2067" w:name="_Toc125366855"/>
      <w:bookmarkStart w:id="2068" w:name="_Toc125367248"/>
      <w:bookmarkStart w:id="2069" w:name="_Toc125367366"/>
      <w:bookmarkStart w:id="2070" w:name="_Toc125367433"/>
      <w:bookmarkStart w:id="2071" w:name="_Toc125369739"/>
      <w:bookmarkStart w:id="2072" w:name="_Toc125370753"/>
      <w:bookmarkStart w:id="2073" w:name="_Toc125372473"/>
      <w:bookmarkStart w:id="2074" w:name="_Toc125372783"/>
      <w:bookmarkStart w:id="2075" w:name="_Toc125373012"/>
      <w:bookmarkStart w:id="2076" w:name="_Toc125373134"/>
      <w:bookmarkStart w:id="2077" w:name="_Toc125373226"/>
      <w:bookmarkStart w:id="2078" w:name="_Toc125373402"/>
      <w:bookmarkStart w:id="2079" w:name="_Toc125373573"/>
      <w:bookmarkStart w:id="2080" w:name="_Toc125373799"/>
      <w:bookmarkStart w:id="2081" w:name="_Toc125373846"/>
      <w:bookmarkStart w:id="2082" w:name="_Toc125373925"/>
      <w:bookmarkStart w:id="2083" w:name="_Toc125374033"/>
      <w:bookmarkStart w:id="2084" w:name="_Toc125426584"/>
      <w:bookmarkStart w:id="2085" w:name="_Toc125429849"/>
      <w:bookmarkStart w:id="2086" w:name="_Toc125430027"/>
      <w:bookmarkStart w:id="2087" w:name="_Toc125431577"/>
      <w:bookmarkStart w:id="2088" w:name="_Toc125431661"/>
      <w:bookmarkStart w:id="2089" w:name="_Toc125433071"/>
      <w:bookmarkStart w:id="2090" w:name="_Toc125502627"/>
      <w:bookmarkStart w:id="2091" w:name="_Toc125513000"/>
      <w:bookmarkStart w:id="2092" w:name="_Toc125513485"/>
      <w:bookmarkStart w:id="2093" w:name="_Toc125513596"/>
      <w:bookmarkStart w:id="2094" w:name="_Toc126382968"/>
      <w:bookmarkStart w:id="2095" w:name="_Toc126383100"/>
      <w:bookmarkStart w:id="2096" w:name="_Toc126384781"/>
      <w:bookmarkStart w:id="2097" w:name="_Toc126384877"/>
      <w:bookmarkStart w:id="2098" w:name="_Toc126387062"/>
      <w:bookmarkStart w:id="2099" w:name="_Toc126387174"/>
      <w:bookmarkStart w:id="2100" w:name="_Toc126388573"/>
      <w:bookmarkStart w:id="2101" w:name="_Toc126389935"/>
      <w:bookmarkStart w:id="2102" w:name="_Toc126390048"/>
      <w:bookmarkStart w:id="2103" w:name="_Toc126390931"/>
      <w:bookmarkStart w:id="2104" w:name="_Toc126391164"/>
      <w:bookmarkStart w:id="2105" w:name="_Toc131245732"/>
      <w:bookmarkStart w:id="2106" w:name="_Toc131246728"/>
      <w:bookmarkStart w:id="2107" w:name="_Toc131248627"/>
      <w:bookmarkStart w:id="2108" w:name="_Toc131288569"/>
      <w:bookmarkStart w:id="2109" w:name="_Toc131288808"/>
      <w:bookmarkStart w:id="2110" w:name="_Toc131290376"/>
      <w:bookmarkStart w:id="2111" w:name="_Toc131290435"/>
      <w:bookmarkStart w:id="2112" w:name="_Toc131290823"/>
      <w:bookmarkStart w:id="2113" w:name="_Toc131291473"/>
      <w:bookmarkStart w:id="2114" w:name="_Toc131291510"/>
      <w:bookmarkStart w:id="2115" w:name="_Toc131291961"/>
      <w:bookmarkStart w:id="2116" w:name="_Toc131292794"/>
      <w:bookmarkStart w:id="2117" w:name="_Toc131294536"/>
      <w:bookmarkStart w:id="2118" w:name="_Toc131300606"/>
      <w:bookmarkStart w:id="2119" w:name="_Toc131301826"/>
      <w:bookmarkStart w:id="2120" w:name="_Toc131309811"/>
      <w:bookmarkStart w:id="2121" w:name="_Toc131310626"/>
      <w:bookmarkStart w:id="2122" w:name="_Toc131383007"/>
      <w:bookmarkStart w:id="2123" w:name="_Toc131385514"/>
      <w:bookmarkStart w:id="2124" w:name="_Toc131385726"/>
      <w:bookmarkStart w:id="2125" w:name="_Toc131385772"/>
      <w:bookmarkStart w:id="2126" w:name="_Toc131385891"/>
      <w:bookmarkStart w:id="2127" w:name="_Toc131386280"/>
      <w:bookmarkStart w:id="2128" w:name="_Toc191821580"/>
      <w:bookmarkStart w:id="2129" w:name="_Toc191821728"/>
      <w:bookmarkStart w:id="2130" w:name="_Toc191821822"/>
      <w:bookmarkStart w:id="2131" w:name="_Toc191821871"/>
      <w:bookmarkStart w:id="2132" w:name="_Toc191860878"/>
      <w:bookmarkStart w:id="2133" w:name="_Toc191865374"/>
      <w:bookmarkStart w:id="2134" w:name="_Toc191865890"/>
      <w:bookmarkStart w:id="2135" w:name="_Toc191866254"/>
      <w:bookmarkStart w:id="2136" w:name="_Toc222094291"/>
      <w:bookmarkStart w:id="2137" w:name="_Toc222193190"/>
      <w:bookmarkStart w:id="2138" w:name="_Toc222196718"/>
      <w:bookmarkStart w:id="2139" w:name="_Toc223229993"/>
      <w:bookmarkStart w:id="2140" w:name="_Toc223232074"/>
      <w:bookmarkStart w:id="2141" w:name="_Toc223232384"/>
      <w:bookmarkStart w:id="2142" w:name="_Toc223232732"/>
      <w:bookmarkStart w:id="2143" w:name="_Toc223236306"/>
      <w:bookmarkStart w:id="2144" w:name="_Toc223237299"/>
      <w:bookmarkStart w:id="2145" w:name="_Toc336502036"/>
      <w:bookmarkStart w:id="2146" w:name="_Toc336503692"/>
      <w:bookmarkStart w:id="2147" w:name="_Toc336506269"/>
      <w:bookmarkStart w:id="2148" w:name="_Toc336506320"/>
      <w:bookmarkStart w:id="2149" w:name="_Toc336508324"/>
      <w:bookmarkStart w:id="2150" w:name="_Toc336508846"/>
      <w:bookmarkStart w:id="2151" w:name="_Toc336509462"/>
      <w:bookmarkStart w:id="2152" w:name="_Toc336510114"/>
      <w:bookmarkStart w:id="2153" w:name="_Toc336510269"/>
      <w:bookmarkStart w:id="2154" w:name="_Toc336510392"/>
      <w:bookmarkStart w:id="2155" w:name="_Toc336510497"/>
      <w:bookmarkStart w:id="2156" w:name="_Toc336511769"/>
      <w:bookmarkStart w:id="2157" w:name="_Toc336511821"/>
      <w:bookmarkStart w:id="2158" w:name="_Toc339885975"/>
      <w:bookmarkStart w:id="2159" w:name="_Toc339886929"/>
      <w:bookmarkStart w:id="2160" w:name="_Toc339888862"/>
      <w:bookmarkStart w:id="2161" w:name="_Toc339889439"/>
      <w:bookmarkStart w:id="2162" w:name="_Toc341295885"/>
      <w:bookmarkStart w:id="2163" w:name="_Toc433014207"/>
      <w:bookmarkStart w:id="2164" w:name="_Toc433015159"/>
      <w:bookmarkStart w:id="2165" w:name="_Toc433015390"/>
      <w:bookmarkStart w:id="2166" w:name="_Toc447725097"/>
      <w:bookmarkStart w:id="2167" w:name="_Toc447725255"/>
      <w:bookmarkStart w:id="2168" w:name="_Toc448767362"/>
      <w:bookmarkStart w:id="2169" w:name="_Toc448772371"/>
      <w:bookmarkStart w:id="2170" w:name="_Toc449697892"/>
      <w:bookmarkStart w:id="2171" w:name="_Toc450727408"/>
      <w:bookmarkStart w:id="2172" w:name="_Toc450798462"/>
      <w:bookmarkStart w:id="2173" w:name="_Toc450800109"/>
      <w:bookmarkStart w:id="2174" w:name="_Toc450800292"/>
      <w:bookmarkStart w:id="2175" w:name="_Toc450800523"/>
      <w:bookmarkStart w:id="2176" w:name="_Toc450800675"/>
      <w:bookmarkStart w:id="2177" w:name="_Toc450800786"/>
      <w:bookmarkStart w:id="2178" w:name="_Toc450800823"/>
      <w:bookmarkStart w:id="2179" w:name="_Toc450801731"/>
      <w:bookmarkStart w:id="2180" w:name="_Toc458423073"/>
      <w:bookmarkStart w:id="2181" w:name="_Toc484007393"/>
      <w:r w:rsidRPr="0099346E">
        <w:rPr>
          <w:rFonts w:ascii="Calibri Light" w:hAnsi="Calibri Light" w:cs="Calibri Light"/>
          <w:sz w:val="16"/>
          <w:szCs w:val="16"/>
        </w:rPr>
        <w:t>10</w:t>
      </w:r>
      <w:bookmarkStart w:id="2182" w:name="_Toc100290728"/>
      <w:r w:rsidRPr="0099346E">
        <w:rPr>
          <w:rFonts w:ascii="Calibri Light" w:hAnsi="Calibri Light" w:cs="Calibri Light"/>
          <w:sz w:val="16"/>
          <w:szCs w:val="16"/>
        </w:rPr>
        <w:t>. PRZEPISY ZWIĄZANE</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rsidR="00EF06BA" w:rsidRPr="0099346E" w:rsidRDefault="00EF06BA" w:rsidP="00C822E5">
      <w:pPr>
        <w:pStyle w:val="BodyText"/>
        <w:rPr>
          <w:rFonts w:ascii="Calibri Light" w:hAnsi="Calibri Light" w:cs="Calibri Light"/>
          <w:sz w:val="16"/>
          <w:szCs w:val="16"/>
        </w:rPr>
      </w:pPr>
      <w:r w:rsidRPr="0099346E">
        <w:rPr>
          <w:rFonts w:ascii="Calibri Light" w:hAnsi="Calibri Light" w:cs="Calibri Light"/>
          <w:sz w:val="16"/>
          <w:szCs w:val="16"/>
        </w:rPr>
        <w:t xml:space="preserve">Ustawa prawo budowlane, z dn. 7 lipca 1994 r. tj. Dz. U. z 2016, poz. 290 </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Ustawa Prawo ochrony środowiska z dn. 27. 04. 2001 r. tj. Dz. U. z 2013r. poz. 1232</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Ustawa o odpadach, z dn. 27 kwietnia 2001 r. Dz. U. 2013. poz. 21</w:t>
      </w:r>
    </w:p>
    <w:p w:rsidR="00EF06BA" w:rsidRPr="0099346E" w:rsidRDefault="00EF06BA" w:rsidP="00C822E5">
      <w:pPr>
        <w:pStyle w:val="BodyText"/>
        <w:rPr>
          <w:rFonts w:ascii="Calibri Light" w:hAnsi="Calibri Light" w:cs="Calibri Light"/>
          <w:sz w:val="16"/>
          <w:szCs w:val="16"/>
        </w:rPr>
      </w:pPr>
      <w:r w:rsidRPr="0099346E">
        <w:rPr>
          <w:rFonts w:ascii="Calibri Light" w:hAnsi="Calibri Light" w:cs="Calibri Light"/>
          <w:sz w:val="16"/>
          <w:szCs w:val="16"/>
        </w:rPr>
        <w:t>Ustawa o drogach publicznych z dn. 21. 03. 1985 r tj. Dz. U. z 2015r. poz. 460</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Rozp. Min. Pracy i Polit. Spał. z dn. 14.03.2000 r. w sprawie bezpieczeństwa i higieny pracy przy ręcznych pracach transportowych. (Dz. U. Nr 26, poz. 313, 2000 r. ze zm.).</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Rozp. Min. Pracy i Polit. Spał. z dn. 26. 09. 1997 r. w sprawie ogólnych przepisów bezpieczeństwa i higieny pracy. (DzU. Nr 129, poz. 844, 1977 z zm. Dz. U. z 2002r. nr 91 poz 811)</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Rozp. Min. Infrastruktury z 06. 02.2003 r w sprawie bezpieczeństwa i higieny pracy podczas wykonywania robót budowlanych Dz. U. z 2003r. nr 47 poz 401.</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 xml:space="preserve">Rozp. Min. Spraw wew. i Adm. Z dn. 16.06.2003 r. w sprawie ochrony przeciwpożarowej budynków, innych obiektów budowlanych i terenów. Dz. U. z 2010r. nr 109 poz.719 </w:t>
      </w:r>
    </w:p>
    <w:p w:rsidR="00EF06BA" w:rsidRPr="0099346E" w:rsidRDefault="00EF06BA" w:rsidP="00C822E5">
      <w:pPr>
        <w:pStyle w:val="BodyText"/>
        <w:rPr>
          <w:rFonts w:ascii="Calibri Light" w:hAnsi="Calibri Light" w:cs="Calibri Light"/>
          <w:sz w:val="16"/>
          <w:szCs w:val="16"/>
        </w:rPr>
      </w:pPr>
      <w:r w:rsidRPr="0099346E">
        <w:rPr>
          <w:rFonts w:ascii="Calibri Light" w:hAnsi="Calibri Light" w:cs="Calibri Light"/>
          <w:sz w:val="16"/>
          <w:szCs w:val="16"/>
        </w:rPr>
        <w:t>Rozp. Min. Spraw wew. i Adm. z dn. 31.07 1988r. w sprawie systemów oceny zgodności, wzoru deklaracji zgodności oraz sposobu znakowania wyrobów budowlanych dopuszczonych do obrotu i powszechnego stosowania w budo</w:t>
      </w:r>
      <w:r w:rsidRPr="0099346E">
        <w:rPr>
          <w:rFonts w:ascii="Calibri Light" w:hAnsi="Calibri Light" w:cs="Calibri Light"/>
          <w:sz w:val="16"/>
          <w:szCs w:val="16"/>
        </w:rPr>
        <w:softHyphen/>
        <w:t>wnictwie ( Dz. U. Z 1998 r. Nr 113, poz.728)</w:t>
      </w:r>
    </w:p>
    <w:p w:rsidR="00EF06BA" w:rsidRPr="0099346E" w:rsidRDefault="00EF06BA" w:rsidP="00C822E5">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t>Rozp. Min. Infrastruktury z dn. 12 kwietnia 2002 r. w sprawie warunków technicz</w:t>
      </w:r>
      <w:r w:rsidRPr="0099346E">
        <w:rPr>
          <w:rFonts w:ascii="Calibri Light" w:hAnsi="Calibri Light" w:cs="Calibri Light"/>
          <w:sz w:val="16"/>
          <w:szCs w:val="16"/>
        </w:rPr>
        <w:softHyphen/>
        <w:t>nych, jakim powinny odpowiadać budynki i ich usytuowanie Dz. U.Nr75 poz.690,</w:t>
      </w:r>
    </w:p>
    <w:p w:rsidR="00EF06BA" w:rsidRPr="0099346E" w:rsidRDefault="00EF06BA" w:rsidP="00241E60">
      <w:pPr>
        <w:widowControl w:val="0"/>
        <w:adjustRightInd w:val="0"/>
        <w:jc w:val="both"/>
        <w:rPr>
          <w:rFonts w:ascii="Calibri Light" w:hAnsi="Calibri Light" w:cs="Calibri Light"/>
          <w:sz w:val="16"/>
          <w:szCs w:val="16"/>
        </w:rPr>
      </w:pPr>
      <w:r w:rsidRPr="0099346E">
        <w:rPr>
          <w:rFonts w:ascii="Calibri Light" w:hAnsi="Calibri Light" w:cs="Calibri Light"/>
          <w:sz w:val="16"/>
          <w:szCs w:val="16"/>
        </w:rPr>
        <w:br w:type="page"/>
      </w:r>
      <w:bookmarkStart w:id="2183" w:name="_Toc131288571"/>
      <w:bookmarkStart w:id="2184" w:name="_Toc131288810"/>
      <w:bookmarkStart w:id="2185" w:name="_Toc131290378"/>
      <w:bookmarkStart w:id="2186" w:name="_Toc131290437"/>
      <w:bookmarkStart w:id="2187" w:name="_Toc131290825"/>
      <w:bookmarkStart w:id="2188" w:name="_Toc131291475"/>
      <w:bookmarkStart w:id="2189" w:name="_Toc131291512"/>
      <w:bookmarkStart w:id="2190" w:name="_Toc131291963"/>
      <w:bookmarkStart w:id="2191" w:name="_Toc131292796"/>
      <w:bookmarkStart w:id="2192" w:name="_Toc131294538"/>
      <w:bookmarkStart w:id="2193" w:name="_Toc131300608"/>
      <w:bookmarkStart w:id="2194" w:name="_Toc131301828"/>
      <w:bookmarkStart w:id="2195" w:name="_Toc131309813"/>
      <w:bookmarkStart w:id="2196" w:name="_Toc131310628"/>
      <w:bookmarkStart w:id="2197" w:name="_Toc131383009"/>
      <w:bookmarkStart w:id="2198" w:name="_Toc131385516"/>
      <w:bookmarkStart w:id="2199" w:name="_Toc131385728"/>
      <w:bookmarkStart w:id="2200" w:name="_Toc131385774"/>
      <w:bookmarkStart w:id="2201" w:name="_Toc131385893"/>
      <w:bookmarkStart w:id="2202" w:name="_Toc131386282"/>
      <w:bookmarkStart w:id="2203" w:name="_Toc191821582"/>
      <w:bookmarkStart w:id="2204" w:name="_Toc191821730"/>
      <w:bookmarkStart w:id="2205" w:name="_Toc191821824"/>
      <w:bookmarkStart w:id="2206" w:name="_Toc191821873"/>
      <w:bookmarkStart w:id="2207" w:name="_Toc191860880"/>
      <w:bookmarkStart w:id="2208" w:name="_Toc191865376"/>
      <w:bookmarkStart w:id="2209" w:name="_Toc191865892"/>
      <w:bookmarkStart w:id="2210" w:name="_Toc191866256"/>
      <w:bookmarkStart w:id="2211" w:name="_Toc222094293"/>
      <w:bookmarkStart w:id="2212" w:name="_Toc222193192"/>
      <w:bookmarkStart w:id="2213" w:name="_Toc222196720"/>
      <w:bookmarkStart w:id="2214" w:name="_Toc223229995"/>
      <w:bookmarkStart w:id="2215" w:name="_Toc223232076"/>
      <w:bookmarkStart w:id="2216" w:name="_Toc223232386"/>
      <w:bookmarkStart w:id="2217" w:name="_Toc223232734"/>
      <w:bookmarkStart w:id="2218" w:name="_Toc223236308"/>
      <w:bookmarkStart w:id="2219" w:name="_Toc223237301"/>
      <w:bookmarkStart w:id="2220" w:name="_Toc336502038"/>
      <w:bookmarkStart w:id="2221" w:name="_Toc336503694"/>
      <w:bookmarkStart w:id="2222" w:name="_Toc336506271"/>
      <w:bookmarkStart w:id="2223" w:name="_Toc336506322"/>
      <w:bookmarkStart w:id="2224" w:name="_Toc336508326"/>
      <w:bookmarkStart w:id="2225" w:name="_Toc336508848"/>
      <w:bookmarkStart w:id="2226" w:name="_Toc433015392"/>
      <w:bookmarkStart w:id="2227" w:name="_Toc447725099"/>
      <w:bookmarkStart w:id="2228" w:name="_Toc447725257"/>
      <w:bookmarkStart w:id="2229" w:name="_Toc448767363"/>
      <w:bookmarkStart w:id="2230" w:name="_Toc448772372"/>
      <w:bookmarkStart w:id="2231" w:name="_Toc449697893"/>
      <w:bookmarkStart w:id="2232" w:name="_Toc450727409"/>
      <w:bookmarkStart w:id="2233" w:name="_Toc450798463"/>
      <w:bookmarkStart w:id="2234" w:name="_Toc450800110"/>
      <w:bookmarkStart w:id="2235" w:name="_Toc450800293"/>
      <w:bookmarkStart w:id="2236" w:name="_Toc450800524"/>
      <w:bookmarkStart w:id="2237" w:name="_Toc450800676"/>
      <w:bookmarkStart w:id="2238" w:name="_Toc450800787"/>
      <w:bookmarkStart w:id="2239" w:name="_Toc450800824"/>
      <w:bookmarkStart w:id="2240" w:name="_Toc450801732"/>
      <w:bookmarkStart w:id="2241" w:name="_Toc458423074"/>
      <w:r w:rsidRPr="0099346E">
        <w:rPr>
          <w:rFonts w:ascii="Calibri Light" w:hAnsi="Calibri Light" w:cs="Calibri Light"/>
          <w:sz w:val="16"/>
          <w:szCs w:val="16"/>
        </w:rPr>
        <w:t>CZĘŚĆ „B”  WYKONANIE ROBÓT</w:t>
      </w:r>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p>
    <w:p w:rsidR="00EF06BA" w:rsidRPr="0099346E" w:rsidRDefault="00EF06BA" w:rsidP="00C822E5">
      <w:pPr>
        <w:pStyle w:val="Heading2"/>
        <w:jc w:val="both"/>
        <w:rPr>
          <w:rFonts w:ascii="Calibri Light" w:hAnsi="Calibri Light" w:cs="Calibri Light"/>
          <w:sz w:val="16"/>
          <w:szCs w:val="16"/>
        </w:rPr>
      </w:pPr>
    </w:p>
    <w:p w:rsidR="00EF06BA" w:rsidRPr="0099346E" w:rsidRDefault="00EF06BA" w:rsidP="00C822E5">
      <w:pPr>
        <w:pStyle w:val="Heading2"/>
        <w:jc w:val="both"/>
        <w:rPr>
          <w:rFonts w:ascii="Calibri Light" w:hAnsi="Calibri Light" w:cs="Calibri Light"/>
          <w:sz w:val="16"/>
          <w:szCs w:val="16"/>
        </w:rPr>
      </w:pPr>
      <w:bookmarkStart w:id="2242" w:name="_Toc131288573"/>
      <w:bookmarkStart w:id="2243" w:name="_Toc131288812"/>
      <w:bookmarkStart w:id="2244" w:name="_Toc131290381"/>
      <w:bookmarkStart w:id="2245" w:name="_Toc131290440"/>
      <w:bookmarkStart w:id="2246" w:name="_Toc131290828"/>
      <w:bookmarkStart w:id="2247" w:name="_Toc131291478"/>
      <w:bookmarkStart w:id="2248" w:name="_Toc131291515"/>
      <w:bookmarkStart w:id="2249" w:name="_Toc131291966"/>
      <w:bookmarkStart w:id="2250" w:name="_Toc131292799"/>
      <w:bookmarkStart w:id="2251" w:name="_Toc131294541"/>
      <w:bookmarkStart w:id="2252" w:name="_Toc131300611"/>
      <w:bookmarkStart w:id="2253" w:name="_Toc131301831"/>
      <w:bookmarkStart w:id="2254" w:name="_Toc131309816"/>
      <w:bookmarkStart w:id="2255" w:name="_Toc131310631"/>
      <w:bookmarkStart w:id="2256" w:name="_Toc131383012"/>
      <w:bookmarkStart w:id="2257" w:name="_Toc131385519"/>
      <w:bookmarkStart w:id="2258" w:name="_Toc131385731"/>
      <w:bookmarkStart w:id="2259" w:name="_Toc131385777"/>
      <w:bookmarkStart w:id="2260" w:name="_Toc131385896"/>
      <w:bookmarkStart w:id="2261" w:name="_Toc131386285"/>
      <w:bookmarkStart w:id="2262" w:name="_Toc191821596"/>
      <w:bookmarkStart w:id="2263" w:name="_Toc191821735"/>
      <w:bookmarkStart w:id="2264" w:name="_Toc191821828"/>
      <w:bookmarkStart w:id="2265" w:name="_Toc191821876"/>
      <w:bookmarkStart w:id="2266" w:name="_Toc191860883"/>
      <w:bookmarkStart w:id="2267" w:name="_Toc191865379"/>
      <w:bookmarkStart w:id="2268" w:name="_Toc191865895"/>
      <w:bookmarkStart w:id="2269" w:name="_Toc191866259"/>
      <w:bookmarkStart w:id="2270" w:name="_Toc222094296"/>
      <w:bookmarkStart w:id="2271" w:name="_Toc222193195"/>
      <w:bookmarkStart w:id="2272" w:name="_Toc222196723"/>
      <w:bookmarkStart w:id="2273" w:name="_Toc223229998"/>
      <w:bookmarkStart w:id="2274" w:name="_Toc223232079"/>
      <w:bookmarkStart w:id="2275" w:name="_Toc223232389"/>
      <w:bookmarkStart w:id="2276" w:name="_Toc223232737"/>
      <w:bookmarkStart w:id="2277" w:name="_Toc223236311"/>
      <w:bookmarkStart w:id="2278" w:name="_Toc223237304"/>
      <w:bookmarkStart w:id="2279" w:name="_Toc336502041"/>
      <w:bookmarkStart w:id="2280" w:name="_Toc336503697"/>
      <w:bookmarkStart w:id="2281" w:name="_Toc336506274"/>
      <w:bookmarkStart w:id="2282" w:name="_Toc336506325"/>
      <w:bookmarkStart w:id="2283" w:name="_Toc336508329"/>
      <w:bookmarkStart w:id="2284" w:name="_Toc336508851"/>
      <w:bookmarkStart w:id="2285" w:name="_Toc336509466"/>
      <w:bookmarkStart w:id="2286" w:name="_Toc336510118"/>
      <w:bookmarkStart w:id="2287" w:name="_Toc336510273"/>
      <w:bookmarkStart w:id="2288" w:name="_Toc336510396"/>
      <w:bookmarkStart w:id="2289" w:name="_Toc336510501"/>
      <w:bookmarkStart w:id="2290" w:name="_Toc336511773"/>
      <w:bookmarkStart w:id="2291" w:name="_Toc336511825"/>
      <w:bookmarkStart w:id="2292" w:name="_Toc339885979"/>
      <w:bookmarkStart w:id="2293" w:name="_Toc339886933"/>
      <w:bookmarkStart w:id="2294" w:name="_Toc339888866"/>
      <w:bookmarkStart w:id="2295" w:name="_Toc339889443"/>
      <w:bookmarkStart w:id="2296" w:name="_Toc341295889"/>
      <w:bookmarkStart w:id="2297" w:name="_Toc433014211"/>
      <w:bookmarkStart w:id="2298" w:name="_Toc433015163"/>
      <w:bookmarkStart w:id="2299" w:name="_Toc433015395"/>
      <w:bookmarkStart w:id="2300" w:name="_Toc447725102"/>
      <w:bookmarkStart w:id="2301" w:name="_Toc447725260"/>
      <w:bookmarkStart w:id="2302" w:name="_Toc448767366"/>
      <w:bookmarkStart w:id="2303" w:name="_Toc448772375"/>
      <w:bookmarkStart w:id="2304" w:name="_Toc449697896"/>
      <w:bookmarkStart w:id="2305" w:name="_Toc450727411"/>
      <w:bookmarkStart w:id="2306" w:name="_Toc450798465"/>
      <w:bookmarkStart w:id="2307" w:name="_Toc450800112"/>
      <w:bookmarkStart w:id="2308" w:name="_Toc450800295"/>
      <w:bookmarkStart w:id="2309" w:name="_Toc450800526"/>
      <w:bookmarkStart w:id="2310" w:name="_Toc450800678"/>
      <w:bookmarkStart w:id="2311" w:name="_Toc450800789"/>
      <w:bookmarkStart w:id="2312" w:name="_Toc450800826"/>
      <w:bookmarkStart w:id="2313" w:name="_Toc450801734"/>
      <w:bookmarkStart w:id="2314" w:name="_Toc458423075"/>
      <w:bookmarkStart w:id="2315" w:name="_Toc484007394"/>
      <w:r w:rsidRPr="0099346E">
        <w:rPr>
          <w:rFonts w:ascii="Calibri Light" w:hAnsi="Calibri Light" w:cs="Calibri Light"/>
          <w:sz w:val="16"/>
          <w:szCs w:val="16"/>
        </w:rPr>
        <w:t>ST 01.01 ROBOTY ZIEMNE</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r w:rsidRPr="0099346E">
        <w:rPr>
          <w:rFonts w:ascii="Calibri Light" w:hAnsi="Calibri Light" w:cs="Calibri Light"/>
          <w:sz w:val="16"/>
          <w:szCs w:val="16"/>
        </w:rPr>
        <w:t xml:space="preserve"> </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 xml:space="preserve">1. Wstęp. </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1.1 Przedmiot Specyfikacji.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Przedmiotem niniejszej specyfikacji technicznej są wymagania dotyczące wykonania i odbioru robót ziemnych wraz z odwodnieniem wykopu.</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1.2 Zakres stosowania specyfikacji.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Specyfikacja techniczna jest stosowana jako dokument przetargowy i kontraktowy przy zlecaniu i realizacji Robót wymienionych w punkcie 1.1.</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 xml:space="preserve">1.3 Zakres robót objętych specyfikacją.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Ustalenia zawarte w niniejszej specyfikacji mają zastosowanie przy wykonywaniu robót ziemnych.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Roboty ziemne w obrębie </w:t>
      </w:r>
      <w:r>
        <w:rPr>
          <w:rFonts w:ascii="Calibri Light" w:hAnsi="Calibri Light" w:cs="Calibri Light"/>
          <w:sz w:val="16"/>
          <w:szCs w:val="16"/>
        </w:rPr>
        <w:t>strefy aktywności rodzinnej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Wykonywanie wykopów pod fundamenty obiektu budowlanego.</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Wykonywanie innych zadań związanych z robotami ziemnymi.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Zasypywanie wykopów.</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Określenia podstawowe.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Wykopy</w:t>
      </w:r>
      <w:r w:rsidRPr="0099346E">
        <w:rPr>
          <w:rFonts w:ascii="Calibri Light" w:hAnsi="Calibri Light" w:cs="Calibri Light"/>
          <w:sz w:val="16"/>
          <w:szCs w:val="16"/>
        </w:rPr>
        <w:t xml:space="preserve"> – doły szerokoprzestrzenne dla fundamentów lub urządzeń instalacji podziemnych (rurociągów, kabli, kolektorów itp.) oraz miejsca rozbiórki nasypów, wałów lub hałd ziemnych, obmiar robót w m</w:t>
      </w:r>
      <w:r w:rsidRPr="0099346E">
        <w:rPr>
          <w:rFonts w:ascii="Calibri Light" w:hAnsi="Calibri Light" w:cs="Calibri Light"/>
          <w:sz w:val="16"/>
          <w:szCs w:val="16"/>
          <w:vertAlign w:val="superscript"/>
        </w:rPr>
        <w:t>3</w:t>
      </w:r>
      <w:r w:rsidRPr="0099346E">
        <w:rPr>
          <w:rFonts w:ascii="Calibri Light" w:hAnsi="Calibri Light" w:cs="Calibri Light"/>
          <w:sz w:val="16"/>
          <w:szCs w:val="16"/>
        </w:rPr>
        <w:t xml:space="preserve"> wykopu z wyjątkiem wykopów dla kabli mierzonych w metrach i kilometrach.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Przekopy</w:t>
      </w:r>
      <w:r w:rsidRPr="0099346E">
        <w:rPr>
          <w:rFonts w:ascii="Calibri Light" w:hAnsi="Calibri Light" w:cs="Calibri Light"/>
          <w:sz w:val="16"/>
          <w:szCs w:val="16"/>
        </w:rPr>
        <w:t xml:space="preserve"> – wykopy podłużne, otwarte dla dróg, kanałów, rowów, obmiar w m</w:t>
      </w:r>
      <w:r w:rsidRPr="0099346E">
        <w:rPr>
          <w:rFonts w:ascii="Calibri Light" w:hAnsi="Calibri Light" w:cs="Calibri Light"/>
          <w:sz w:val="16"/>
          <w:szCs w:val="16"/>
          <w:vertAlign w:val="superscript"/>
        </w:rPr>
        <w:t>3</w:t>
      </w:r>
      <w:r w:rsidRPr="0099346E">
        <w:rPr>
          <w:rFonts w:ascii="Calibri Light" w:hAnsi="Calibri Light" w:cs="Calibri Light"/>
          <w:sz w:val="16"/>
          <w:szCs w:val="16"/>
        </w:rPr>
        <w:t xml:space="preserve">.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Ukop</w:t>
      </w:r>
      <w:r w:rsidRPr="0099346E">
        <w:rPr>
          <w:rFonts w:ascii="Calibri Light" w:hAnsi="Calibri Light" w:cs="Calibri Light"/>
          <w:sz w:val="16"/>
          <w:szCs w:val="16"/>
        </w:rPr>
        <w:t xml:space="preserve"> – miejsca poboru ziemi, z których wydobyta ziemia zostaje użyta do budowy nasypu lub wykonania zasypki, sam zaś ukop pozostaje bezużyteczny.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Wykopy jamiste – wykopy oddzielne ze skarpami głębsze od 1,0 m o powierzchni dna do 9,00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przy wykonaniu mechanicznym oraz do 2,25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przy wykonaniu ręcznym.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Nasypy</w:t>
      </w:r>
      <w:r w:rsidRPr="0099346E">
        <w:rPr>
          <w:rFonts w:ascii="Calibri Light" w:hAnsi="Calibri Light" w:cs="Calibri Light"/>
          <w:sz w:val="16"/>
          <w:szCs w:val="16"/>
        </w:rPr>
        <w:t xml:space="preserve"> – użytkowe budowle ziemne wznoszone wzwyż od poziomu terenu, obmiar w metrach sześciennych wykopów lub ukopów, z których wydobyto ziemię dla wykonania nasypu za wyjątkiem specjalnie zaznaczonych przypadków, gdy obmiar dokonywany jest w metrach sześciennych nasypu np. nasyp zapór ziemnych.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Odkład</w:t>
      </w:r>
      <w:r w:rsidRPr="0099346E">
        <w:rPr>
          <w:rFonts w:ascii="Calibri Light" w:hAnsi="Calibri Light" w:cs="Calibri Light"/>
          <w:sz w:val="16"/>
          <w:szCs w:val="16"/>
        </w:rPr>
        <w:t xml:space="preserve"> – grunt uzyskany z wykopu lub przekopu, złożony w określonym miejscu bez przeznaczenia użytkowego lub z przeznaczeniem do późniejszego zasypania wykopów.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Korona – powierzchnia płaska lub o zadanych spadkach poprzecznych budowli ziemnej liniowej. Korona górna – w nasypie, dolna w przekopie.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Plantowanie terenu</w:t>
      </w:r>
      <w:r w:rsidRPr="0099346E">
        <w:rPr>
          <w:rFonts w:ascii="Calibri Light" w:hAnsi="Calibri Light" w:cs="Calibri Light"/>
          <w:sz w:val="16"/>
          <w:szCs w:val="16"/>
        </w:rPr>
        <w:t xml:space="preserve"> – wyrównywanie terenu (w gruncie rodzimym) do zadanych projektem rzędnych przez ścięcie wypukłości i zasypanie wgłębień o średniej wysokości i głębokości zasypań nie  przekraczających 30 cm. Przy odległości przemieszczania mas ziemnych do 50 m przy pracy zmechanizowanej i do 30 m przy pracy ręcznej.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Rozplantowanie odkładu lub ziemi wydobyte z przekopu lub rowu</w:t>
      </w:r>
      <w:r w:rsidRPr="0099346E">
        <w:rPr>
          <w:rFonts w:ascii="Calibri Light" w:hAnsi="Calibri Light" w:cs="Calibri Light"/>
          <w:sz w:val="16"/>
          <w:szCs w:val="16"/>
        </w:rPr>
        <w:t xml:space="preserve"> – rozmieszczenie mechaniczne lub ręczne ziemi warstwą o określonej grubości bezpośrednio przy wykonywanym przekopie lub rowie.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Obrobienie z grubsza powierzchni wykopów, przekopów, nasypów lub odkładów – ręczne obrobienie powierzchni skarp, korony lub dna z dokładnością do +10 cm w wykopie lub przekopie w stosunku do projektu oraz z dokładnością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15 cm na nasypie lub odkładzie.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Obrobienie na czysto powierzchni skarp i korony przekopów lub nasypów stałych – ręczne obrobienie powierzchni po wykonanych robotach ziemnych z dokładnością dla obrobienia z grubsza skarp i dna wykopów +10 cm oraz obrobienia z grubsza skarp i korony nasypów +1</w:t>
      </w:r>
      <w:r w:rsidRPr="0099346E">
        <w:rPr>
          <w:rFonts w:ascii="Calibri Light" w:hAnsi="Calibri Light" w:cs="Calibri Light"/>
          <w:sz w:val="16"/>
          <w:szCs w:val="16"/>
        </w:rPr>
        <w:sym w:font="Symbol" w:char="F0B8"/>
      </w:r>
      <w:r w:rsidRPr="0099346E">
        <w:rPr>
          <w:rFonts w:ascii="Calibri Light" w:hAnsi="Calibri Light" w:cs="Calibri Light"/>
          <w:sz w:val="16"/>
          <w:szCs w:val="16"/>
        </w:rPr>
        <w:t xml:space="preserve">10 cm. </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b/>
          <w:spacing w:val="1"/>
          <w:sz w:val="16"/>
          <w:szCs w:val="16"/>
        </w:rPr>
        <w:t>Wykop płytki</w:t>
      </w:r>
      <w:r w:rsidRPr="0099346E">
        <w:rPr>
          <w:rFonts w:ascii="Calibri Light" w:hAnsi="Calibri Light" w:cs="Calibri Light"/>
          <w:spacing w:val="1"/>
          <w:sz w:val="16"/>
          <w:szCs w:val="16"/>
        </w:rPr>
        <w:t xml:space="preserve"> - wykop, którego głębokość jest mniejsza niż 1 m.</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b/>
          <w:spacing w:val="2"/>
          <w:sz w:val="16"/>
          <w:szCs w:val="16"/>
        </w:rPr>
        <w:t>Głębokość wykopu</w:t>
      </w:r>
      <w:r w:rsidRPr="0099346E">
        <w:rPr>
          <w:rFonts w:ascii="Calibri Light" w:hAnsi="Calibri Light" w:cs="Calibri Light"/>
          <w:spacing w:val="2"/>
          <w:sz w:val="16"/>
          <w:szCs w:val="16"/>
        </w:rPr>
        <w:t xml:space="preserve"> - różnica rzędnej terenu i rzędnej robót ziemnych, wyznaczonych w osi wykopu.</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z w:val="16"/>
          <w:szCs w:val="16"/>
        </w:rPr>
        <w:t xml:space="preserve">Pozostałe określenia podano w niniejszej Specyfikacji są zgodne z obowiązującymi polskimi normami i </w:t>
      </w:r>
      <w:r w:rsidRPr="0099346E">
        <w:rPr>
          <w:rFonts w:ascii="Calibri Light" w:hAnsi="Calibri Light" w:cs="Calibri Light"/>
          <w:spacing w:val="1"/>
          <w:sz w:val="16"/>
          <w:szCs w:val="16"/>
        </w:rPr>
        <w:t>Specyfikacji WARUNKI OGÓLNE.</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3"/>
          <w:sz w:val="16"/>
          <w:szCs w:val="16"/>
        </w:rPr>
        <w:t>1.5 Ogólne wymagania dotyczące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Wykonawca Robot jest odpowiedzialny za jakość oraz za zgodność z Rysunkami, ze Specyfikacjami i </w:t>
      </w:r>
      <w:r w:rsidRPr="0099346E">
        <w:rPr>
          <w:rFonts w:ascii="Calibri Light" w:hAnsi="Calibri Light" w:cs="Calibri Light"/>
          <w:sz w:val="16"/>
          <w:szCs w:val="16"/>
        </w:rPr>
        <w:t xml:space="preserve">poleceniami Inspektora Nadzoru. </w:t>
      </w:r>
      <w:r w:rsidRPr="0099346E">
        <w:rPr>
          <w:rFonts w:ascii="Calibri Light" w:hAnsi="Calibri Light" w:cs="Calibri Light"/>
          <w:spacing w:val="1"/>
          <w:sz w:val="16"/>
          <w:szCs w:val="16"/>
        </w:rPr>
        <w:t>Ogólne wymagania podano w Specyfikacji WARUNKI OGÓLNE.</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pacing w:val="1"/>
          <w:sz w:val="16"/>
          <w:szCs w:val="16"/>
        </w:rPr>
        <w:t>Roboty ziemne powinny być wykonane zgodnie ze szczegółowymi Specyfikacjami oraz normami.</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2.0 MATERIAŁY.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Nie występują.</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3"/>
          <w:sz w:val="16"/>
          <w:szCs w:val="16"/>
        </w:rPr>
        <w:t>3.0 SPRZĘT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Sprzęt używany do robót ziemnych zgodnie z pkt 3   - ST Warunki Ogólne.</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2"/>
          <w:sz w:val="16"/>
          <w:szCs w:val="16"/>
        </w:rPr>
        <w:t>4.0 Transport.</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2"/>
          <w:sz w:val="16"/>
          <w:szCs w:val="16"/>
        </w:rPr>
        <w:t>Rodzaj środków transportowych musi być zaakceptowany przez Inspektora Nadzoru.</w:t>
      </w:r>
    </w:p>
    <w:p w:rsidR="00EF06BA" w:rsidRPr="0099346E" w:rsidRDefault="00EF06BA" w:rsidP="00C822E5">
      <w:pPr>
        <w:jc w:val="both"/>
        <w:rPr>
          <w:rFonts w:ascii="Calibri Light" w:hAnsi="Calibri Light" w:cs="Calibri Light"/>
          <w:b/>
          <w:spacing w:val="-3"/>
          <w:sz w:val="16"/>
          <w:szCs w:val="16"/>
        </w:rPr>
      </w:pPr>
      <w:r w:rsidRPr="0099346E">
        <w:rPr>
          <w:rFonts w:ascii="Calibri Light" w:hAnsi="Calibri Light" w:cs="Calibri Light"/>
          <w:b/>
          <w:spacing w:val="7"/>
          <w:sz w:val="16"/>
          <w:szCs w:val="16"/>
        </w:rPr>
        <w:t>5.0 WYKONANIE ROBÓT.</w:t>
      </w:r>
    </w:p>
    <w:p w:rsidR="00EF06BA" w:rsidRPr="0099346E" w:rsidRDefault="00EF06BA" w:rsidP="00C822E5">
      <w:pPr>
        <w:jc w:val="both"/>
        <w:rPr>
          <w:rFonts w:ascii="Calibri Light" w:hAnsi="Calibri Light" w:cs="Calibri Light"/>
          <w:b/>
          <w:spacing w:val="-6"/>
          <w:sz w:val="16"/>
          <w:szCs w:val="16"/>
        </w:rPr>
      </w:pPr>
      <w:r w:rsidRPr="0099346E">
        <w:rPr>
          <w:rFonts w:ascii="Calibri Light" w:hAnsi="Calibri Light" w:cs="Calibri Light"/>
          <w:b/>
          <w:spacing w:val="8"/>
          <w:sz w:val="16"/>
          <w:szCs w:val="16"/>
        </w:rPr>
        <w:t xml:space="preserve"> Sprawdzenie zgodności rzędnych terenu i warunków gruntowych.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6"/>
          <w:sz w:val="16"/>
          <w:szCs w:val="16"/>
        </w:rPr>
        <w:t xml:space="preserve">Przed przystąpieniem do wykonywania wykopów, wykonawca ma obowiązek sprawdzić zgodność </w:t>
      </w:r>
      <w:r w:rsidRPr="0099346E">
        <w:rPr>
          <w:rFonts w:ascii="Calibri Light" w:hAnsi="Calibri Light" w:cs="Calibri Light"/>
          <w:spacing w:val="4"/>
          <w:sz w:val="16"/>
          <w:szCs w:val="16"/>
        </w:rPr>
        <w:t xml:space="preserve">rzędnych terenu z danymi wg projektu technicznego. Wszelkie odstępstwa od dokumentacji powinny </w:t>
      </w:r>
      <w:r w:rsidRPr="0099346E">
        <w:rPr>
          <w:rFonts w:ascii="Calibri Light" w:hAnsi="Calibri Light" w:cs="Calibri Light"/>
          <w:spacing w:val="6"/>
          <w:sz w:val="16"/>
          <w:szCs w:val="16"/>
        </w:rPr>
        <w:t>być odnotowane w dzienniku budowy wpisem potwierdzonym przez Inspektora Nadzoru, co będzie</w:t>
      </w:r>
      <w:r w:rsidRPr="0099346E">
        <w:rPr>
          <w:rFonts w:ascii="Calibri Light" w:hAnsi="Calibri Light" w:cs="Calibri Light"/>
          <w:sz w:val="16"/>
          <w:szCs w:val="16"/>
        </w:rPr>
        <w:t xml:space="preserve"> </w:t>
      </w:r>
      <w:r w:rsidRPr="0099346E">
        <w:rPr>
          <w:rFonts w:ascii="Calibri Light" w:hAnsi="Calibri Light" w:cs="Calibri Light"/>
          <w:spacing w:val="4"/>
          <w:sz w:val="16"/>
          <w:szCs w:val="16"/>
        </w:rPr>
        <w:t>stanowić podstawę do korekty ilości robót w Księdze Obmiaru.</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7"/>
          <w:sz w:val="16"/>
          <w:szCs w:val="16"/>
        </w:rPr>
        <w:t>5.1 Wykonanie wykopów.</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5"/>
          <w:sz w:val="16"/>
          <w:szCs w:val="16"/>
        </w:rPr>
        <w:t xml:space="preserve">Metoda wykonywania robót ziemnych powinna być dobrana w zależności od wielkości robót, </w:t>
      </w:r>
      <w:r w:rsidRPr="0099346E">
        <w:rPr>
          <w:rFonts w:ascii="Calibri Light" w:hAnsi="Calibri Light" w:cs="Calibri Light"/>
          <w:spacing w:val="4"/>
          <w:sz w:val="16"/>
          <w:szCs w:val="16"/>
        </w:rPr>
        <w:t xml:space="preserve">głębokości wykopu, ukształtowania terenu, rodzaju gruntu oraz posiadanego sprzętu mechanicznego. Zaleca się wykonywanie wykopów szerokoprzestrzennych </w:t>
      </w:r>
      <w:r w:rsidRPr="0099346E">
        <w:rPr>
          <w:rFonts w:ascii="Calibri Light" w:hAnsi="Calibri Light" w:cs="Calibri Light"/>
          <w:spacing w:val="2"/>
          <w:sz w:val="16"/>
          <w:szCs w:val="16"/>
        </w:rPr>
        <w:t xml:space="preserve">koparką do 4.0m. </w:t>
      </w:r>
      <w:r w:rsidRPr="0099346E">
        <w:rPr>
          <w:rFonts w:ascii="Calibri Light" w:hAnsi="Calibri Light" w:cs="Calibri Light"/>
          <w:spacing w:val="3"/>
          <w:sz w:val="16"/>
          <w:szCs w:val="16"/>
        </w:rPr>
        <w:t xml:space="preserve">Wykopy te powinny być wykonywane w takim okresie, aby po ich zakończeniu można było przystąpić </w:t>
      </w:r>
      <w:r w:rsidRPr="0099346E">
        <w:rPr>
          <w:rFonts w:ascii="Calibri Light" w:hAnsi="Calibri Light" w:cs="Calibri Light"/>
          <w:spacing w:val="6"/>
          <w:sz w:val="16"/>
          <w:szCs w:val="16"/>
        </w:rPr>
        <w:t>natychmiast do wykonania przewidzianych w nich robót budowlanych i zasypania ich gruntem</w:t>
      </w:r>
      <w:r w:rsidRPr="0099346E">
        <w:rPr>
          <w:rFonts w:ascii="Calibri Light" w:hAnsi="Calibri Light" w:cs="Calibri Light"/>
          <w:sz w:val="16"/>
          <w:szCs w:val="16"/>
        </w:rPr>
        <w:t xml:space="preserve"> </w:t>
      </w:r>
      <w:r w:rsidRPr="0099346E">
        <w:rPr>
          <w:rFonts w:ascii="Calibri Light" w:hAnsi="Calibri Light" w:cs="Calibri Light"/>
          <w:spacing w:val="3"/>
          <w:sz w:val="16"/>
          <w:szCs w:val="16"/>
        </w:rPr>
        <w:t xml:space="preserve">odpowiednim do tego celu. </w:t>
      </w:r>
      <w:r w:rsidRPr="0099346E">
        <w:rPr>
          <w:rFonts w:ascii="Calibri Light" w:hAnsi="Calibri Light" w:cs="Calibri Light"/>
          <w:spacing w:val="5"/>
          <w:sz w:val="16"/>
          <w:szCs w:val="16"/>
        </w:rPr>
        <w:t xml:space="preserve">W czasie wykonywania tych robót, na wykonawcy spoczywa odpowiedzialność za bezpieczeństwo </w:t>
      </w:r>
      <w:r w:rsidRPr="0099346E">
        <w:rPr>
          <w:rFonts w:ascii="Calibri Light" w:hAnsi="Calibri Light" w:cs="Calibri Light"/>
          <w:spacing w:val="3"/>
          <w:sz w:val="16"/>
          <w:szCs w:val="16"/>
        </w:rPr>
        <w:t xml:space="preserve">obszaru przyległego do wykopów wraz ze znajdującymi się tam budowlami. </w:t>
      </w:r>
      <w:r w:rsidRPr="0099346E">
        <w:rPr>
          <w:rFonts w:ascii="Calibri Light" w:hAnsi="Calibri Light" w:cs="Calibri Light"/>
          <w:spacing w:val="6"/>
          <w:sz w:val="16"/>
          <w:szCs w:val="16"/>
        </w:rPr>
        <w:t xml:space="preserve">Jeżeli na terenie robót ziemnych zostaną stwierdzone urządzenia podziemne nieprzewidziane w </w:t>
      </w:r>
      <w:r w:rsidRPr="0099346E">
        <w:rPr>
          <w:rFonts w:ascii="Calibri Light" w:hAnsi="Calibri Light" w:cs="Calibri Light"/>
          <w:spacing w:val="5"/>
          <w:sz w:val="16"/>
          <w:szCs w:val="16"/>
        </w:rPr>
        <w:t>dokumentacji technicznej (instalacje wodociągowe, kanalizacyjne, cieplne, gazowe, elektryczne)</w:t>
      </w:r>
      <w:r w:rsidRPr="0099346E">
        <w:rPr>
          <w:rFonts w:ascii="Calibri Light" w:hAnsi="Calibri Light" w:cs="Calibri Light"/>
          <w:sz w:val="16"/>
          <w:szCs w:val="16"/>
        </w:rPr>
        <w:t xml:space="preserve"> </w:t>
      </w:r>
      <w:r w:rsidRPr="0099346E">
        <w:rPr>
          <w:rFonts w:ascii="Calibri Light" w:hAnsi="Calibri Light" w:cs="Calibri Light"/>
          <w:spacing w:val="3"/>
          <w:sz w:val="16"/>
          <w:szCs w:val="16"/>
        </w:rPr>
        <w:t xml:space="preserve">wówczas roboty należy przerwać, powiadomić o tym inwestora, a dalsze prace prowadzić dopiero po uzgodnieniu trybu postępowania z instytucjami sprawującymi nadzór nad tymi urządzeniami. </w:t>
      </w:r>
      <w:r w:rsidRPr="0099346E">
        <w:rPr>
          <w:rFonts w:ascii="Calibri Light" w:hAnsi="Calibri Light" w:cs="Calibri Light"/>
          <w:spacing w:val="6"/>
          <w:sz w:val="16"/>
          <w:szCs w:val="16"/>
        </w:rPr>
        <w:t>Jeżeli na terenie robót ziemnych zostaną stwierdzone wykopaliska lub znaleziska o charakterze</w:t>
      </w:r>
      <w:r w:rsidRPr="0099346E">
        <w:rPr>
          <w:rFonts w:ascii="Calibri Light" w:hAnsi="Calibri Light" w:cs="Calibri Light"/>
          <w:sz w:val="16"/>
          <w:szCs w:val="16"/>
        </w:rPr>
        <w:t xml:space="preserve"> </w:t>
      </w:r>
      <w:r w:rsidRPr="0099346E">
        <w:rPr>
          <w:rFonts w:ascii="Calibri Light" w:hAnsi="Calibri Light" w:cs="Calibri Light"/>
          <w:spacing w:val="6"/>
          <w:sz w:val="16"/>
          <w:szCs w:val="16"/>
        </w:rPr>
        <w:t xml:space="preserve">archeologicznym wówczas roboty należy przerwać, powiadomić o tym inwestora, a dalsze prace </w:t>
      </w:r>
      <w:r w:rsidRPr="0099346E">
        <w:rPr>
          <w:rFonts w:ascii="Calibri Light" w:hAnsi="Calibri Light" w:cs="Calibri Light"/>
          <w:spacing w:val="2"/>
          <w:sz w:val="16"/>
          <w:szCs w:val="16"/>
        </w:rPr>
        <w:t xml:space="preserve">prowadzić dopiero po uzgodnieniu trybu postępowania z instytucjami sprawującymi nadzór </w:t>
      </w:r>
      <w:r w:rsidRPr="0099346E">
        <w:rPr>
          <w:rFonts w:ascii="Calibri Light" w:hAnsi="Calibri Light" w:cs="Calibri Light"/>
          <w:spacing w:val="1"/>
          <w:sz w:val="16"/>
          <w:szCs w:val="16"/>
        </w:rPr>
        <w:t xml:space="preserve">archeologiczny. </w:t>
      </w:r>
      <w:r w:rsidRPr="0099346E">
        <w:rPr>
          <w:rFonts w:ascii="Calibri Light" w:hAnsi="Calibri Light" w:cs="Calibri Light"/>
          <w:spacing w:val="3"/>
          <w:sz w:val="16"/>
          <w:szCs w:val="16"/>
        </w:rPr>
        <w:t xml:space="preserve">Wykonywanie wykopów powinno postępować w kierunku podnoszenia się niwelety, tak aby był </w:t>
      </w:r>
      <w:r w:rsidRPr="0099346E">
        <w:rPr>
          <w:rFonts w:ascii="Calibri Light" w:hAnsi="Calibri Light" w:cs="Calibri Light"/>
          <w:spacing w:val="6"/>
          <w:sz w:val="16"/>
          <w:szCs w:val="16"/>
        </w:rPr>
        <w:t xml:space="preserve">umożliwiony odpływ wody od miejsca wykonywania robot, przy równoczesnym zachowaniu </w:t>
      </w:r>
      <w:r w:rsidRPr="0099346E">
        <w:rPr>
          <w:rFonts w:ascii="Calibri Light" w:hAnsi="Calibri Light" w:cs="Calibri Light"/>
          <w:spacing w:val="2"/>
          <w:sz w:val="16"/>
          <w:szCs w:val="16"/>
        </w:rPr>
        <w:t xml:space="preserve">wymaganej projektem dokładności robót. </w:t>
      </w:r>
      <w:r w:rsidRPr="0099346E">
        <w:rPr>
          <w:rFonts w:ascii="Calibri Light" w:hAnsi="Calibri Light" w:cs="Calibri Light"/>
          <w:spacing w:val="5"/>
          <w:sz w:val="16"/>
          <w:szCs w:val="16"/>
        </w:rPr>
        <w:t xml:space="preserve">Wymiary wykopów powinny być dostosowane do wymiarów budowli lub wymiarów w planie </w:t>
      </w:r>
      <w:r w:rsidRPr="0099346E">
        <w:rPr>
          <w:rFonts w:ascii="Calibri Light" w:hAnsi="Calibri Light" w:cs="Calibri Light"/>
          <w:spacing w:val="3"/>
          <w:sz w:val="16"/>
          <w:szCs w:val="16"/>
        </w:rPr>
        <w:t xml:space="preserve">fundamentów oraz dostosowane do sposobu zakładania fundamentu, głębokości wykopu i rodzaju </w:t>
      </w:r>
      <w:r w:rsidRPr="0099346E">
        <w:rPr>
          <w:rFonts w:ascii="Calibri Light" w:hAnsi="Calibri Light" w:cs="Calibri Light"/>
          <w:spacing w:val="2"/>
          <w:sz w:val="16"/>
          <w:szCs w:val="16"/>
        </w:rPr>
        <w:t>gruntu, z uwzględnieniem konieczności wzmocnienia zboczy wykopów i ich nachylenia.</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5"/>
          <w:sz w:val="16"/>
          <w:szCs w:val="16"/>
        </w:rPr>
        <w:t>5.3 Wymiary wykopów w planie.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 xml:space="preserve">Wymiary wykopów w planie powinny być dostosowane do rodzaju gruntu, poziomu wody gruntowej </w:t>
      </w:r>
      <w:r w:rsidRPr="0099346E">
        <w:rPr>
          <w:rFonts w:ascii="Calibri Light" w:hAnsi="Calibri Light" w:cs="Calibri Light"/>
          <w:spacing w:val="1"/>
          <w:sz w:val="16"/>
          <w:szCs w:val="16"/>
        </w:rPr>
        <w:t xml:space="preserve">oraz konieczność możliwości zabezpieczenia ścian wykopów. </w:t>
      </w:r>
      <w:r w:rsidRPr="0099346E">
        <w:rPr>
          <w:rFonts w:ascii="Calibri Light" w:hAnsi="Calibri Light" w:cs="Calibri Light"/>
          <w:spacing w:val="6"/>
          <w:sz w:val="16"/>
          <w:szCs w:val="16"/>
        </w:rPr>
        <w:t xml:space="preserve">W przypadku, gdy nie ma możliwości wykonania bezpiecznego nachylenia ścian wykopu, </w:t>
      </w:r>
      <w:r w:rsidRPr="0099346E">
        <w:rPr>
          <w:rFonts w:ascii="Calibri Light" w:hAnsi="Calibri Light" w:cs="Calibri Light"/>
          <w:spacing w:val="1"/>
          <w:sz w:val="16"/>
          <w:szCs w:val="16"/>
        </w:rPr>
        <w:t xml:space="preserve">powinny być uwzględnione w szerokości dna wykopu dodatkowo wymiary konstrukcji </w:t>
      </w:r>
      <w:r w:rsidRPr="0099346E">
        <w:rPr>
          <w:rFonts w:ascii="Calibri Light" w:hAnsi="Calibri Light" w:cs="Calibri Light"/>
          <w:spacing w:val="8"/>
          <w:sz w:val="16"/>
          <w:szCs w:val="16"/>
        </w:rPr>
        <w:t>zabezpieczającej oraz swobodna przestrzeń na pracę ludzi pomiędzy zabezpieczeniami ściany wykopu, a wykonywanym w</w:t>
      </w:r>
      <w:r w:rsidRPr="0099346E">
        <w:rPr>
          <w:rFonts w:ascii="Calibri Light" w:hAnsi="Calibri Light" w:cs="Calibri Light"/>
          <w:spacing w:val="7"/>
          <w:sz w:val="16"/>
          <w:szCs w:val="16"/>
        </w:rPr>
        <w:t xml:space="preserve"> wykopie fragmentem (elementem budynku lub budowli). Przestrzeń ta </w:t>
      </w:r>
      <w:r w:rsidRPr="0099346E">
        <w:rPr>
          <w:rFonts w:ascii="Calibri Light" w:hAnsi="Calibri Light" w:cs="Calibri Light"/>
          <w:spacing w:val="2"/>
          <w:sz w:val="16"/>
          <w:szCs w:val="16"/>
        </w:rPr>
        <w:t xml:space="preserve">powinna wynosić nie mniej niż 0,60 m. a w przypadku wykonywania na ścianach fundamentów izolacji </w:t>
      </w:r>
      <w:r w:rsidRPr="0099346E">
        <w:rPr>
          <w:rFonts w:ascii="Calibri Light" w:hAnsi="Calibri Light" w:cs="Calibri Light"/>
          <w:spacing w:val="1"/>
          <w:sz w:val="16"/>
          <w:szCs w:val="16"/>
        </w:rPr>
        <w:t xml:space="preserve">nie mniej niż 0,80 m. </w:t>
      </w:r>
      <w:r w:rsidRPr="0099346E">
        <w:rPr>
          <w:rFonts w:ascii="Calibri Light" w:hAnsi="Calibri Light" w:cs="Calibri Light"/>
          <w:spacing w:val="5"/>
          <w:sz w:val="16"/>
          <w:szCs w:val="16"/>
        </w:rPr>
        <w:t xml:space="preserve">Szerokość dna wykopów rozpartych powinna uwzględniać grubość konstrukcji rozparcia oraz </w:t>
      </w:r>
      <w:r w:rsidRPr="0099346E">
        <w:rPr>
          <w:rFonts w:ascii="Calibri Light" w:hAnsi="Calibri Light" w:cs="Calibri Light"/>
          <w:spacing w:val="2"/>
          <w:sz w:val="16"/>
          <w:szCs w:val="16"/>
        </w:rPr>
        <w:t xml:space="preserve">przestrzeń swobodną między rozparciem i gabarytem elementów układanych w wykopie. </w:t>
      </w:r>
      <w:r w:rsidRPr="0099346E">
        <w:rPr>
          <w:rFonts w:ascii="Calibri Light" w:hAnsi="Calibri Light" w:cs="Calibri Light"/>
          <w:sz w:val="16"/>
          <w:szCs w:val="16"/>
        </w:rPr>
        <w:t>Przestrzeń ta powinna wynosić, co najmniej:</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pacing w:val="3"/>
          <w:sz w:val="16"/>
          <w:szCs w:val="16"/>
        </w:rPr>
        <w:t xml:space="preserve">w przypadku układania rurociągów i drenaży - po 30 cm z każdej strony, w przypadku fundamentów - </w:t>
      </w:r>
      <w:r w:rsidRPr="0099346E">
        <w:rPr>
          <w:rFonts w:ascii="Calibri Light" w:hAnsi="Calibri Light" w:cs="Calibri Light"/>
          <w:spacing w:val="1"/>
          <w:sz w:val="16"/>
          <w:szCs w:val="16"/>
        </w:rPr>
        <w:t>po 50 cm z każdej strony.</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 xml:space="preserve">5.4 </w:t>
      </w:r>
      <w:r w:rsidRPr="0099346E">
        <w:rPr>
          <w:rFonts w:ascii="Calibri Light" w:hAnsi="Calibri Light" w:cs="Calibri Light"/>
          <w:b/>
          <w:spacing w:val="6"/>
          <w:sz w:val="16"/>
          <w:szCs w:val="16"/>
        </w:rPr>
        <w:t>Odwodnienie wykopu.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Na czas prowadzenia robót ziemnych i budowlanych należy zapewnić prawidłowe odwodnienie </w:t>
      </w:r>
      <w:r w:rsidRPr="0099346E">
        <w:rPr>
          <w:rFonts w:ascii="Calibri Light" w:hAnsi="Calibri Light" w:cs="Calibri Light"/>
          <w:spacing w:val="-2"/>
          <w:sz w:val="16"/>
          <w:szCs w:val="16"/>
        </w:rPr>
        <w:t>wykopu.</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4"/>
          <w:sz w:val="16"/>
          <w:szCs w:val="16"/>
        </w:rPr>
        <w:t>5.5 Drenaż w dnie wykopu.</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3"/>
          <w:sz w:val="16"/>
          <w:szCs w:val="16"/>
        </w:rPr>
        <w:t>Wody zawieszone w nasypach niekontrolowanych i wody występujące pod postacią sączeń wśród</w:t>
      </w:r>
      <w:r w:rsidRPr="0099346E">
        <w:rPr>
          <w:rFonts w:ascii="Calibri Light" w:hAnsi="Calibri Light" w:cs="Calibri Light"/>
          <w:b/>
          <w:spacing w:val="3"/>
          <w:sz w:val="16"/>
          <w:szCs w:val="16"/>
        </w:rPr>
        <w:t xml:space="preserve"> </w:t>
      </w:r>
      <w:r w:rsidRPr="0099346E">
        <w:rPr>
          <w:rFonts w:ascii="Calibri Light" w:hAnsi="Calibri Light" w:cs="Calibri Light"/>
          <w:spacing w:val="3"/>
          <w:sz w:val="16"/>
          <w:szCs w:val="16"/>
        </w:rPr>
        <w:t xml:space="preserve">gruntów zwięzłych odwadniane będą przy pomocy drenażu opaskowego. </w:t>
      </w:r>
      <w:r w:rsidRPr="0099346E">
        <w:rPr>
          <w:rFonts w:ascii="Calibri Light" w:hAnsi="Calibri Light" w:cs="Calibri Light"/>
          <w:spacing w:val="6"/>
          <w:sz w:val="16"/>
          <w:szCs w:val="16"/>
        </w:rPr>
        <w:t xml:space="preserve">Zaprojektowany drenaż opaskowy w dnie wykopu, który przejmuje powyższe wody jak i wody </w:t>
      </w:r>
      <w:r w:rsidRPr="0099346E">
        <w:rPr>
          <w:rFonts w:ascii="Calibri Light" w:hAnsi="Calibri Light" w:cs="Calibri Light"/>
          <w:spacing w:val="2"/>
          <w:sz w:val="16"/>
          <w:szCs w:val="16"/>
        </w:rPr>
        <w:t>atmosferyczne, należy wykonać zgodnie z projektem instalacji wodno - kanalizacyjnej.</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 xml:space="preserve">5.6 </w:t>
      </w:r>
      <w:r w:rsidRPr="0099346E">
        <w:rPr>
          <w:rFonts w:ascii="Calibri Light" w:hAnsi="Calibri Light" w:cs="Calibri Light"/>
          <w:b/>
          <w:spacing w:val="3"/>
          <w:sz w:val="16"/>
          <w:szCs w:val="16"/>
        </w:rPr>
        <w:t>Nienaruszalność struktury dna wykopu.</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pacing w:val="2"/>
          <w:sz w:val="16"/>
          <w:szCs w:val="16"/>
        </w:rPr>
        <w:t xml:space="preserve">Wykopy mechaniczne powinny być wykonane do poziomu o 0.3m wyższego niż poziom </w:t>
      </w:r>
      <w:r w:rsidRPr="0099346E">
        <w:rPr>
          <w:rFonts w:ascii="Calibri Light" w:hAnsi="Calibri Light" w:cs="Calibri Light"/>
          <w:spacing w:val="3"/>
          <w:sz w:val="16"/>
          <w:szCs w:val="16"/>
        </w:rPr>
        <w:t>posadowienia</w:t>
      </w:r>
      <w:r>
        <w:rPr>
          <w:rFonts w:ascii="Calibri Light" w:hAnsi="Calibri Light" w:cs="Calibri Light"/>
          <w:spacing w:val="3"/>
          <w:sz w:val="16"/>
          <w:szCs w:val="16"/>
        </w:rPr>
        <w:t>.</w:t>
      </w:r>
      <w:r w:rsidRPr="0099346E">
        <w:rPr>
          <w:rFonts w:ascii="Calibri Light" w:hAnsi="Calibri Light" w:cs="Calibri Light"/>
          <w:spacing w:val="3"/>
          <w:sz w:val="16"/>
          <w:szCs w:val="16"/>
        </w:rPr>
        <w:t xml:space="preserve"> Pozostałe 30 cm należy usunąć ręcznie, tak, aby nie naruszyć naturalnej struktury</w:t>
      </w:r>
      <w:r w:rsidRPr="0099346E">
        <w:rPr>
          <w:rFonts w:ascii="Calibri Light" w:hAnsi="Calibri Light" w:cs="Calibri Light"/>
          <w:sz w:val="16"/>
          <w:szCs w:val="16"/>
        </w:rPr>
        <w:t xml:space="preserve"> </w:t>
      </w:r>
      <w:r w:rsidRPr="0099346E">
        <w:rPr>
          <w:rFonts w:ascii="Calibri Light" w:hAnsi="Calibri Light" w:cs="Calibri Light"/>
          <w:spacing w:val="1"/>
          <w:sz w:val="16"/>
          <w:szCs w:val="16"/>
        </w:rPr>
        <w:t>gruntu dna wykopu.</w:t>
      </w:r>
    </w:p>
    <w:p w:rsidR="00EF06BA" w:rsidRPr="0099346E" w:rsidRDefault="00EF06BA" w:rsidP="00C822E5">
      <w:pPr>
        <w:jc w:val="both"/>
        <w:rPr>
          <w:rFonts w:ascii="Calibri Light" w:hAnsi="Calibri Light" w:cs="Calibri Light"/>
          <w:b/>
          <w:spacing w:val="2"/>
          <w:sz w:val="16"/>
          <w:szCs w:val="16"/>
        </w:rPr>
      </w:pPr>
      <w:r w:rsidRPr="0099346E">
        <w:rPr>
          <w:rFonts w:ascii="Calibri Light" w:hAnsi="Calibri Light" w:cs="Calibri Light"/>
          <w:b/>
          <w:sz w:val="16"/>
          <w:szCs w:val="16"/>
        </w:rPr>
        <w:t xml:space="preserve">5.7 </w:t>
      </w:r>
      <w:r w:rsidRPr="0099346E">
        <w:rPr>
          <w:rFonts w:ascii="Calibri Light" w:hAnsi="Calibri Light" w:cs="Calibri Light"/>
          <w:b/>
          <w:spacing w:val="2"/>
          <w:sz w:val="16"/>
          <w:szCs w:val="16"/>
        </w:rPr>
        <w:t>Tolerancje wykonania wykopów.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Wymiary wykopów w planie powinny być wykonane z dokładnością ±10 cm, z uwzględnieniem zaleceń podanych powyżej.</w:t>
      </w:r>
    </w:p>
    <w:p w:rsidR="00EF06BA" w:rsidRPr="0099346E" w:rsidRDefault="00EF06BA" w:rsidP="00C822E5">
      <w:pPr>
        <w:jc w:val="both"/>
        <w:rPr>
          <w:rFonts w:ascii="Calibri Light" w:hAnsi="Calibri Light" w:cs="Calibri Light"/>
          <w:b/>
          <w:spacing w:val="7"/>
          <w:sz w:val="16"/>
          <w:szCs w:val="16"/>
        </w:rPr>
      </w:pPr>
      <w:r w:rsidRPr="0099346E">
        <w:rPr>
          <w:rFonts w:ascii="Calibri Light" w:hAnsi="Calibri Light" w:cs="Calibri Light"/>
          <w:b/>
          <w:spacing w:val="7"/>
          <w:sz w:val="16"/>
          <w:szCs w:val="16"/>
        </w:rPr>
        <w:t>5.8 Wykonywanie wykopów w zależności od technologii.</w:t>
      </w:r>
    </w:p>
    <w:p w:rsidR="00EF06BA" w:rsidRPr="0099346E" w:rsidRDefault="00EF06BA" w:rsidP="00C822E5">
      <w:pPr>
        <w:jc w:val="both"/>
        <w:rPr>
          <w:rFonts w:ascii="Calibri Light" w:hAnsi="Calibri Light" w:cs="Calibri Light"/>
          <w:b/>
          <w:spacing w:val="7"/>
          <w:sz w:val="16"/>
          <w:szCs w:val="16"/>
        </w:rPr>
      </w:pPr>
      <w:r w:rsidRPr="0099346E">
        <w:rPr>
          <w:rFonts w:ascii="Calibri Light" w:hAnsi="Calibri Light" w:cs="Calibri Light"/>
          <w:b/>
          <w:spacing w:val="7"/>
          <w:sz w:val="16"/>
          <w:szCs w:val="16"/>
        </w:rPr>
        <w:t>5.8.1 Wykonywanie robót ręcznie.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Przy wykonywaniu robót ziemnych ręcznie należy: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 - </w:t>
      </w:r>
      <w:r w:rsidRPr="0099346E">
        <w:rPr>
          <w:rFonts w:ascii="Calibri Light" w:hAnsi="Calibri Light" w:cs="Calibri Light"/>
          <w:spacing w:val="2"/>
          <w:sz w:val="16"/>
          <w:szCs w:val="16"/>
        </w:rPr>
        <w:tab/>
        <w:t>Używać właściwych i znajdujących się w dobrym stanie narzędzi,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 - </w:t>
      </w:r>
      <w:r w:rsidRPr="0099346E">
        <w:rPr>
          <w:rFonts w:ascii="Calibri Light" w:hAnsi="Calibri Light" w:cs="Calibri Light"/>
          <w:spacing w:val="1"/>
          <w:sz w:val="16"/>
          <w:szCs w:val="16"/>
        </w:rPr>
        <w:tab/>
        <w:t>Zapewnić należyte odwadnianie terenu robót, zgodnie z warunkami podanymi w  punkcie 5.4.”Odwodnienie wykopu".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 - </w:t>
      </w:r>
      <w:r w:rsidRPr="0099346E">
        <w:rPr>
          <w:rFonts w:ascii="Calibri Light" w:hAnsi="Calibri Light" w:cs="Calibri Light"/>
          <w:spacing w:val="1"/>
          <w:sz w:val="16"/>
          <w:szCs w:val="16"/>
        </w:rPr>
        <w:tab/>
        <w:t>Pozostawić pas terenu, co najmniej 0.5m wzdłuż krawędzi wykopu, na którym niedozwolone jest urządzenie wszelkich składowisk i dróg komunikacyjnych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 - </w:t>
      </w:r>
      <w:r w:rsidRPr="0099346E">
        <w:rPr>
          <w:rFonts w:ascii="Calibri Light" w:hAnsi="Calibri Light" w:cs="Calibri Light"/>
          <w:spacing w:val="1"/>
          <w:sz w:val="16"/>
          <w:szCs w:val="16"/>
        </w:rPr>
        <w:tab/>
        <w:t>Środki transportowe pod załadunek mas ziemnych ustawiać, co najmniej 20 m od krawędzi s</w:t>
      </w:r>
      <w:r w:rsidRPr="0099346E">
        <w:rPr>
          <w:rFonts w:ascii="Calibri Light" w:hAnsi="Calibri Light" w:cs="Calibri Light"/>
          <w:spacing w:val="-1"/>
          <w:sz w:val="16"/>
          <w:szCs w:val="16"/>
        </w:rPr>
        <w:t>karpy.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 - </w:t>
      </w:r>
      <w:r w:rsidRPr="0099346E">
        <w:rPr>
          <w:rFonts w:ascii="Calibri Light" w:hAnsi="Calibri Light" w:cs="Calibri Light"/>
          <w:spacing w:val="1"/>
          <w:sz w:val="16"/>
          <w:szCs w:val="16"/>
        </w:rPr>
        <w:tab/>
        <w:t>Rozstaw środków transportowych pomiędzy sobą powinien wynosić, co najmniej 1.5m dla umożliwienia ucieczki robotnikom w przypadku obsunięcia się mas ziemnych,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 - </w:t>
      </w:r>
      <w:r w:rsidRPr="0099346E">
        <w:rPr>
          <w:rFonts w:ascii="Calibri Light" w:hAnsi="Calibri Light" w:cs="Calibri Light"/>
          <w:spacing w:val="1"/>
          <w:sz w:val="16"/>
          <w:szCs w:val="16"/>
        </w:rPr>
        <w:tab/>
        <w:t xml:space="preserve">Sprawdzić po każdej zmianie warunków atmosferycznych (deszcz, śnieg) stan  skarp </w:t>
      </w:r>
      <w:r w:rsidRPr="0099346E">
        <w:rPr>
          <w:rFonts w:ascii="Calibri Light" w:hAnsi="Calibri Light" w:cs="Calibri Light"/>
          <w:spacing w:val="-1"/>
          <w:sz w:val="16"/>
          <w:szCs w:val="16"/>
        </w:rPr>
        <w:t>nasypów i wykopów.</w:t>
      </w:r>
    </w:p>
    <w:p w:rsidR="00EF06BA" w:rsidRPr="0099346E" w:rsidRDefault="00EF06BA" w:rsidP="00C822E5">
      <w:pPr>
        <w:jc w:val="both"/>
        <w:rPr>
          <w:rFonts w:ascii="Calibri Light" w:hAnsi="Calibri Light" w:cs="Calibri Light"/>
          <w:b/>
          <w:spacing w:val="4"/>
          <w:sz w:val="16"/>
          <w:szCs w:val="16"/>
        </w:rPr>
      </w:pPr>
      <w:r w:rsidRPr="0099346E">
        <w:rPr>
          <w:rFonts w:ascii="Calibri Light" w:hAnsi="Calibri Light" w:cs="Calibri Light"/>
          <w:b/>
          <w:spacing w:val="4"/>
          <w:sz w:val="16"/>
          <w:szCs w:val="16"/>
        </w:rPr>
        <w:t>5.8.2 Wykonywanie robót sprzętem zmechanizowanym.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Przy wykonywaniu robót sprzętem zmechanizowanym, niezależnie od wymagań dla ręcznego </w:t>
      </w:r>
      <w:r w:rsidRPr="0099346E">
        <w:rPr>
          <w:rFonts w:ascii="Calibri Light" w:hAnsi="Calibri Light" w:cs="Calibri Light"/>
          <w:spacing w:val="2"/>
          <w:sz w:val="16"/>
          <w:szCs w:val="16"/>
        </w:rPr>
        <w:t>sposobu wykonania robót, należy zachować niżej wymienione wymagania dodatkowe: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5"/>
          <w:sz w:val="16"/>
          <w:szCs w:val="16"/>
        </w:rPr>
        <w:t xml:space="preserve">Głębokość odspajanej jednocześnie warstwy gruntu, nachylenie skarpy wykopu powinny być </w:t>
      </w:r>
      <w:r w:rsidRPr="0099346E">
        <w:rPr>
          <w:rFonts w:ascii="Calibri Light" w:hAnsi="Calibri Light" w:cs="Calibri Light"/>
          <w:spacing w:val="1"/>
          <w:sz w:val="16"/>
          <w:szCs w:val="16"/>
        </w:rPr>
        <w:t>dostosowane do rodzaju gruntu i zasięgu wysięgnika koparki.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 </w:t>
      </w:r>
      <w:r w:rsidRPr="0099346E">
        <w:rPr>
          <w:rFonts w:ascii="Calibri Light" w:hAnsi="Calibri Light" w:cs="Calibri Light"/>
          <w:sz w:val="16"/>
          <w:szCs w:val="16"/>
        </w:rPr>
        <w:tab/>
        <w:t>Roboty ziemne przy nasypach i wykopach wykonywać warstwami, nie dopuszczając do powstawania nierówności.</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2"/>
          <w:sz w:val="16"/>
          <w:szCs w:val="16"/>
        </w:rPr>
        <w:t xml:space="preserve"> - </w:t>
      </w:r>
      <w:r w:rsidRPr="0099346E">
        <w:rPr>
          <w:rFonts w:ascii="Calibri Light" w:hAnsi="Calibri Light" w:cs="Calibri Light"/>
          <w:spacing w:val="2"/>
          <w:sz w:val="16"/>
          <w:szCs w:val="16"/>
        </w:rPr>
        <w:tab/>
        <w:t>Zachować szczególną ostrożność podczas zagęszczania krawędzi nasypów.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Rozstaw pracujących maszyn powinien wykluczać możliwość ich wzajemnego uszkodzenia,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 - </w:t>
      </w:r>
      <w:r w:rsidRPr="0099346E">
        <w:rPr>
          <w:rFonts w:ascii="Calibri Light" w:hAnsi="Calibri Light" w:cs="Calibri Light"/>
          <w:spacing w:val="1"/>
          <w:sz w:val="16"/>
          <w:szCs w:val="16"/>
        </w:rPr>
        <w:tab/>
        <w:t>Robotnikom nie wolno przebywać w zasięgu pracy maszyn,</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Wyznaczyć w terenie strefę niebezpieczną dostosowaną do używanego sprzętu do wykonania </w:t>
      </w:r>
      <w:r w:rsidRPr="0099346E">
        <w:rPr>
          <w:rFonts w:ascii="Calibri Light" w:hAnsi="Calibri Light" w:cs="Calibri Light"/>
          <w:sz w:val="16"/>
          <w:szCs w:val="16"/>
        </w:rPr>
        <w:t>wykopu.</w:t>
      </w:r>
    </w:p>
    <w:p w:rsidR="00EF06BA" w:rsidRPr="0099346E" w:rsidRDefault="00EF06BA" w:rsidP="00C822E5">
      <w:pPr>
        <w:jc w:val="both"/>
        <w:rPr>
          <w:rFonts w:ascii="Calibri Light" w:hAnsi="Calibri Light" w:cs="Calibri Light"/>
          <w:b/>
          <w:spacing w:val="-3"/>
          <w:sz w:val="16"/>
          <w:szCs w:val="16"/>
        </w:rPr>
      </w:pPr>
      <w:r w:rsidRPr="0099346E">
        <w:rPr>
          <w:rFonts w:ascii="Calibri Light" w:hAnsi="Calibri Light" w:cs="Calibri Light"/>
          <w:b/>
          <w:spacing w:val="6"/>
          <w:sz w:val="16"/>
          <w:szCs w:val="16"/>
        </w:rPr>
        <w:t xml:space="preserve"> 6.0 KONTROLA JAKOŚCI ROBÓT</w:t>
      </w:r>
      <w:r w:rsidRPr="0099346E">
        <w:rPr>
          <w:rFonts w:ascii="Calibri Light" w:hAnsi="Calibri Light" w:cs="Calibri Light"/>
          <w:b/>
          <w:sz w:val="16"/>
          <w:szCs w:val="16"/>
        </w:rPr>
        <w:tab/>
      </w:r>
    </w:p>
    <w:p w:rsidR="00EF06BA" w:rsidRPr="0099346E" w:rsidRDefault="00EF06BA" w:rsidP="00C822E5">
      <w:pPr>
        <w:jc w:val="both"/>
        <w:rPr>
          <w:rFonts w:ascii="Calibri Light" w:hAnsi="Calibri Light" w:cs="Calibri Light"/>
          <w:b/>
          <w:spacing w:val="-6"/>
          <w:sz w:val="16"/>
          <w:szCs w:val="16"/>
        </w:rPr>
      </w:pPr>
      <w:r w:rsidRPr="0099346E">
        <w:rPr>
          <w:rFonts w:ascii="Calibri Light" w:hAnsi="Calibri Light" w:cs="Calibri Light"/>
          <w:b/>
          <w:spacing w:val="4"/>
          <w:sz w:val="16"/>
          <w:szCs w:val="16"/>
        </w:rPr>
        <w:t>6.1 Zasady kontroli jakości robót.</w:t>
      </w:r>
      <w:r w:rsidRPr="0099346E">
        <w:rPr>
          <w:rFonts w:ascii="Calibri Light" w:hAnsi="Calibri Light" w:cs="Calibri Light"/>
          <w:b/>
          <w:sz w:val="16"/>
          <w:szCs w:val="16"/>
        </w:rPr>
        <w:tab/>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 xml:space="preserve">Należy sprawdzić zgodność rzeczywistych warunków wykonania robót z warunkami określonymi w </w:t>
      </w:r>
      <w:r w:rsidRPr="0099346E">
        <w:rPr>
          <w:rFonts w:ascii="Calibri Light" w:hAnsi="Calibri Light" w:cs="Calibri Light"/>
          <w:spacing w:val="2"/>
          <w:sz w:val="16"/>
          <w:szCs w:val="16"/>
        </w:rPr>
        <w:t xml:space="preserve">Specyfikacji z potwierdzeniem ich w formie wpisu do dziennika budowy. Przy każdym odbiorze robót </w:t>
      </w:r>
      <w:r w:rsidRPr="0099346E">
        <w:rPr>
          <w:rFonts w:ascii="Calibri Light" w:hAnsi="Calibri Light" w:cs="Calibri Light"/>
          <w:spacing w:val="1"/>
          <w:sz w:val="16"/>
          <w:szCs w:val="16"/>
        </w:rPr>
        <w:t>zanikających należy stwierdzić ich jakość w formie protokołów odbioru robót lub wpisów do dziennika</w:t>
      </w:r>
      <w:r w:rsidRPr="0099346E">
        <w:rPr>
          <w:rFonts w:ascii="Calibri Light" w:hAnsi="Calibri Light" w:cs="Calibri Light"/>
          <w:sz w:val="16"/>
          <w:szCs w:val="16"/>
        </w:rPr>
        <w:t xml:space="preserve"> </w:t>
      </w:r>
      <w:r w:rsidRPr="0099346E">
        <w:rPr>
          <w:rFonts w:ascii="Calibri Light" w:hAnsi="Calibri Light" w:cs="Calibri Light"/>
          <w:spacing w:val="-1"/>
          <w:sz w:val="16"/>
          <w:szCs w:val="16"/>
        </w:rPr>
        <w:t>budowy.</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4"/>
          <w:sz w:val="16"/>
          <w:szCs w:val="16"/>
        </w:rPr>
        <w:t>6.1.1</w:t>
      </w:r>
      <w:r w:rsidRPr="0099346E">
        <w:rPr>
          <w:rFonts w:ascii="Calibri Light" w:hAnsi="Calibri Light" w:cs="Calibri Light"/>
          <w:b/>
          <w:sz w:val="16"/>
          <w:szCs w:val="16"/>
        </w:rPr>
        <w:t xml:space="preserve"> </w:t>
      </w:r>
      <w:r w:rsidRPr="0099346E">
        <w:rPr>
          <w:rFonts w:ascii="Calibri Light" w:hAnsi="Calibri Light" w:cs="Calibri Light"/>
          <w:b/>
          <w:spacing w:val="4"/>
          <w:sz w:val="16"/>
          <w:szCs w:val="16"/>
        </w:rPr>
        <w:t>Badania przy wykonywaniu i przy odbiorze.</w:t>
      </w:r>
    </w:p>
    <w:p w:rsidR="00EF06BA" w:rsidRPr="0099346E" w:rsidRDefault="00EF06BA" w:rsidP="00C822E5">
      <w:pPr>
        <w:jc w:val="both"/>
        <w:rPr>
          <w:rFonts w:ascii="Calibri Light" w:hAnsi="Calibri Light" w:cs="Calibri Light"/>
          <w:spacing w:val="4"/>
          <w:sz w:val="16"/>
          <w:szCs w:val="16"/>
        </w:rPr>
      </w:pPr>
      <w:r w:rsidRPr="0099346E">
        <w:rPr>
          <w:rFonts w:ascii="Calibri Light" w:hAnsi="Calibri Light" w:cs="Calibri Light"/>
          <w:spacing w:val="4"/>
          <w:sz w:val="16"/>
          <w:szCs w:val="16"/>
        </w:rPr>
        <w:t xml:space="preserve">Przeprowadzenie wszystkich badań materiałów i jakości robót związanych z realizacją </w:t>
      </w:r>
      <w:r w:rsidRPr="0099346E">
        <w:rPr>
          <w:rFonts w:ascii="Calibri Light" w:hAnsi="Calibri Light" w:cs="Calibri Light"/>
          <w:sz w:val="16"/>
          <w:szCs w:val="16"/>
        </w:rPr>
        <w:t xml:space="preserve">należy do Wykonawcy. </w:t>
      </w:r>
      <w:r w:rsidRPr="0099346E">
        <w:rPr>
          <w:rFonts w:ascii="Calibri Light" w:hAnsi="Calibri Light" w:cs="Calibri Light"/>
          <w:spacing w:val="1"/>
          <w:sz w:val="16"/>
          <w:szCs w:val="16"/>
        </w:rPr>
        <w:t xml:space="preserve">Do obowiązków Wykonawcy należy porównanie uzyskanych wyników badań z wymaganiami </w:t>
      </w:r>
      <w:r w:rsidRPr="0099346E">
        <w:rPr>
          <w:rFonts w:ascii="Calibri Light" w:hAnsi="Calibri Light" w:cs="Calibri Light"/>
          <w:sz w:val="16"/>
          <w:szCs w:val="16"/>
        </w:rPr>
        <w:t xml:space="preserve">zawartymi w niniejszej specyfikacji. </w:t>
      </w:r>
      <w:r w:rsidRPr="0099346E">
        <w:rPr>
          <w:rFonts w:ascii="Calibri Light" w:hAnsi="Calibri Light" w:cs="Calibri Light"/>
          <w:spacing w:val="4"/>
          <w:sz w:val="16"/>
          <w:szCs w:val="16"/>
        </w:rPr>
        <w:t xml:space="preserve">Gdy jakość wykonanej roboty budzi wątpliwości Inspektor Nadzoru może poddać je kontrolnemu </w:t>
      </w:r>
      <w:r w:rsidRPr="0099346E">
        <w:rPr>
          <w:rFonts w:ascii="Calibri Light" w:hAnsi="Calibri Light" w:cs="Calibri Light"/>
          <w:sz w:val="16"/>
          <w:szCs w:val="16"/>
        </w:rPr>
        <w:t xml:space="preserve">badaniu w pełnym zakresie. </w:t>
      </w:r>
      <w:r w:rsidRPr="0099346E">
        <w:rPr>
          <w:rFonts w:ascii="Calibri Light" w:hAnsi="Calibri Light" w:cs="Calibri Light"/>
          <w:spacing w:val="4"/>
          <w:sz w:val="16"/>
          <w:szCs w:val="16"/>
        </w:rPr>
        <w:t xml:space="preserve">W przypadku negatywnego wyniku tego badania, koszty z tym związane obciążają Wykonawcę. </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 xml:space="preserve">6.1.2 </w:t>
      </w:r>
      <w:r w:rsidRPr="0099346E">
        <w:rPr>
          <w:rFonts w:ascii="Calibri Light" w:hAnsi="Calibri Light" w:cs="Calibri Light"/>
          <w:b/>
          <w:spacing w:val="3"/>
          <w:sz w:val="16"/>
          <w:szCs w:val="16"/>
        </w:rPr>
        <w:t>Badanie gruntów.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 xml:space="preserve">Z przeprowadzonych na terenie budowy badań gruntu należy sporządzić protokół i porównać </w:t>
      </w:r>
      <w:r w:rsidRPr="0099346E">
        <w:rPr>
          <w:rFonts w:ascii="Calibri Light" w:hAnsi="Calibri Light" w:cs="Calibri Light"/>
          <w:spacing w:val="1"/>
          <w:sz w:val="16"/>
          <w:szCs w:val="16"/>
        </w:rPr>
        <w:t xml:space="preserve">uzyskane wyniki z projektem. Protokół powinien być dołączony do dziennika budowy i przedstawiony </w:t>
      </w:r>
      <w:r w:rsidRPr="0099346E">
        <w:rPr>
          <w:rFonts w:ascii="Calibri Light" w:hAnsi="Calibri Light" w:cs="Calibri Light"/>
          <w:spacing w:val="-1"/>
          <w:sz w:val="16"/>
          <w:szCs w:val="16"/>
        </w:rPr>
        <w:t xml:space="preserve">przy odbiorze gotowego obiektu. </w:t>
      </w:r>
      <w:r w:rsidRPr="0099346E">
        <w:rPr>
          <w:rFonts w:ascii="Calibri Light" w:hAnsi="Calibri Light" w:cs="Calibri Light"/>
          <w:sz w:val="16"/>
          <w:szCs w:val="16"/>
        </w:rPr>
        <w:t>Pobieranie próbek gruntu i badania gruntów powinny być zgodne z normami państwowymi.</w:t>
      </w:r>
    </w:p>
    <w:p w:rsidR="00EF06BA" w:rsidRPr="0099346E" w:rsidRDefault="00EF06BA" w:rsidP="00C822E5">
      <w:pPr>
        <w:jc w:val="both"/>
        <w:rPr>
          <w:rFonts w:ascii="Calibri Light" w:hAnsi="Calibri Light" w:cs="Calibri Light"/>
          <w:b/>
          <w:spacing w:val="3"/>
          <w:sz w:val="16"/>
          <w:szCs w:val="16"/>
        </w:rPr>
      </w:pPr>
      <w:r w:rsidRPr="0099346E">
        <w:rPr>
          <w:rFonts w:ascii="Calibri Light" w:hAnsi="Calibri Light" w:cs="Calibri Light"/>
          <w:b/>
          <w:spacing w:val="3"/>
          <w:sz w:val="16"/>
          <w:szCs w:val="16"/>
        </w:rPr>
        <w:t>6.2 Sprawdzenie wykonania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 xml:space="preserve">Sprawdzenie dokumentacji technicznej polega na sprawdzeniu jej kompletności i stwierdzeniu, czy na </w:t>
      </w:r>
      <w:r w:rsidRPr="0099346E">
        <w:rPr>
          <w:rFonts w:ascii="Calibri Light" w:hAnsi="Calibri Light" w:cs="Calibri Light"/>
          <w:spacing w:val="1"/>
          <w:sz w:val="16"/>
          <w:szCs w:val="16"/>
        </w:rPr>
        <w:t>jej podstawie można wykonać dane roboty ziemne lub budowlę ziemną. Sprawdzenie robót pomiarowych polega na skontrolowaniu zgodności wymagań z wynikami badań w terenie. L</w:t>
      </w:r>
      <w:r w:rsidRPr="0099346E">
        <w:rPr>
          <w:rFonts w:ascii="Calibri Light" w:hAnsi="Calibri Light" w:cs="Calibri Light"/>
          <w:spacing w:val="-1"/>
          <w:sz w:val="16"/>
          <w:szCs w:val="16"/>
        </w:rPr>
        <w:t xml:space="preserve">okalizację budynków lub obiektów inżynierskich należy sprawdzać taśmą i pomiarem niwelacyjnym z </w:t>
      </w:r>
      <w:r w:rsidRPr="0099346E">
        <w:rPr>
          <w:rFonts w:ascii="Calibri Light" w:hAnsi="Calibri Light" w:cs="Calibri Light"/>
          <w:sz w:val="16"/>
          <w:szCs w:val="16"/>
        </w:rPr>
        <w:t xml:space="preserve">dokładnością do 5 mm na każdym obiekcie oddzielnie. Wyznaczenie konturów nasypów i wykopów należy sprawdzać taśmą i szablonem z poziomic, co najmniej w 3-ch miejscach na całej długości w przypadku wykonywania robót liniowych i co najmniej po brzegach i w środku wykopu przeznaczonego do posadowienia budynku lub innego obiektu. Sprawdzanie prac przygotowawczych polega na skontrolowaniu zgodności ich wykonania z </w:t>
      </w:r>
      <w:r w:rsidRPr="0099346E">
        <w:rPr>
          <w:rFonts w:ascii="Calibri Light" w:hAnsi="Calibri Light" w:cs="Calibri Light"/>
          <w:spacing w:val="-1"/>
          <w:sz w:val="16"/>
          <w:szCs w:val="16"/>
        </w:rPr>
        <w:t xml:space="preserve">wymaganiami podanymi w Specyfikacji </w:t>
      </w:r>
      <w:r w:rsidRPr="0099346E">
        <w:rPr>
          <w:rFonts w:ascii="Calibri Light" w:hAnsi="Calibri Light" w:cs="Calibri Light"/>
          <w:sz w:val="16"/>
          <w:szCs w:val="16"/>
        </w:rPr>
        <w:t>PRZYGOTOWANIE TERENU POD BUDOWĘ, PRACE GEODEZYJNE.</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3"/>
          <w:sz w:val="16"/>
          <w:szCs w:val="16"/>
        </w:rPr>
        <w:t>Kontrolą należy objąć następujące prace: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Oczyszczenie terenu i jego zmagazynowanie, usuniecie kamieni i gruntów o małej nośności, wykonanie odwodnienia w miejscu wykonywania robót ziemnych, zabezpieczenia przed usuwiskami gruntu oraz stan dróg dojazdowych do placu budowy i miejsca wykonywania robót ziemnych. </w:t>
      </w:r>
      <w:r w:rsidRPr="0099346E">
        <w:rPr>
          <w:rFonts w:ascii="Calibri Light" w:hAnsi="Calibri Light" w:cs="Calibri Light"/>
          <w:sz w:val="16"/>
          <w:szCs w:val="16"/>
        </w:rPr>
        <w:t xml:space="preserve">Sprawdzenie wykonania wykopów i ukopów polega na skontrolowaniu: zabezpieczenia stateczności </w:t>
      </w:r>
      <w:r w:rsidRPr="0099346E">
        <w:rPr>
          <w:rFonts w:ascii="Calibri Light" w:hAnsi="Calibri Light" w:cs="Calibri Light"/>
          <w:spacing w:val="1"/>
          <w:sz w:val="16"/>
          <w:szCs w:val="16"/>
        </w:rPr>
        <w:t xml:space="preserve">skarp wykopów, rozparcia i podparcia ścian wykopów pod fundamenty budowli lub ułożenia, albo wykonania urządzeń podziemnych, prawidłowość odwodnienia wykopu oraz dokładność wykonania wykopu (usytuowanie, wykończenie, naruszenie naturalnej struktury gruntu w miejscu posadowienia </w:t>
      </w:r>
      <w:r w:rsidRPr="0099346E">
        <w:rPr>
          <w:rFonts w:ascii="Calibri Light" w:hAnsi="Calibri Light" w:cs="Calibri Light"/>
          <w:sz w:val="16"/>
          <w:szCs w:val="16"/>
        </w:rPr>
        <w:t xml:space="preserve">budynku lub obiektu inżynierskiego itp). </w:t>
      </w:r>
      <w:r w:rsidRPr="0099346E">
        <w:rPr>
          <w:rFonts w:ascii="Calibri Light" w:hAnsi="Calibri Light" w:cs="Calibri Light"/>
          <w:spacing w:val="1"/>
          <w:sz w:val="16"/>
          <w:szCs w:val="16"/>
        </w:rPr>
        <w:t xml:space="preserve">W przypadku sprawdzania ukopu należy określić: zgodność rodzaju gruntu w ukopie z dokumentacją geotechniczną, zachowanie stanu równowagi zboczy, stan odwodnienia oraz uporządkowanie terenu </w:t>
      </w:r>
      <w:r w:rsidRPr="0099346E">
        <w:rPr>
          <w:rFonts w:ascii="Calibri Light" w:hAnsi="Calibri Light" w:cs="Calibri Light"/>
          <w:spacing w:val="-1"/>
          <w:sz w:val="16"/>
          <w:szCs w:val="16"/>
        </w:rPr>
        <w:t xml:space="preserve">wokół ukopu. </w:t>
      </w:r>
      <w:r w:rsidRPr="0099346E">
        <w:rPr>
          <w:rFonts w:ascii="Calibri Light" w:hAnsi="Calibri Light" w:cs="Calibri Light"/>
          <w:spacing w:val="1"/>
          <w:sz w:val="16"/>
          <w:szCs w:val="16"/>
        </w:rPr>
        <w:t xml:space="preserve">Z każdego sprawdzenia robót zanikających i robót możliwych do skontrolowania po ich ukończeniu </w:t>
      </w:r>
      <w:r w:rsidRPr="0099346E">
        <w:rPr>
          <w:rFonts w:ascii="Calibri Light" w:hAnsi="Calibri Light" w:cs="Calibri Light"/>
          <w:spacing w:val="2"/>
          <w:sz w:val="16"/>
          <w:szCs w:val="16"/>
        </w:rPr>
        <w:t xml:space="preserve">należy sporządzić protokół, potwierdzony przez nadzór techniczny Inwestora. Dokonanie odbioru </w:t>
      </w:r>
      <w:r w:rsidRPr="0099346E">
        <w:rPr>
          <w:rFonts w:ascii="Calibri Light" w:hAnsi="Calibri Light" w:cs="Calibri Light"/>
          <w:sz w:val="16"/>
          <w:szCs w:val="16"/>
        </w:rPr>
        <w:t xml:space="preserve">robót należy odnotować w dzienniku budowy wraz z ich oceną. Sprawdzenia kontrolne w czasie wykonywania robót ziemnych powinny być przeprowadzone w takim </w:t>
      </w:r>
      <w:r w:rsidRPr="0099346E">
        <w:rPr>
          <w:rFonts w:ascii="Calibri Light" w:hAnsi="Calibri Light" w:cs="Calibri Light"/>
          <w:spacing w:val="1"/>
          <w:sz w:val="16"/>
          <w:szCs w:val="16"/>
        </w:rPr>
        <w:t xml:space="preserve">zakresie, aby istniała możliwość sprawdzenia stanu i prawidłowości wykonania robót ziemnych przy </w:t>
      </w:r>
      <w:r w:rsidRPr="0099346E">
        <w:rPr>
          <w:rFonts w:ascii="Calibri Light" w:hAnsi="Calibri Light" w:cs="Calibri Light"/>
          <w:spacing w:val="-1"/>
          <w:sz w:val="16"/>
          <w:szCs w:val="16"/>
        </w:rPr>
        <w:t xml:space="preserve">odbiorze końcowym. </w:t>
      </w:r>
      <w:r w:rsidRPr="0099346E">
        <w:rPr>
          <w:rFonts w:ascii="Calibri Light" w:hAnsi="Calibri Light" w:cs="Calibri Light"/>
          <w:spacing w:val="1"/>
          <w:sz w:val="16"/>
          <w:szCs w:val="16"/>
        </w:rPr>
        <w:t xml:space="preserve">W czasie odbioru częściowego należy dokonywać odbioru tych robót, do których późniejszy dostęp </w:t>
      </w:r>
      <w:r w:rsidRPr="0099346E">
        <w:rPr>
          <w:rFonts w:ascii="Calibri Light" w:hAnsi="Calibri Light" w:cs="Calibri Light"/>
          <w:spacing w:val="-1"/>
          <w:sz w:val="16"/>
          <w:szCs w:val="16"/>
        </w:rPr>
        <w:t>będzie niemożliwy.</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2"/>
          <w:sz w:val="16"/>
          <w:szCs w:val="16"/>
        </w:rPr>
        <w:t>6.3 BHP i ochrona środowiska.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W trakcie prowadzenia robót ziemnych wykopy powinny być zabezpieczone barierami. </w:t>
      </w:r>
      <w:r w:rsidRPr="0099346E">
        <w:rPr>
          <w:rFonts w:ascii="Calibri Light" w:hAnsi="Calibri Light" w:cs="Calibri Light"/>
          <w:spacing w:val="2"/>
          <w:sz w:val="16"/>
          <w:szCs w:val="16"/>
        </w:rPr>
        <w:t xml:space="preserve">W wykopach głębszych niż 1.0 m od poziomu terenu powinny być wykonane w odległościach nie </w:t>
      </w:r>
      <w:r w:rsidRPr="0099346E">
        <w:rPr>
          <w:rFonts w:ascii="Calibri Light" w:hAnsi="Calibri Light" w:cs="Calibri Light"/>
          <w:sz w:val="16"/>
          <w:szCs w:val="16"/>
        </w:rPr>
        <w:t xml:space="preserve">większych niż 20 m bezpieczne zejścia (wyjścia) dla pracowników. </w:t>
      </w:r>
      <w:r w:rsidRPr="0099346E">
        <w:rPr>
          <w:rFonts w:ascii="Calibri Light" w:hAnsi="Calibri Light" w:cs="Calibri Light"/>
          <w:spacing w:val="3"/>
          <w:sz w:val="16"/>
          <w:szCs w:val="16"/>
        </w:rPr>
        <w:t xml:space="preserve">Schodzenie do wykopu i wychodzenie z niego po rozporach lub skarpach oraz opuszczanie lub </w:t>
      </w:r>
      <w:r w:rsidRPr="0099346E">
        <w:rPr>
          <w:rFonts w:ascii="Calibri Light" w:hAnsi="Calibri Light" w:cs="Calibri Light"/>
          <w:spacing w:val="2"/>
          <w:sz w:val="16"/>
          <w:szCs w:val="16"/>
        </w:rPr>
        <w:t xml:space="preserve">podnoszenie pracowników urządzeniami przeznaczonymi do wydobywania urobionego gruntu jest </w:t>
      </w:r>
      <w:r w:rsidRPr="0099346E">
        <w:rPr>
          <w:rFonts w:ascii="Calibri Light" w:hAnsi="Calibri Light" w:cs="Calibri Light"/>
          <w:spacing w:val="-1"/>
          <w:sz w:val="16"/>
          <w:szCs w:val="16"/>
        </w:rPr>
        <w:t xml:space="preserve">zabronione. </w:t>
      </w:r>
      <w:r w:rsidRPr="0099346E">
        <w:rPr>
          <w:rFonts w:ascii="Calibri Light" w:hAnsi="Calibri Light" w:cs="Calibri Light"/>
          <w:spacing w:val="2"/>
          <w:sz w:val="16"/>
          <w:szCs w:val="16"/>
        </w:rPr>
        <w:t xml:space="preserve">Przy wykonywaniu wykopów wąskoprzestrzennych koparką, pracownicy powinni wykonywać ich </w:t>
      </w:r>
      <w:r w:rsidRPr="0099346E">
        <w:rPr>
          <w:rFonts w:ascii="Calibri Light" w:hAnsi="Calibri Light" w:cs="Calibri Light"/>
          <w:spacing w:val="-1"/>
          <w:sz w:val="16"/>
          <w:szCs w:val="16"/>
        </w:rPr>
        <w:t xml:space="preserve">obudowę wyłącznie z zabezpieczonej części wykopu. </w:t>
      </w:r>
      <w:r w:rsidRPr="0099346E">
        <w:rPr>
          <w:rFonts w:ascii="Calibri Light" w:hAnsi="Calibri Light" w:cs="Calibri Light"/>
          <w:sz w:val="16"/>
          <w:szCs w:val="16"/>
        </w:rPr>
        <w:t xml:space="preserve">Niedozwolone jest przebywanie osób pomiędzy ścianą wykopu a koparką, nawet w czasie jej postoju oraz przewożenie ludzi w skrzyniach zgarniarek lub innego sprzętu mechanicznego. Wydobywanie urobku z </w:t>
      </w:r>
      <w:r w:rsidRPr="0099346E">
        <w:rPr>
          <w:rFonts w:ascii="Calibri Light" w:hAnsi="Calibri Light" w:cs="Calibri Light"/>
          <w:spacing w:val="-1"/>
          <w:sz w:val="16"/>
          <w:szCs w:val="16"/>
        </w:rPr>
        <w:t>wykopu wąskoprzestrzennego powinno być dokonywane sposobem mechanicznym, z tym, że: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 - pracownicy powinni znajdować się w bezpiecznej odległości od podnoszonego pojemnika lub łyżki.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B - wykop powinien być szczelnie przykryty wytrzymałym pomostem, jeżeli jednocześnie odbywa się praca w wykopie i transport urobku.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 - pojemników służących do transportu urobku nie należy wypełniać więcej niż do 2/3 ich wysokości. Wyładowanie urobku z łyżki koparki nad skrzynią środka transportowego powinno nastąpić dopiero po zatrzymaniu ruchu obrotowego koparki. Wyładowanie urobku powinno być dokonywane nad dnem środka transportowego na wysokości nie większej niż:</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50 cm w przypadku ładowania materiałów sypkich.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25 cm w przypadku ładowania materiałów kamiennych</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pacing w:val="-1"/>
          <w:sz w:val="16"/>
          <w:szCs w:val="16"/>
        </w:rPr>
        <w:t>Ruch pojazdów transportowych i maszyn stosowanych przy wykonywaniu wykopów powinien odbywać się poza prawdopodobnym klinem odłamu.</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7.0 OBMIAR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 xml:space="preserve">Wymagania ogólne dotyczące obmiaru robót. </w:t>
      </w:r>
      <w:r w:rsidRPr="0099346E">
        <w:rPr>
          <w:rFonts w:ascii="Calibri Light" w:hAnsi="Calibri Light" w:cs="Calibri Light"/>
          <w:spacing w:val="2"/>
          <w:sz w:val="16"/>
          <w:szCs w:val="16"/>
        </w:rPr>
        <w:t>Do obliczania należności przyjmuje się faktyczną ilość wykopanych i wbudowanych m</w:t>
      </w:r>
      <w:r w:rsidRPr="0099346E">
        <w:rPr>
          <w:rFonts w:ascii="Calibri Light" w:hAnsi="Calibri Light" w:cs="Calibri Light"/>
          <w:spacing w:val="2"/>
          <w:sz w:val="16"/>
          <w:szCs w:val="16"/>
          <w:vertAlign w:val="superscript"/>
        </w:rPr>
        <w:t>3</w:t>
      </w:r>
      <w:r w:rsidRPr="0099346E">
        <w:rPr>
          <w:rFonts w:ascii="Calibri Light" w:hAnsi="Calibri Light" w:cs="Calibri Light"/>
          <w:spacing w:val="2"/>
          <w:sz w:val="16"/>
          <w:szCs w:val="16"/>
        </w:rPr>
        <w:t xml:space="preserve"> mas ziemnych. Wykonawca zobowiązany jest do prowadzenia ewidencji dostaw nowo nawiezionego </w:t>
      </w:r>
      <w:r w:rsidRPr="0099346E">
        <w:rPr>
          <w:rFonts w:ascii="Calibri Light" w:hAnsi="Calibri Light" w:cs="Calibri Light"/>
          <w:spacing w:val="4"/>
          <w:sz w:val="16"/>
          <w:szCs w:val="16"/>
        </w:rPr>
        <w:t xml:space="preserve">gruntu oraz do prowadzenia książki obmiarów wykonanych wykopów pod elementy konstrukcyjne </w:t>
      </w:r>
      <w:r w:rsidRPr="0099346E">
        <w:rPr>
          <w:rFonts w:ascii="Calibri Light" w:hAnsi="Calibri Light" w:cs="Calibri Light"/>
          <w:spacing w:val="-1"/>
          <w:sz w:val="16"/>
          <w:szCs w:val="16"/>
        </w:rPr>
        <w:t xml:space="preserve">zgodnie z punkiem 1.3 niniejsze] specyfikacji.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Ilości przewidywanych robót ziemnych ujęto w Przedmiarze Robót.  Jednostka obmiarowa.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Jednostką obmiarową jest m</w:t>
      </w:r>
      <w:r w:rsidRPr="0099346E">
        <w:rPr>
          <w:rFonts w:ascii="Calibri Light" w:hAnsi="Calibri Light" w:cs="Calibri Light"/>
          <w:sz w:val="16"/>
          <w:szCs w:val="16"/>
          <w:vertAlign w:val="superscript"/>
        </w:rPr>
        <w:t>3</w:t>
      </w:r>
      <w:r w:rsidRPr="0099346E">
        <w:rPr>
          <w:rFonts w:ascii="Calibri Light" w:hAnsi="Calibri Light" w:cs="Calibri Light"/>
          <w:sz w:val="16"/>
          <w:szCs w:val="16"/>
        </w:rPr>
        <w:t xml:space="preserve"> wydobywanych lub wywiezionych mas ziemnych.</w:t>
      </w:r>
    </w:p>
    <w:p w:rsidR="00EF06BA" w:rsidRPr="0099346E" w:rsidRDefault="00EF06BA" w:rsidP="00C822E5">
      <w:pPr>
        <w:jc w:val="both"/>
        <w:rPr>
          <w:rFonts w:ascii="Calibri Light" w:hAnsi="Calibri Light" w:cs="Calibri Light"/>
          <w:b/>
          <w:spacing w:val="-3"/>
          <w:sz w:val="16"/>
          <w:szCs w:val="16"/>
        </w:rPr>
      </w:pPr>
      <w:r w:rsidRPr="0099346E">
        <w:rPr>
          <w:rFonts w:ascii="Calibri Light" w:hAnsi="Calibri Light" w:cs="Calibri Light"/>
          <w:b/>
          <w:spacing w:val="3"/>
          <w:sz w:val="16"/>
          <w:szCs w:val="16"/>
        </w:rPr>
        <w:t>8.0 ODBIÓR ROBÓT.</w:t>
      </w:r>
    </w:p>
    <w:p w:rsidR="00EF06BA" w:rsidRPr="0099346E" w:rsidRDefault="00EF06BA" w:rsidP="00C822E5">
      <w:pPr>
        <w:jc w:val="both"/>
        <w:rPr>
          <w:rFonts w:ascii="Calibri Light" w:hAnsi="Calibri Light" w:cs="Calibri Light"/>
          <w:b/>
          <w:spacing w:val="-9"/>
          <w:sz w:val="16"/>
          <w:szCs w:val="16"/>
        </w:rPr>
      </w:pPr>
      <w:r w:rsidRPr="0099346E">
        <w:rPr>
          <w:rFonts w:ascii="Calibri Light" w:hAnsi="Calibri Light" w:cs="Calibri Light"/>
          <w:b/>
          <w:spacing w:val="3"/>
          <w:sz w:val="16"/>
          <w:szCs w:val="16"/>
        </w:rPr>
        <w:t>8.1 Dokumentacja niezbędna dla dokonania odbioru końcowego.</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 xml:space="preserve">Sprawdzenie i odbiór robót ziemnych powinny być dokonywane na podstawie sprawdzeń </w:t>
      </w:r>
      <w:r w:rsidRPr="0099346E">
        <w:rPr>
          <w:rFonts w:ascii="Calibri Light" w:hAnsi="Calibri Light" w:cs="Calibri Light"/>
          <w:sz w:val="16"/>
          <w:szCs w:val="16"/>
        </w:rPr>
        <w:t>dokonanych zgodnie z wymaganiami p 6.0 niniejszej Specyfikacji i dokumentacji zawierającej:</w:t>
      </w:r>
    </w:p>
    <w:p w:rsidR="00EF06BA" w:rsidRPr="0099346E" w:rsidRDefault="00EF06BA" w:rsidP="00C822E5">
      <w:pPr>
        <w:numPr>
          <w:ilvl w:val="0"/>
          <w:numId w:val="13"/>
        </w:numPr>
        <w:ind w:left="0" w:firstLine="0"/>
        <w:jc w:val="both"/>
        <w:rPr>
          <w:rFonts w:ascii="Calibri Light" w:hAnsi="Calibri Light" w:cs="Calibri Light"/>
          <w:sz w:val="16"/>
          <w:szCs w:val="16"/>
        </w:rPr>
      </w:pPr>
      <w:r w:rsidRPr="0099346E">
        <w:rPr>
          <w:rFonts w:ascii="Calibri Light" w:hAnsi="Calibri Light" w:cs="Calibri Light"/>
          <w:sz w:val="16"/>
          <w:szCs w:val="16"/>
        </w:rPr>
        <w:t>dziennik badań i pomiarów wraz z naniesionymi punktami kontrolnymi (szkice),</w:t>
      </w:r>
    </w:p>
    <w:p w:rsidR="00EF06BA" w:rsidRPr="0099346E" w:rsidRDefault="00EF06BA" w:rsidP="00C822E5">
      <w:pPr>
        <w:numPr>
          <w:ilvl w:val="0"/>
          <w:numId w:val="13"/>
        </w:numPr>
        <w:ind w:left="0" w:firstLine="0"/>
        <w:jc w:val="both"/>
        <w:rPr>
          <w:rFonts w:ascii="Calibri Light" w:hAnsi="Calibri Light" w:cs="Calibri Light"/>
          <w:sz w:val="16"/>
          <w:szCs w:val="16"/>
        </w:rPr>
      </w:pPr>
      <w:r w:rsidRPr="0099346E">
        <w:rPr>
          <w:rFonts w:ascii="Calibri Light" w:hAnsi="Calibri Light" w:cs="Calibri Light"/>
          <w:sz w:val="16"/>
          <w:szCs w:val="16"/>
        </w:rPr>
        <w:t xml:space="preserve">zestawienia wyników badań jakościowych i laboratoryjnych, zgodnie z p. 6.0 niniejszej Specyfikacji </w:t>
      </w:r>
      <w:r w:rsidRPr="0099346E">
        <w:rPr>
          <w:rFonts w:ascii="Calibri Light" w:hAnsi="Calibri Light" w:cs="Calibri Light"/>
          <w:spacing w:val="-1"/>
          <w:sz w:val="16"/>
          <w:szCs w:val="16"/>
        </w:rPr>
        <w:t>wraz z protokołami sprawdzeń.</w:t>
      </w:r>
    </w:p>
    <w:p w:rsidR="00EF06BA" w:rsidRPr="0099346E" w:rsidRDefault="00EF06BA" w:rsidP="00C822E5">
      <w:pPr>
        <w:numPr>
          <w:ilvl w:val="0"/>
          <w:numId w:val="13"/>
        </w:numPr>
        <w:ind w:left="0" w:firstLine="0"/>
        <w:jc w:val="both"/>
        <w:rPr>
          <w:rFonts w:ascii="Calibri Light" w:hAnsi="Calibri Light" w:cs="Calibri Light"/>
          <w:sz w:val="16"/>
          <w:szCs w:val="16"/>
        </w:rPr>
      </w:pPr>
      <w:r w:rsidRPr="0099346E">
        <w:rPr>
          <w:rFonts w:ascii="Calibri Light" w:hAnsi="Calibri Light" w:cs="Calibri Light"/>
          <w:spacing w:val="-1"/>
          <w:sz w:val="16"/>
          <w:szCs w:val="16"/>
        </w:rPr>
        <w:t>robocze orzeczenia jakościowe,</w:t>
      </w:r>
    </w:p>
    <w:p w:rsidR="00EF06BA" w:rsidRPr="0099346E" w:rsidRDefault="00EF06BA" w:rsidP="00C822E5">
      <w:pPr>
        <w:numPr>
          <w:ilvl w:val="0"/>
          <w:numId w:val="13"/>
        </w:numPr>
        <w:ind w:left="0" w:firstLine="0"/>
        <w:jc w:val="both"/>
        <w:rPr>
          <w:rFonts w:ascii="Calibri Light" w:hAnsi="Calibri Light" w:cs="Calibri Light"/>
          <w:sz w:val="16"/>
          <w:szCs w:val="16"/>
        </w:rPr>
      </w:pPr>
      <w:r w:rsidRPr="0099346E">
        <w:rPr>
          <w:rFonts w:ascii="Calibri Light" w:hAnsi="Calibri Light" w:cs="Calibri Light"/>
          <w:spacing w:val="-1"/>
          <w:sz w:val="16"/>
          <w:szCs w:val="16"/>
        </w:rPr>
        <w:t>analizę wyników badań wraz z wnioskami.</w:t>
      </w:r>
    </w:p>
    <w:p w:rsidR="00EF06BA" w:rsidRPr="0099346E" w:rsidRDefault="00EF06BA" w:rsidP="00C822E5">
      <w:pPr>
        <w:numPr>
          <w:ilvl w:val="0"/>
          <w:numId w:val="13"/>
        </w:numPr>
        <w:ind w:left="0" w:firstLine="0"/>
        <w:jc w:val="both"/>
        <w:rPr>
          <w:rFonts w:ascii="Calibri Light" w:hAnsi="Calibri Light" w:cs="Calibri Light"/>
          <w:sz w:val="16"/>
          <w:szCs w:val="16"/>
        </w:rPr>
      </w:pPr>
      <w:r w:rsidRPr="0099346E">
        <w:rPr>
          <w:rFonts w:ascii="Calibri Light" w:hAnsi="Calibri Light" w:cs="Calibri Light"/>
          <w:sz w:val="16"/>
          <w:szCs w:val="16"/>
        </w:rPr>
        <w:t>aktualną dokumentację rysunkową wraz z niezbędnymi przekrojami,</w:t>
      </w:r>
    </w:p>
    <w:p w:rsidR="00EF06BA" w:rsidRPr="0099346E" w:rsidRDefault="00EF06BA" w:rsidP="00C822E5">
      <w:pPr>
        <w:numPr>
          <w:ilvl w:val="0"/>
          <w:numId w:val="13"/>
        </w:numPr>
        <w:ind w:left="0" w:firstLine="0"/>
        <w:jc w:val="both"/>
        <w:rPr>
          <w:rFonts w:ascii="Calibri Light" w:hAnsi="Calibri Light" w:cs="Calibri Light"/>
          <w:sz w:val="16"/>
          <w:szCs w:val="16"/>
        </w:rPr>
      </w:pPr>
      <w:r w:rsidRPr="0099346E">
        <w:rPr>
          <w:rFonts w:ascii="Calibri Light" w:hAnsi="Calibri Light" w:cs="Calibri Light"/>
          <w:sz w:val="16"/>
          <w:szCs w:val="16"/>
        </w:rPr>
        <w:t>inne dokumenty niezbędne do prawidłowego dokonania odbioru danego rodzaju robót ziemnych.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W dzienniku badań i pomiarów powinny być odnotowane wyniki badań wszystkich próbek oraz </w:t>
      </w:r>
      <w:r w:rsidRPr="0099346E">
        <w:rPr>
          <w:rFonts w:ascii="Calibri Light" w:hAnsi="Calibri Light" w:cs="Calibri Light"/>
          <w:spacing w:val="-1"/>
          <w:sz w:val="16"/>
          <w:szCs w:val="16"/>
        </w:rPr>
        <w:t xml:space="preserve">wyniki wszystkich sprawdzeń kontrolnych. </w:t>
      </w:r>
      <w:r w:rsidRPr="0099346E">
        <w:rPr>
          <w:rFonts w:ascii="Calibri Light" w:hAnsi="Calibri Light" w:cs="Calibri Light"/>
          <w:sz w:val="16"/>
          <w:szCs w:val="16"/>
        </w:rPr>
        <w:t xml:space="preserve">Na przekrojach powinny być naniesione wyniki pomiarów i miejsca pobrania próbek, a przekroje </w:t>
      </w:r>
      <w:r w:rsidRPr="0099346E">
        <w:rPr>
          <w:rFonts w:ascii="Calibri Light" w:hAnsi="Calibri Light" w:cs="Calibri Light"/>
          <w:spacing w:val="-1"/>
          <w:sz w:val="16"/>
          <w:szCs w:val="16"/>
        </w:rPr>
        <w:t>poprzeczne i pionowe powinny być wykonane z tych miejsc, w których kontrolowane były wymiary i nachylenia skarp lub spadki.</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8.2 Odbiór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Odbiór gruntów przeznaczonych do wykonania danego rodzaju robót ziemnych powinien być </w:t>
      </w:r>
      <w:r w:rsidRPr="0099346E">
        <w:rPr>
          <w:rFonts w:ascii="Calibri Light" w:hAnsi="Calibri Light" w:cs="Calibri Light"/>
          <w:spacing w:val="-2"/>
          <w:sz w:val="16"/>
          <w:szCs w:val="16"/>
        </w:rPr>
        <w:t>dokonany przed wbudowaniem gruntów.</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z w:val="16"/>
          <w:szCs w:val="16"/>
        </w:rPr>
        <w:t xml:space="preserve">W przypadku, gdy w wyniku kontroli grunt został określony jako nieprzydatny do wykonania robót </w:t>
      </w:r>
      <w:r w:rsidRPr="0099346E">
        <w:rPr>
          <w:rFonts w:ascii="Calibri Light" w:hAnsi="Calibri Light" w:cs="Calibri Light"/>
          <w:spacing w:val="-1"/>
          <w:sz w:val="16"/>
          <w:szCs w:val="16"/>
        </w:rPr>
        <w:t xml:space="preserve">ziemnych, nie powinien być użyty do wykonania danego rodzaju robót. Grunt taki może być użyty do </w:t>
      </w:r>
      <w:r w:rsidRPr="0099346E">
        <w:rPr>
          <w:rFonts w:ascii="Calibri Light" w:hAnsi="Calibri Light" w:cs="Calibri Light"/>
          <w:sz w:val="16"/>
          <w:szCs w:val="16"/>
        </w:rPr>
        <w:t xml:space="preserve">wykonania robót, jeżeli po uzgodnieniu z Inspektorem Nadzoru istnieje możliwość poprawienia jego właściwości, w wyniku określonego procesu technologicznego, w stopniu określonym projektem lub niniejszymi warunkami. </w:t>
      </w:r>
      <w:r w:rsidRPr="0099346E">
        <w:rPr>
          <w:rFonts w:ascii="Calibri Light" w:hAnsi="Calibri Light" w:cs="Calibri Light"/>
          <w:spacing w:val="-1"/>
          <w:sz w:val="16"/>
          <w:szCs w:val="16"/>
        </w:rPr>
        <w:t xml:space="preserve">Odbiór częściowy powinien być przeprowadzony w odniesieniu do tych robót, do których późniejszy dostęp jest niemożliwy, albo które całkowicie zanikają (np. odbiór podłoża, przygotowanie terenu, zagęszczenie poszczególnych warstw gruntu itp.).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6"/>
          <w:sz w:val="16"/>
          <w:szCs w:val="16"/>
        </w:rPr>
        <w:t xml:space="preserve">Odbioru częściowego należy dokonać przed przystąpieniem do następnej fazy (części) robót ziemnych, uniemożliwiającej dokonania odbioru robót poprzednio wykonanych w terminach późniejszych. Z dokonanego odbioru częściowego robót powinien być sporządzony protokół, w którym powinna być zawarta ocena wykonanych robót oraz zgoda na wykonanie dalszych robót. O dokonaniu odbioru częściowego robót (robót zanikających) należy dokonać zapisu w dzienniku budowy i sporządzić protokół odbioru. </w:t>
      </w:r>
      <w:r w:rsidRPr="0099346E">
        <w:rPr>
          <w:rFonts w:ascii="Calibri Light" w:hAnsi="Calibri Light" w:cs="Calibri Light"/>
          <w:spacing w:val="-1"/>
          <w:sz w:val="16"/>
          <w:szCs w:val="16"/>
        </w:rPr>
        <w:t>Odbiór końcowy robót powinien być przeprowadzony po zakończeniu robót ziemnych i powinien być dokonany na podstawie dokumentacji wymienionej w p. 8.1 niniejszej Specyfikacji, protokołów z odbiorów częściowych i oceny aktualnego stanu robót. W razie, gdy jest to konieczne, przy odbiorze końcowym mogą być przeprowadzone badania lub sprawdzenia zalecone przez k</w:t>
      </w:r>
      <w:r w:rsidRPr="0099346E">
        <w:rPr>
          <w:rFonts w:ascii="Calibri Light" w:hAnsi="Calibri Light" w:cs="Calibri Light"/>
          <w:spacing w:val="9"/>
          <w:sz w:val="16"/>
          <w:szCs w:val="16"/>
        </w:rPr>
        <w:t xml:space="preserve">omisję odbiorczą. Z odbioru końcowego robót ziemnych </w:t>
      </w:r>
      <w:r w:rsidRPr="0099346E">
        <w:rPr>
          <w:rFonts w:ascii="Calibri Light" w:hAnsi="Calibri Light" w:cs="Calibri Light"/>
          <w:spacing w:val="2"/>
          <w:sz w:val="16"/>
          <w:szCs w:val="16"/>
        </w:rPr>
        <w:t xml:space="preserve">należy sporządzić protokół, w którym powinna być zawarta ocena ostateczna robót i </w:t>
      </w:r>
      <w:r w:rsidRPr="0099346E">
        <w:rPr>
          <w:rFonts w:ascii="Calibri Light" w:hAnsi="Calibri Light" w:cs="Calibri Light"/>
          <w:spacing w:val="5"/>
          <w:sz w:val="16"/>
          <w:szCs w:val="16"/>
        </w:rPr>
        <w:t xml:space="preserve">stwierdzenie ich przyjęcia. Fakt dokonania odbioru końcowego powinien być </w:t>
      </w:r>
      <w:r w:rsidRPr="0099346E">
        <w:rPr>
          <w:rFonts w:ascii="Calibri Light" w:hAnsi="Calibri Light" w:cs="Calibri Light"/>
          <w:spacing w:val="-1"/>
          <w:sz w:val="16"/>
          <w:szCs w:val="16"/>
        </w:rPr>
        <w:t xml:space="preserve">wpisany do dziennika budowy. </w:t>
      </w:r>
      <w:r w:rsidRPr="0099346E">
        <w:rPr>
          <w:rFonts w:ascii="Calibri Light" w:hAnsi="Calibri Light" w:cs="Calibri Light"/>
          <w:sz w:val="16"/>
          <w:szCs w:val="16"/>
        </w:rPr>
        <w:t xml:space="preserve">Przeprowadzenie odbioru robót ziemnych powinno być zgodne z zaleceniami podanymi w Specyfikacji </w:t>
      </w:r>
      <w:r w:rsidRPr="0099346E">
        <w:rPr>
          <w:rFonts w:ascii="Calibri Light" w:hAnsi="Calibri Light" w:cs="Calibri Light"/>
          <w:spacing w:val="1"/>
          <w:sz w:val="16"/>
          <w:szCs w:val="16"/>
        </w:rPr>
        <w:t>WARUNKI OGÓLNE.</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2"/>
          <w:sz w:val="16"/>
          <w:szCs w:val="16"/>
        </w:rPr>
        <w:t>8.3 Ocena wyników odbioru.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Jeżeli wszystkie badania i odbiory robót przewidziane w trakcie wykonywania robot i niniejszymi </w:t>
      </w:r>
      <w:r w:rsidRPr="0099346E">
        <w:rPr>
          <w:rFonts w:ascii="Calibri Light" w:hAnsi="Calibri Light" w:cs="Calibri Light"/>
          <w:sz w:val="16"/>
          <w:szCs w:val="16"/>
        </w:rPr>
        <w:t xml:space="preserve">warunkami dały wynik dodatni, wykonane roboty powinny być uznane za zgodne z wymaganiami </w:t>
      </w:r>
      <w:r w:rsidRPr="0099346E">
        <w:rPr>
          <w:rFonts w:ascii="Calibri Light" w:hAnsi="Calibri Light" w:cs="Calibri Light"/>
          <w:spacing w:val="-2"/>
          <w:sz w:val="16"/>
          <w:szCs w:val="16"/>
        </w:rPr>
        <w:t xml:space="preserve">niniejszych warunków. </w:t>
      </w:r>
      <w:r w:rsidRPr="0099346E">
        <w:rPr>
          <w:rFonts w:ascii="Calibri Light" w:hAnsi="Calibri Light" w:cs="Calibri Light"/>
          <w:spacing w:val="2"/>
          <w:sz w:val="16"/>
          <w:szCs w:val="16"/>
        </w:rPr>
        <w:t xml:space="preserve">W przypadku, gdy chociaż jedno badanie lub jeden z odbiorów miały wynik ujemny i nie zostały </w:t>
      </w:r>
      <w:r w:rsidRPr="0099346E">
        <w:rPr>
          <w:rFonts w:ascii="Calibri Light" w:hAnsi="Calibri Light" w:cs="Calibri Light"/>
          <w:spacing w:val="-1"/>
          <w:sz w:val="16"/>
          <w:szCs w:val="16"/>
        </w:rPr>
        <w:t xml:space="preserve">dokonane poprawki doprowadzające stan robót ziemnych do ustalonych wymagań oraz gdy dokonany </w:t>
      </w:r>
      <w:r w:rsidRPr="0099346E">
        <w:rPr>
          <w:rFonts w:ascii="Calibri Light" w:hAnsi="Calibri Light" w:cs="Calibri Light"/>
          <w:sz w:val="16"/>
          <w:szCs w:val="16"/>
        </w:rPr>
        <w:t xml:space="preserve">odbiór końcowy robót jest negatywny, wykonane roboty należy uznać za niezgodne z wymaganiami </w:t>
      </w:r>
      <w:r w:rsidRPr="0099346E">
        <w:rPr>
          <w:rFonts w:ascii="Calibri Light" w:hAnsi="Calibri Light" w:cs="Calibri Light"/>
          <w:spacing w:val="-2"/>
          <w:sz w:val="16"/>
          <w:szCs w:val="16"/>
        </w:rPr>
        <w:t xml:space="preserve">niniejszych warunków. </w:t>
      </w:r>
      <w:r w:rsidRPr="0099346E">
        <w:rPr>
          <w:rFonts w:ascii="Calibri Light" w:hAnsi="Calibri Light" w:cs="Calibri Light"/>
          <w:sz w:val="16"/>
          <w:szCs w:val="16"/>
        </w:rPr>
        <w:t xml:space="preserve">Roboty uznane przy odbiorze za niezgodne z wymaganiami warunków technicznych powinny być </w:t>
      </w:r>
      <w:r w:rsidRPr="0099346E">
        <w:rPr>
          <w:rFonts w:ascii="Calibri Light" w:hAnsi="Calibri Light" w:cs="Calibri Light"/>
          <w:spacing w:val="2"/>
          <w:sz w:val="16"/>
          <w:szCs w:val="16"/>
        </w:rPr>
        <w:t xml:space="preserve">poprawione zgodnie z ustaleniami komisji odbiorczej i przedstawione do ponownego odbioru, z </w:t>
      </w:r>
      <w:r w:rsidRPr="0099346E">
        <w:rPr>
          <w:rFonts w:ascii="Calibri Light" w:hAnsi="Calibri Light" w:cs="Calibri Light"/>
          <w:sz w:val="16"/>
          <w:szCs w:val="16"/>
        </w:rPr>
        <w:t>którego sporządzić należy nowy protokół odbioru końcowego robót.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2"/>
          <w:sz w:val="16"/>
          <w:szCs w:val="16"/>
        </w:rPr>
        <w:t>9.0 PODSTAWA PŁATNOŚCI.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Ogólne ustalenia dotyczące podstawy płatności.</w:t>
      </w:r>
    </w:p>
    <w:p w:rsidR="00EF06BA" w:rsidRPr="0099346E" w:rsidRDefault="00EF06BA" w:rsidP="00C822E5">
      <w:pPr>
        <w:jc w:val="both"/>
        <w:rPr>
          <w:rFonts w:ascii="Calibri Light" w:hAnsi="Calibri Light" w:cs="Calibri Light"/>
          <w:spacing w:val="3"/>
          <w:sz w:val="16"/>
          <w:szCs w:val="16"/>
        </w:rPr>
      </w:pPr>
      <w:r w:rsidRPr="0099346E">
        <w:rPr>
          <w:rFonts w:ascii="Calibri Light" w:hAnsi="Calibri Light" w:cs="Calibri Light"/>
          <w:spacing w:val="3"/>
          <w:sz w:val="16"/>
          <w:szCs w:val="16"/>
        </w:rPr>
        <w:t xml:space="preserve">Ogólne ustalenia dotyczące podstawy płatności podano w Specyfikacji </w:t>
      </w:r>
      <w:r w:rsidRPr="0099346E">
        <w:rPr>
          <w:rFonts w:ascii="Calibri Light" w:hAnsi="Calibri Light" w:cs="Calibri Light"/>
          <w:spacing w:val="1"/>
          <w:sz w:val="16"/>
          <w:szCs w:val="16"/>
        </w:rPr>
        <w:t>WARUNKI OGÓLNE.</w:t>
      </w:r>
      <w:r w:rsidRPr="0099346E">
        <w:rPr>
          <w:rFonts w:ascii="Calibri Light" w:hAnsi="Calibri Light" w:cs="Calibri Light"/>
          <w:spacing w:val="3"/>
          <w:sz w:val="16"/>
          <w:szCs w:val="16"/>
        </w:rPr>
        <w:t xml:space="preserve">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 xml:space="preserve">Cena </w:t>
      </w:r>
      <w:r w:rsidRPr="0099346E">
        <w:rPr>
          <w:rFonts w:ascii="Calibri Light" w:hAnsi="Calibri Light" w:cs="Calibri Light"/>
          <w:spacing w:val="-1"/>
          <w:sz w:val="16"/>
          <w:szCs w:val="16"/>
        </w:rPr>
        <w:t>jednostki obmiarowej obejmuje: podkłady, zasypki, wymiany: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Cena jednostkowa obejmuje zakup, dostarczenie, wbudowanie wraz z zagęszczeniem nowo nawiezionego gruntu. W cenie jednostkowej mieszczą się również koszty związane z dostarczeniem </w:t>
      </w:r>
      <w:r w:rsidRPr="0099346E">
        <w:rPr>
          <w:rFonts w:ascii="Calibri Light" w:hAnsi="Calibri Light" w:cs="Calibri Light"/>
          <w:spacing w:val="2"/>
          <w:sz w:val="16"/>
          <w:szCs w:val="16"/>
        </w:rPr>
        <w:t xml:space="preserve">mas ziemnych na plac budowy, wszelkich badań stopnia zagęszczenia, modułów ściśliwości oraz </w:t>
      </w:r>
      <w:r w:rsidRPr="0099346E">
        <w:rPr>
          <w:rFonts w:ascii="Calibri Light" w:hAnsi="Calibri Light" w:cs="Calibri Light"/>
          <w:sz w:val="16"/>
          <w:szCs w:val="16"/>
        </w:rPr>
        <w:t>opłaty związane z opracowaniem powykonawczej dokumentacji geologicznych.</w:t>
      </w:r>
    </w:p>
    <w:p w:rsidR="00EF06BA" w:rsidRPr="0099346E" w:rsidRDefault="00EF06BA" w:rsidP="00C822E5">
      <w:pPr>
        <w:jc w:val="both"/>
        <w:rPr>
          <w:rFonts w:ascii="Calibri Light" w:hAnsi="Calibri Light" w:cs="Calibri Light"/>
          <w:spacing w:val="-1"/>
          <w:sz w:val="16"/>
          <w:szCs w:val="16"/>
        </w:rPr>
      </w:pPr>
      <w:r w:rsidRPr="0099346E">
        <w:rPr>
          <w:rFonts w:ascii="Calibri Light" w:hAnsi="Calibri Light" w:cs="Calibri Light"/>
          <w:spacing w:val="-1"/>
          <w:sz w:val="16"/>
          <w:szCs w:val="16"/>
        </w:rPr>
        <w:t xml:space="preserve">Wykopy.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W cenie obmiarowej jednostki ująć.</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Wykopy mechaniczne i ręczne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Zabezpieczenie skarp wykopu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Odwodnienia</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2"/>
          <w:sz w:val="16"/>
          <w:szCs w:val="16"/>
        </w:rPr>
        <w:t>Badania geologiczne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Dla gruntów z wykopów nieprzydatnych do ponownego wbudowania cena obejmuje wykop, transport i opłaty za utylizację gruntu na wysypisku śmieci. Transport na odległość do 10 km. </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pacing w:val="-1"/>
          <w:sz w:val="16"/>
          <w:szCs w:val="16"/>
        </w:rPr>
        <w:t>10.0 PRZEPISY ZWIĄZANE.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1"/>
          <w:sz w:val="16"/>
          <w:szCs w:val="16"/>
        </w:rPr>
        <w:t>Roboty ziemne powinny byt wykonane zgodnie ze Specyfikacjami oraz normami:</w:t>
      </w:r>
    </w:p>
    <w:p w:rsidR="00EF06BA" w:rsidRPr="0099346E" w:rsidRDefault="00EF06BA" w:rsidP="00C822E5">
      <w:pPr>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Eurokod 7: Projektowanie geotechniczne. Część 1. Zasady ogólne</w:t>
      </w:r>
    </w:p>
    <w:p w:rsidR="00EF06BA" w:rsidRPr="0099346E" w:rsidRDefault="00EF06BA" w:rsidP="00C822E5">
      <w:pPr>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Eurokod 7. Projektowanie geotechniczne. Część 2: Rozpoznanie i badanie podłoża gruntowego</w:t>
      </w:r>
    </w:p>
    <w:p w:rsidR="00EF06BA" w:rsidRPr="0099346E" w:rsidRDefault="00EF06BA" w:rsidP="00C822E5">
      <w:pPr>
        <w:autoSpaceDE w:val="0"/>
        <w:autoSpaceDN w:val="0"/>
        <w:adjustRightInd w:val="0"/>
        <w:jc w:val="both"/>
        <w:rPr>
          <w:rFonts w:ascii="Calibri Light" w:hAnsi="Calibri Light" w:cs="Calibri Light"/>
          <w:spacing w:val="-2"/>
          <w:sz w:val="16"/>
          <w:szCs w:val="16"/>
        </w:rPr>
      </w:pPr>
      <w:r w:rsidRPr="0099346E">
        <w:rPr>
          <w:rFonts w:ascii="Calibri Light" w:hAnsi="Calibri Light" w:cs="Calibri Light"/>
          <w:sz w:val="16"/>
          <w:szCs w:val="16"/>
        </w:rPr>
        <w:t>PN-B-03020:1981 Grunty budowlane. Posadowienie bezpośrednie budowli. Obliczenia statyczne i projektowanie.</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2"/>
          <w:sz w:val="16"/>
          <w:szCs w:val="16"/>
        </w:rPr>
        <w:t>BN-7Z/8932-01 Budowle drogowe i kolejowe. Roboty ziemne.</w:t>
      </w:r>
    </w:p>
    <w:p w:rsidR="00EF06BA" w:rsidRPr="0099346E" w:rsidRDefault="00EF06BA" w:rsidP="00C822E5">
      <w:pPr>
        <w:jc w:val="both"/>
        <w:rPr>
          <w:rFonts w:ascii="Calibri Light" w:hAnsi="Calibri Light" w:cs="Calibri Light"/>
          <w:spacing w:val="6"/>
          <w:sz w:val="16"/>
          <w:szCs w:val="16"/>
        </w:rPr>
      </w:pPr>
      <w:r w:rsidRPr="0099346E">
        <w:rPr>
          <w:rFonts w:ascii="Calibri Light" w:hAnsi="Calibri Light" w:cs="Calibri Light"/>
          <w:spacing w:val="-2"/>
          <w:sz w:val="16"/>
          <w:szCs w:val="16"/>
        </w:rPr>
        <w:t xml:space="preserve">PN-86/B-002480 Grunty budowlane. </w:t>
      </w:r>
      <w:r w:rsidRPr="0099346E">
        <w:rPr>
          <w:rFonts w:ascii="Calibri Light" w:hAnsi="Calibri Light" w:cs="Calibri Light"/>
          <w:spacing w:val="6"/>
          <w:sz w:val="16"/>
          <w:szCs w:val="16"/>
        </w:rPr>
        <w:t xml:space="preserve">Określenia, symbole, podział i opis gruntów. </w:t>
      </w:r>
    </w:p>
    <w:p w:rsidR="00EF06BA" w:rsidRPr="0099346E" w:rsidRDefault="00EF06BA" w:rsidP="00C822E5">
      <w:pPr>
        <w:jc w:val="both"/>
        <w:rPr>
          <w:rFonts w:ascii="Calibri Light" w:hAnsi="Calibri Light" w:cs="Calibri Light"/>
          <w:spacing w:val="-2"/>
          <w:sz w:val="16"/>
          <w:szCs w:val="16"/>
        </w:rPr>
      </w:pPr>
      <w:r w:rsidRPr="0099346E">
        <w:rPr>
          <w:rFonts w:ascii="Calibri Light" w:hAnsi="Calibri Light" w:cs="Calibri Light"/>
          <w:spacing w:val="-2"/>
          <w:sz w:val="16"/>
          <w:szCs w:val="16"/>
        </w:rPr>
        <w:t xml:space="preserve">PN-68/B-06050 Roboty ziemne budowlane. Wymagania w zakresie wykonywania i badania przy odbiorze.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PN-74/B-04452 Grunty budowlane. Badania polowe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PN-88/B-04481 Grunty budowlane Badania próbek gruntu.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2"/>
          <w:sz w:val="16"/>
          <w:szCs w:val="16"/>
        </w:rPr>
        <w:t xml:space="preserve">PN-81/B-03020 Grunty budowlane. Posadowienie bezpośrednie budowli. Obliczenia statyczne i </w:t>
      </w:r>
      <w:r w:rsidRPr="0099346E">
        <w:rPr>
          <w:rFonts w:ascii="Calibri Light" w:hAnsi="Calibri Light" w:cs="Calibri Light"/>
          <w:spacing w:val="1"/>
          <w:sz w:val="16"/>
          <w:szCs w:val="16"/>
        </w:rPr>
        <w:t>projektowanie.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PN-B-06050:1999 Roboty ziemne budowlane. Wymagania ogólne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pacing w:val="3"/>
          <w:sz w:val="16"/>
          <w:szCs w:val="16"/>
        </w:rPr>
        <w:t>BN-7718931-12 Oznaczanie wskaźnika zagęszczenia gruntów.</w:t>
      </w:r>
    </w:p>
    <w:p w:rsidR="00EF06BA" w:rsidRPr="0099346E" w:rsidRDefault="00EF06BA" w:rsidP="00C822E5">
      <w:pPr>
        <w:pStyle w:val="BodyText3"/>
        <w:jc w:val="both"/>
        <w:rPr>
          <w:rFonts w:ascii="Calibri Light" w:hAnsi="Calibri Light" w:cs="Calibri Light"/>
          <w:spacing w:val="3"/>
          <w:sz w:val="16"/>
          <w:szCs w:val="16"/>
        </w:rPr>
      </w:pPr>
      <w:r w:rsidRPr="0099346E">
        <w:rPr>
          <w:rFonts w:ascii="Calibri Light" w:hAnsi="Calibri Light" w:cs="Calibri Light"/>
          <w:spacing w:val="3"/>
          <w:sz w:val="16"/>
          <w:szCs w:val="16"/>
        </w:rPr>
        <w:t>BN-8318836-02 Przewody podziemne Roboty ziemne.</w:t>
      </w:r>
    </w:p>
    <w:p w:rsidR="00EF06BA" w:rsidRPr="0099346E" w:rsidRDefault="00EF06BA" w:rsidP="00C822E5">
      <w:pPr>
        <w:pStyle w:val="Heading2"/>
        <w:jc w:val="both"/>
        <w:rPr>
          <w:rFonts w:ascii="Calibri Light" w:hAnsi="Calibri Light" w:cs="Calibri Light"/>
          <w:sz w:val="16"/>
          <w:szCs w:val="16"/>
        </w:rPr>
      </w:pPr>
      <w:bookmarkStart w:id="2316" w:name="_Toc131290386"/>
      <w:bookmarkStart w:id="2317" w:name="_Toc131290443"/>
      <w:bookmarkStart w:id="2318" w:name="_Toc131290831"/>
      <w:bookmarkStart w:id="2319" w:name="_Toc131291481"/>
      <w:bookmarkStart w:id="2320" w:name="_Toc131291518"/>
      <w:bookmarkStart w:id="2321" w:name="_Toc131291969"/>
      <w:bookmarkStart w:id="2322" w:name="_Toc131292802"/>
      <w:bookmarkStart w:id="2323" w:name="_Toc131294544"/>
      <w:bookmarkStart w:id="2324" w:name="_Toc131300614"/>
      <w:bookmarkStart w:id="2325" w:name="_Toc131301834"/>
      <w:bookmarkStart w:id="2326" w:name="_Toc131309819"/>
      <w:bookmarkStart w:id="2327" w:name="_Toc131310634"/>
      <w:bookmarkStart w:id="2328" w:name="_Toc131383015"/>
      <w:bookmarkStart w:id="2329" w:name="_Toc131385522"/>
      <w:bookmarkStart w:id="2330" w:name="_Toc131385734"/>
      <w:bookmarkStart w:id="2331" w:name="_Toc131385780"/>
      <w:bookmarkStart w:id="2332" w:name="_Toc131385899"/>
      <w:bookmarkStart w:id="2333" w:name="_Toc131386288"/>
      <w:bookmarkStart w:id="2334" w:name="_Toc191821597"/>
      <w:bookmarkStart w:id="2335" w:name="_Toc191821736"/>
      <w:bookmarkStart w:id="2336" w:name="_Toc191821829"/>
      <w:bookmarkStart w:id="2337" w:name="_Toc191821877"/>
      <w:bookmarkStart w:id="2338" w:name="_Toc191860884"/>
      <w:bookmarkStart w:id="2339" w:name="_Toc191865380"/>
      <w:bookmarkStart w:id="2340" w:name="_Toc191865896"/>
      <w:bookmarkStart w:id="2341" w:name="_Toc191866260"/>
      <w:bookmarkStart w:id="2342" w:name="_Toc222094297"/>
      <w:bookmarkStart w:id="2343" w:name="_Toc222193196"/>
      <w:bookmarkStart w:id="2344" w:name="_Toc222196724"/>
    </w:p>
    <w:p w:rsidR="00EF06BA" w:rsidRPr="0099346E" w:rsidRDefault="00EF06BA" w:rsidP="00C822E5">
      <w:pPr>
        <w:pStyle w:val="Heading2"/>
        <w:jc w:val="both"/>
        <w:rPr>
          <w:rFonts w:ascii="Calibri Light" w:hAnsi="Calibri Light" w:cs="Calibri Light"/>
          <w:sz w:val="16"/>
          <w:szCs w:val="16"/>
        </w:rPr>
      </w:pPr>
      <w:bookmarkStart w:id="2345" w:name="_Toc184719175"/>
      <w:bookmarkStart w:id="2346" w:name="_Toc184729850"/>
      <w:bookmarkStart w:id="2347" w:name="_Toc184729979"/>
      <w:bookmarkStart w:id="2348" w:name="_Toc184731300"/>
      <w:bookmarkStart w:id="2349" w:name="_Toc184774698"/>
      <w:bookmarkStart w:id="2350" w:name="_Toc184775380"/>
      <w:bookmarkStart w:id="2351" w:name="_Toc184779720"/>
      <w:bookmarkStart w:id="2352" w:name="_Toc224524311"/>
      <w:bookmarkStart w:id="2353" w:name="_Toc224524398"/>
      <w:bookmarkStart w:id="2354" w:name="_Toc224524739"/>
      <w:bookmarkStart w:id="2355" w:name="_Toc224528332"/>
      <w:bookmarkStart w:id="2356" w:name="_Toc224528497"/>
      <w:bookmarkStart w:id="2357" w:name="_Toc224528742"/>
      <w:bookmarkStart w:id="2358" w:name="_Toc224559603"/>
      <w:bookmarkStart w:id="2359" w:name="_Toc224560277"/>
      <w:bookmarkStart w:id="2360" w:name="_Toc224560720"/>
      <w:bookmarkStart w:id="2361" w:name="_Toc224561432"/>
      <w:bookmarkStart w:id="2362" w:name="_Toc243657547"/>
      <w:bookmarkStart w:id="2363" w:name="_Toc243702109"/>
      <w:bookmarkStart w:id="2364" w:name="_Toc243702157"/>
      <w:bookmarkStart w:id="2365" w:name="_Toc243705916"/>
      <w:bookmarkStart w:id="2366" w:name="_Toc339886955"/>
      <w:bookmarkStart w:id="2367" w:name="_Toc339888889"/>
      <w:bookmarkStart w:id="2368" w:name="_Toc339889466"/>
      <w:bookmarkStart w:id="2369" w:name="_Toc341295912"/>
      <w:bookmarkStart w:id="2370" w:name="_Toc433014229"/>
      <w:bookmarkStart w:id="2371" w:name="_Toc433015181"/>
      <w:bookmarkStart w:id="2372" w:name="_Toc433015413"/>
      <w:bookmarkStart w:id="2373" w:name="_Toc447725120"/>
      <w:bookmarkStart w:id="2374" w:name="_Toc447725278"/>
      <w:bookmarkStart w:id="2375" w:name="_Toc448767384"/>
      <w:bookmarkStart w:id="2376" w:name="_Toc448772393"/>
      <w:bookmarkStart w:id="2377" w:name="_Toc449697914"/>
      <w:bookmarkStart w:id="2378" w:name="_Toc450727413"/>
      <w:bookmarkStart w:id="2379" w:name="_Toc450798467"/>
      <w:bookmarkStart w:id="2380" w:name="_Toc450800114"/>
      <w:bookmarkStart w:id="2381" w:name="_Toc450800297"/>
      <w:bookmarkStart w:id="2382" w:name="_Toc450800528"/>
      <w:bookmarkStart w:id="2383" w:name="_Toc450800680"/>
      <w:bookmarkStart w:id="2384" w:name="_Toc450800791"/>
      <w:bookmarkStart w:id="2385" w:name="_Toc450800828"/>
      <w:bookmarkStart w:id="2386" w:name="_Toc450801736"/>
      <w:bookmarkStart w:id="2387" w:name="_Toc458423076"/>
      <w:bookmarkStart w:id="2388" w:name="_Toc484007395"/>
      <w:bookmarkStart w:id="2389" w:name="_Toc101577783"/>
      <w:bookmarkStart w:id="2390" w:name="_Toc101578861"/>
      <w:bookmarkStart w:id="2391" w:name="_Toc141148548"/>
      <w:bookmarkStart w:id="2392" w:name="_Toc141148793"/>
      <w:bookmarkStart w:id="2393" w:name="_Toc172193038"/>
      <w:bookmarkStart w:id="2394" w:name="_Toc172193144"/>
      <w:bookmarkStart w:id="2395" w:name="_Toc172193203"/>
      <w:bookmarkStart w:id="2396" w:name="_Toc172193428"/>
      <w:bookmarkStart w:id="2397" w:name="_Toc172193472"/>
      <w:bookmarkStart w:id="2398" w:name="_Toc172193846"/>
      <w:bookmarkStart w:id="2399" w:name="_Toc172194434"/>
      <w:bookmarkStart w:id="2400" w:name="_Toc223232102"/>
      <w:bookmarkStart w:id="2401" w:name="_Toc223232413"/>
      <w:bookmarkStart w:id="2402" w:name="_Toc223232761"/>
      <w:bookmarkStart w:id="2403" w:name="_Toc223236335"/>
      <w:bookmarkStart w:id="2404" w:name="_Toc223237328"/>
      <w:bookmarkStart w:id="2405" w:name="_Toc336502065"/>
      <w:bookmarkStart w:id="2406" w:name="_Toc336503718"/>
      <w:bookmarkStart w:id="2407" w:name="_Toc336506296"/>
      <w:bookmarkStart w:id="2408" w:name="_Toc336506347"/>
      <w:bookmarkStart w:id="2409" w:name="_Toc336508351"/>
      <w:bookmarkStart w:id="2410" w:name="_Toc336508873"/>
      <w:bookmarkStart w:id="2411" w:name="_Toc336509488"/>
      <w:bookmarkStart w:id="2412" w:name="_Toc336510140"/>
      <w:bookmarkStart w:id="2413" w:name="_Toc336510295"/>
      <w:bookmarkStart w:id="2414" w:name="_Toc336510418"/>
      <w:bookmarkStart w:id="2415" w:name="_Toc336510523"/>
      <w:bookmarkStart w:id="2416" w:name="_Toc336511795"/>
      <w:bookmarkStart w:id="2417" w:name="_Toc336511847"/>
      <w:bookmarkStart w:id="2418" w:name="_Toc339886001"/>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r w:rsidRPr="0099346E">
        <w:rPr>
          <w:rFonts w:ascii="Calibri Light" w:hAnsi="Calibri Light" w:cs="Calibri Light"/>
          <w:sz w:val="16"/>
          <w:szCs w:val="16"/>
        </w:rPr>
        <w:t>ST 01.0</w:t>
      </w:r>
      <w:r w:rsidRPr="0099346E">
        <w:rPr>
          <w:rFonts w:ascii="Calibri Light" w:hAnsi="Calibri Light" w:cs="Calibri Light"/>
          <w:sz w:val="16"/>
          <w:szCs w:val="16"/>
          <w:lang/>
        </w:rPr>
        <w:t>2</w:t>
      </w:r>
      <w:r w:rsidRPr="0099346E">
        <w:rPr>
          <w:rFonts w:ascii="Calibri Light" w:hAnsi="Calibri Light" w:cs="Calibri Light"/>
          <w:sz w:val="16"/>
          <w:szCs w:val="16"/>
        </w:rPr>
        <w:t xml:space="preserve"> PODBUDOWA Z KRUSZYWA ŁAMANEGO</w:t>
      </w:r>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 WSTĘP</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1.1. Przedmiot SST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Przedmiotem niniejszej ogólnej specyfikacji technicznej są wymagania dotyczące wykonania i odbioru robót związanych z wykonywaniem podbudowy </w:t>
      </w:r>
      <w:r>
        <w:rPr>
          <w:rFonts w:ascii="Calibri Light" w:hAnsi="Calibri Light" w:cs="Calibri Light"/>
          <w:sz w:val="16"/>
          <w:szCs w:val="16"/>
        </w:rPr>
        <w:br/>
      </w:r>
      <w:r w:rsidRPr="0099346E">
        <w:rPr>
          <w:rFonts w:ascii="Calibri Light" w:hAnsi="Calibri Light" w:cs="Calibri Light"/>
          <w:sz w:val="16"/>
          <w:szCs w:val="16"/>
        </w:rPr>
        <w:t>z kruszywa łamanego stabilizowanego mechanicznie.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1.2. Zakres stosowania SST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Specyfikacja techniczna stanowi obowiązującą podstawę jako dokument przetargowy i kontraktowy przy zlecaniu i realizacji robót na drogach.</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1.3. Zakres robót objętych SST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Ustalenia zawarte w niniejszej specyfikacji dotyczą zasad prowadzenia robót związanych z wykonywaniem podbudowy z kruszywa łamanego stabilizowanego mechanicznie. Ustalenia zawarte są w SST „Podbudowa z kruszyw. Wymagania ogólne” pkt 1.3. Podbudowę z kruszyw stabilizowanych mechanicznie wykonuje się, zgodnie z ustaleniami podanymi w dokumentacji projektowej, jako podbudowę pomocniczą i podbudowę zasadniczą wg Katalogu typowych konstrukcji nawierzchni podatnych i półsztywnych.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Dla zakresu robót podanych w dokumentacji należy wykonać:</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Podbudowa z kruszywa łamanego - warstwa górna o grubości po zagęszczeniu 15 cm.</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1.4. Określenia podstawowe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1.4.1. </w:t>
      </w:r>
      <w:r w:rsidRPr="0099346E">
        <w:rPr>
          <w:rFonts w:ascii="Calibri Light" w:hAnsi="Calibri Light" w:cs="Calibri Light"/>
          <w:sz w:val="16"/>
          <w:szCs w:val="16"/>
        </w:rPr>
        <w:t>Podbudowa z kruszywa łamanego stabilizowanego mechanicznie - jedna lub więcej warstw zagęszczonej mieszanki, która stanowi warstwę nośną nawierzchni drogowej.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1.4.2. </w:t>
      </w:r>
      <w:r w:rsidRPr="0099346E">
        <w:rPr>
          <w:rFonts w:ascii="Calibri Light" w:hAnsi="Calibri Light" w:cs="Calibri Light"/>
          <w:sz w:val="16"/>
          <w:szCs w:val="16"/>
        </w:rPr>
        <w:t>Pozostałe</w:t>
      </w:r>
      <w:r w:rsidRPr="0099346E">
        <w:rPr>
          <w:rFonts w:ascii="Calibri Light" w:hAnsi="Calibri Light" w:cs="Calibri Light"/>
          <w:b/>
          <w:sz w:val="16"/>
          <w:szCs w:val="16"/>
        </w:rPr>
        <w:t xml:space="preserve"> </w:t>
      </w:r>
      <w:r w:rsidRPr="0099346E">
        <w:rPr>
          <w:rFonts w:ascii="Calibri Light" w:hAnsi="Calibri Light" w:cs="Calibri Light"/>
          <w:sz w:val="16"/>
          <w:szCs w:val="16"/>
        </w:rPr>
        <w:t xml:space="preserve">określenia podstawowe są zgodne z obowiązującymi, odpowiednimi polskimi normami oraz z definicjami podanymi w SST „Podbudowa z kruszyw. Wymagania ogólne” pkt 1.4. </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1.5. Ogólne wymagania dotyczące robót</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Ogólne wymagania dotyczące robót podano w SST „Podbudowa z kruszyw. Wymagania ogólne” pkt 1.5.</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 MATERIAŁY</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2.1. Ogólne wymagania dotyczące materiałów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materiałów, ich pozyskiwania i składowania, podano w SST „Podbudowa z kruszyw. Wymagania ogólne” pkt 2.</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2.2. Rodzaje materiałów</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Materiałem do wykonania podbudowy z kruszyw łamanych stabilizowanych mechanicznie powinno być kruszywo łamane, uzyskane w wyniku przekruszenia surowca skalnego lub kamieni narzutowych i otoczaków albo ziarn żwiru większych od 8 mm. Kruszywo powinno być jednorodne bez zanieczyszczeń obcych i bez domieszek gliny.</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2.3. Wymagania dla materiałów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2.3.1. </w:t>
      </w:r>
      <w:r w:rsidRPr="0099346E">
        <w:rPr>
          <w:rFonts w:ascii="Calibri Light" w:hAnsi="Calibri Light" w:cs="Calibri Light"/>
          <w:sz w:val="16"/>
          <w:szCs w:val="16"/>
        </w:rPr>
        <w:t>Uziarnienie kruszywa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Krzywa uziarnienia kruszywa, określona według PN-B-06714-15 powinna leżeć między krzywymi granicznymi pól dobrego uziarnienia podanymi na rysunku 1.</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Rysunek 1. Pole dobrego uziarnienia kruszyw przeznaczonych na podbudowy wykonywane metodą stabilizacji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mechanicznej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  kruszywo na podbudowę zasadniczą (górną warstwę) lub podbudowę jednowarstwową</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1-3  kruszywo na podbudowę pomocniczą (dolną warstwę)</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2.3.2. </w:t>
      </w:r>
      <w:r w:rsidRPr="0099346E">
        <w:rPr>
          <w:rFonts w:ascii="Calibri Light" w:hAnsi="Calibri Light" w:cs="Calibri Light"/>
          <w:sz w:val="16"/>
          <w:szCs w:val="16"/>
        </w:rPr>
        <w:t>Właściwości kruszywa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powinny spełniać wymagania określone w tablicy 1.</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Tablica 1.</w:t>
      </w:r>
    </w:p>
    <w:tbl>
      <w:tblPr>
        <w:tblW w:w="0" w:type="auto"/>
        <w:tblLayout w:type="fixed"/>
        <w:tblCellMar>
          <w:left w:w="70" w:type="dxa"/>
          <w:right w:w="70" w:type="dxa"/>
        </w:tblCellMar>
        <w:tblLook w:val="0000"/>
      </w:tblPr>
      <w:tblGrid>
        <w:gridCol w:w="593"/>
        <w:gridCol w:w="3446"/>
        <w:gridCol w:w="567"/>
        <w:gridCol w:w="58"/>
        <w:gridCol w:w="651"/>
        <w:gridCol w:w="709"/>
        <w:gridCol w:w="109"/>
        <w:gridCol w:w="741"/>
        <w:gridCol w:w="709"/>
        <w:gridCol w:w="709"/>
        <w:gridCol w:w="1701"/>
      </w:tblGrid>
      <w:tr w:rsidR="00EF06BA" w:rsidRPr="0099346E">
        <w:trPr>
          <w:trHeight w:val="227"/>
        </w:trPr>
        <w:tc>
          <w:tcPr>
            <w:tcW w:w="593" w:type="dxa"/>
            <w:tcBorders>
              <w:top w:val="single" w:sz="6" w:space="0" w:color="auto"/>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c>
          <w:tcPr>
            <w:tcW w:w="3446" w:type="dxa"/>
            <w:tcBorders>
              <w:top w:val="single" w:sz="6" w:space="0" w:color="auto"/>
              <w:left w:val="nil"/>
            </w:tcBorders>
          </w:tcPr>
          <w:p w:rsidR="00EF06BA" w:rsidRPr="0099346E" w:rsidRDefault="00EF06BA" w:rsidP="00C822E5">
            <w:pPr>
              <w:jc w:val="both"/>
              <w:rPr>
                <w:rFonts w:ascii="Calibri Light" w:hAnsi="Calibri Light" w:cs="Calibri Light"/>
                <w:sz w:val="16"/>
                <w:szCs w:val="16"/>
              </w:rPr>
            </w:pPr>
          </w:p>
        </w:tc>
        <w:tc>
          <w:tcPr>
            <w:tcW w:w="4253" w:type="dxa"/>
            <w:gridSpan w:val="8"/>
            <w:tcBorders>
              <w:top w:val="single" w:sz="6" w:space="0" w:color="auto"/>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Wymagania</w:t>
            </w:r>
          </w:p>
        </w:tc>
        <w:tc>
          <w:tcPr>
            <w:tcW w:w="1701" w:type="dxa"/>
            <w:tcBorders>
              <w:top w:val="single" w:sz="6" w:space="0" w:color="auto"/>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r>
      <w:tr w:rsidR="00EF06BA" w:rsidRPr="0099346E">
        <w:trPr>
          <w:trHeight w:val="484"/>
        </w:trPr>
        <w:tc>
          <w:tcPr>
            <w:tcW w:w="593"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Lp.</w:t>
            </w:r>
          </w:p>
        </w:tc>
        <w:tc>
          <w:tcPr>
            <w:tcW w:w="3446" w:type="dxa"/>
            <w:tcBorders>
              <w:left w:val="nil"/>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Wyszczególnienie</w:t>
            </w:r>
          </w:p>
        </w:tc>
        <w:tc>
          <w:tcPr>
            <w:tcW w:w="625"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naturalne</w:t>
            </w:r>
          </w:p>
        </w:tc>
        <w:tc>
          <w:tcPr>
            <w:tcW w:w="1469" w:type="dxa"/>
            <w:gridSpan w:val="3"/>
            <w:tcBorders>
              <w:top w:val="single" w:sz="6" w:space="0" w:color="auto"/>
              <w:left w:val="single" w:sz="6" w:space="0" w:color="auto"/>
              <w:bottom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łamane</w:t>
            </w:r>
          </w:p>
        </w:tc>
        <w:tc>
          <w:tcPr>
            <w:tcW w:w="2159" w:type="dxa"/>
            <w:gridSpan w:val="3"/>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Żużel</w:t>
            </w:r>
          </w:p>
        </w:tc>
        <w:tc>
          <w:tcPr>
            <w:tcW w:w="1701" w:type="dxa"/>
            <w:tcBorders>
              <w:left w:val="nil"/>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Badania</w:t>
            </w:r>
          </w:p>
        </w:tc>
      </w:tr>
      <w:tr w:rsidR="00EF06BA" w:rsidRPr="0099346E">
        <w:trPr>
          <w:trHeight w:val="227"/>
        </w:trPr>
        <w:tc>
          <w:tcPr>
            <w:tcW w:w="593"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c>
          <w:tcPr>
            <w:tcW w:w="3446" w:type="dxa"/>
            <w:tcBorders>
              <w:left w:val="nil"/>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właściwości</w:t>
            </w:r>
          </w:p>
        </w:tc>
        <w:tc>
          <w:tcPr>
            <w:tcW w:w="4253" w:type="dxa"/>
            <w:gridSpan w:val="8"/>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Podbudowa</w:t>
            </w:r>
          </w:p>
        </w:tc>
        <w:tc>
          <w:tcPr>
            <w:tcW w:w="1701" w:type="dxa"/>
            <w:tcBorders>
              <w:left w:val="nil"/>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według</w:t>
            </w:r>
          </w:p>
        </w:tc>
      </w:tr>
      <w:tr w:rsidR="00EF06BA" w:rsidRPr="0099346E">
        <w:trPr>
          <w:trHeight w:val="378"/>
        </w:trPr>
        <w:tc>
          <w:tcPr>
            <w:tcW w:w="593"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c>
          <w:tcPr>
            <w:tcW w:w="3446" w:type="dxa"/>
            <w:tcBorders>
              <w:left w:val="nil"/>
              <w:bottom w:val="double" w:sz="6" w:space="0" w:color="auto"/>
            </w:tcBorders>
          </w:tcPr>
          <w:p w:rsidR="00EF06BA" w:rsidRPr="0099346E" w:rsidRDefault="00EF06BA" w:rsidP="00C822E5">
            <w:pPr>
              <w:jc w:val="both"/>
              <w:rPr>
                <w:rFonts w:ascii="Calibri Light" w:hAnsi="Calibri Light" w:cs="Calibri Light"/>
                <w:sz w:val="16"/>
                <w:szCs w:val="16"/>
              </w:rPr>
            </w:pPr>
          </w:p>
        </w:tc>
        <w:tc>
          <w:tcPr>
            <w:tcW w:w="567"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zasad-nicza</w:t>
            </w:r>
          </w:p>
        </w:tc>
        <w:tc>
          <w:tcPr>
            <w:tcW w:w="709" w:type="dxa"/>
            <w:gridSpan w:val="2"/>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pomoc-nicza</w:t>
            </w:r>
          </w:p>
        </w:tc>
        <w:tc>
          <w:tcPr>
            <w:tcW w:w="709"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zasad-nicza</w:t>
            </w:r>
          </w:p>
        </w:tc>
        <w:tc>
          <w:tcPr>
            <w:tcW w:w="850" w:type="dxa"/>
            <w:gridSpan w:val="2"/>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pomoc-nicza</w:t>
            </w:r>
          </w:p>
        </w:tc>
        <w:tc>
          <w:tcPr>
            <w:tcW w:w="709"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zasad-nicza</w:t>
            </w:r>
          </w:p>
        </w:tc>
        <w:tc>
          <w:tcPr>
            <w:tcW w:w="709"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pomoc-nicza</w:t>
            </w:r>
          </w:p>
        </w:tc>
        <w:tc>
          <w:tcPr>
            <w:tcW w:w="1701" w:type="dxa"/>
            <w:tcBorders>
              <w:left w:val="nil"/>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r>
      <w:tr w:rsidR="00EF06BA" w:rsidRPr="0099346E">
        <w:trPr>
          <w:trHeight w:val="363"/>
        </w:trPr>
        <w:tc>
          <w:tcPr>
            <w:tcW w:w="593"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3446"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Zawartość ziarn mniejszych niż 0,075 mm, % (m/m)</w:t>
            </w:r>
          </w:p>
        </w:tc>
        <w:tc>
          <w:tcPr>
            <w:tcW w:w="567"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2 do 10</w:t>
            </w:r>
          </w:p>
        </w:tc>
        <w:tc>
          <w:tcPr>
            <w:tcW w:w="709" w:type="dxa"/>
            <w:gridSpan w:val="2"/>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2         do 12</w:t>
            </w:r>
          </w:p>
        </w:tc>
        <w:tc>
          <w:tcPr>
            <w:tcW w:w="709"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2 do 10</w:t>
            </w:r>
          </w:p>
        </w:tc>
        <w:tc>
          <w:tcPr>
            <w:tcW w:w="850" w:type="dxa"/>
            <w:gridSpan w:val="2"/>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2         do 12</w:t>
            </w:r>
          </w:p>
        </w:tc>
        <w:tc>
          <w:tcPr>
            <w:tcW w:w="709"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2 do 10</w:t>
            </w:r>
          </w:p>
        </w:tc>
        <w:tc>
          <w:tcPr>
            <w:tcW w:w="709"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2         do 12</w:t>
            </w:r>
          </w:p>
        </w:tc>
        <w:tc>
          <w:tcPr>
            <w:tcW w:w="1701"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-15 [3]</w:t>
            </w:r>
          </w:p>
        </w:tc>
      </w:tr>
      <w:tr w:rsidR="00EF06BA" w:rsidRPr="0099346E">
        <w:trPr>
          <w:trHeight w:val="378"/>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-15 [3]</w:t>
            </w:r>
          </w:p>
        </w:tc>
      </w:tr>
      <w:tr w:rsidR="00EF06BA" w:rsidRPr="0099346E">
        <w:trPr>
          <w:trHeight w:val="363"/>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Zawartość ziarn nieforemnych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35</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45</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35</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-16 [4]</w:t>
            </w:r>
          </w:p>
        </w:tc>
      </w:tr>
      <w:tr w:rsidR="00EF06BA" w:rsidRPr="0099346E">
        <w:trPr>
          <w:trHeight w:val="499"/>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PN-B-04481 [1]</w:t>
            </w:r>
          </w:p>
        </w:tc>
      </w:tr>
      <w:tr w:rsidR="00EF06BA" w:rsidRPr="0099346E">
        <w:trPr>
          <w:trHeight w:val="560"/>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30 do 70</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30  do 70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30 do 70</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30 do 70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BN-64/8931</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-01 [26]</w:t>
            </w:r>
          </w:p>
        </w:tc>
      </w:tr>
      <w:tr w:rsidR="00EF06BA" w:rsidRPr="0099346E">
        <w:trPr>
          <w:trHeight w:val="1482"/>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Ścieralność w bębnie Los Angeles</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 ścieralność całkowita po pełnej liczbie obrotów, nie więcej niż</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35</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30</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45</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35</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30</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50</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35</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40</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50</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35</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-42 [12]</w:t>
            </w:r>
          </w:p>
        </w:tc>
      </w:tr>
      <w:tr w:rsidR="00EF06BA" w:rsidRPr="0099346E">
        <w:trPr>
          <w:trHeight w:val="363"/>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7</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2,5</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-18 [6]</w:t>
            </w:r>
          </w:p>
        </w:tc>
      </w:tr>
      <w:tr w:rsidR="00EF06BA" w:rsidRPr="0099346E">
        <w:trPr>
          <w:trHeight w:val="560"/>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Mrozoodporność, ubytek masy po 25 cyklach zamraża-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nia, %(m/m),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-19 [7]</w:t>
            </w:r>
          </w:p>
        </w:tc>
      </w:tr>
      <w:tr w:rsidR="00EF06BA" w:rsidRPr="0099346E">
        <w:trPr>
          <w:trHeight w:val="741"/>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9</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Rozpad krzemianowy i żela-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zawy łącznie, % (m/m),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-37 [10]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-39 [11]</w:t>
            </w:r>
          </w:p>
        </w:tc>
      </w:tr>
      <w:tr w:rsidR="00EF06BA" w:rsidRPr="0099346E">
        <w:trPr>
          <w:trHeight w:val="379"/>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Zawartość związków siarki w przeliczeniu na SO</w:t>
            </w:r>
            <w:r w:rsidRPr="0099346E">
              <w:rPr>
                <w:rFonts w:ascii="Calibri Light" w:hAnsi="Calibri Light" w:cs="Calibri Light"/>
                <w:sz w:val="16"/>
                <w:szCs w:val="16"/>
                <w:vertAlign w:val="subscript"/>
              </w:rPr>
              <w:t>3</w:t>
            </w:r>
            <w:r w:rsidRPr="0099346E">
              <w:rPr>
                <w:rFonts w:ascii="Calibri Light" w:hAnsi="Calibri Light" w:cs="Calibri Light"/>
                <w:sz w:val="16"/>
                <w:szCs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-28 [9]</w:t>
            </w:r>
          </w:p>
        </w:tc>
      </w:tr>
      <w:tr w:rsidR="00EF06BA" w:rsidRPr="0099346E">
        <w:trPr>
          <w:trHeight w:val="823"/>
        </w:trPr>
        <w:tc>
          <w:tcPr>
            <w:tcW w:w="59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11</w:t>
            </w:r>
          </w:p>
        </w:tc>
        <w:tc>
          <w:tcPr>
            <w:tcW w:w="344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Wskaźnik nośności w</w:t>
            </w:r>
            <w:r w:rsidRPr="0099346E">
              <w:rPr>
                <w:rFonts w:ascii="Calibri Light" w:hAnsi="Calibri Light" w:cs="Calibri Light"/>
                <w:sz w:val="16"/>
                <w:szCs w:val="16"/>
                <w:vertAlign w:val="subscript"/>
              </w:rPr>
              <w:t>noś</w:t>
            </w:r>
            <w:r w:rsidRPr="0099346E">
              <w:rPr>
                <w:rFonts w:ascii="Calibri Light" w:hAnsi="Calibri Light" w:cs="Calibri Light"/>
                <w:sz w:val="16"/>
                <w:szCs w:val="16"/>
              </w:rPr>
              <w:t xml:space="preserve"> mie-szanki kruszywa, %, nie mniejszy niż:</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 przy zagęszczeniu I</w:t>
            </w:r>
            <w:r w:rsidRPr="0099346E">
              <w:rPr>
                <w:rFonts w:ascii="Calibri Light" w:hAnsi="Calibri Light" w:cs="Calibri Light"/>
                <w:sz w:val="16"/>
                <w:szCs w:val="16"/>
                <w:vertAlign w:val="subscript"/>
              </w:rPr>
              <w:t>S</w:t>
            </w:r>
            <w:r w:rsidRPr="0099346E">
              <w:rPr>
                <w:rFonts w:ascii="Calibri Light" w:hAnsi="Calibri Light" w:cs="Calibri Light"/>
                <w:sz w:val="16"/>
                <w:szCs w:val="16"/>
              </w:rPr>
              <w:t xml:space="preserve"> </w:t>
            </w:r>
            <w:r w:rsidRPr="0099346E">
              <w:rPr>
                <w:rFonts w:ascii="Calibri Light" w:hAnsi="Calibri Light" w:cs="Calibri Light"/>
                <w:sz w:val="16"/>
                <w:szCs w:val="16"/>
              </w:rPr>
              <w:sym w:font="Symbol" w:char="F0B3"/>
            </w:r>
            <w:r w:rsidRPr="0099346E">
              <w:rPr>
                <w:rFonts w:ascii="Calibri Light" w:hAnsi="Calibri Light" w:cs="Calibri Light"/>
                <w:sz w:val="16"/>
                <w:szCs w:val="16"/>
              </w:rPr>
              <w:t xml:space="preserve"> 1,00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 przy zagęszczeniu I</w:t>
            </w:r>
            <w:r w:rsidRPr="0099346E">
              <w:rPr>
                <w:rFonts w:ascii="Calibri Light" w:hAnsi="Calibri Light" w:cs="Calibri Light"/>
                <w:sz w:val="16"/>
                <w:szCs w:val="16"/>
                <w:vertAlign w:val="subscript"/>
              </w:rPr>
              <w:t>S</w:t>
            </w:r>
            <w:r w:rsidRPr="0099346E">
              <w:rPr>
                <w:rFonts w:ascii="Calibri Light" w:hAnsi="Calibri Light" w:cs="Calibri Light"/>
                <w:sz w:val="16"/>
                <w:szCs w:val="16"/>
              </w:rPr>
              <w:t xml:space="preserve"> </w:t>
            </w:r>
            <w:r w:rsidRPr="0099346E">
              <w:rPr>
                <w:rFonts w:ascii="Calibri Light" w:hAnsi="Calibri Light" w:cs="Calibri Light"/>
                <w:sz w:val="16"/>
                <w:szCs w:val="16"/>
              </w:rPr>
              <w:sym w:font="Symbol" w:char="F0B3"/>
            </w:r>
            <w:r w:rsidRPr="0099346E">
              <w:rPr>
                <w:rFonts w:ascii="Calibri Light" w:hAnsi="Calibri Light" w:cs="Calibri Light"/>
                <w:sz w:val="16"/>
                <w:szCs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120</w:t>
            </w:r>
          </w:p>
        </w:tc>
        <w:tc>
          <w:tcPr>
            <w:tcW w:w="709"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120</w:t>
            </w:r>
          </w:p>
        </w:tc>
        <w:tc>
          <w:tcPr>
            <w:tcW w:w="85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120</w:t>
            </w:r>
          </w:p>
        </w:tc>
        <w:tc>
          <w:tcPr>
            <w:tcW w:w="70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PN-S-06102</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[21]</w:t>
            </w:r>
          </w:p>
        </w:tc>
      </w:tr>
    </w:tbl>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3. SPRZĘT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Wymagania dotyczące sprzętu podano w SST  „Wymagania ogólne” pkt 3.</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3.2. Sprzęt do wykonania robót</w:t>
      </w:r>
    </w:p>
    <w:p w:rsidR="00EF06BA" w:rsidRPr="0099346E" w:rsidRDefault="00EF06BA" w:rsidP="00C822E5">
      <w:pPr>
        <w:overflowPunct w:val="0"/>
        <w:autoSpaceDE w:val="0"/>
        <w:autoSpaceDN w:val="0"/>
        <w:adjustRightInd w:val="0"/>
        <w:jc w:val="both"/>
        <w:textAlignment w:val="baseline"/>
        <w:rPr>
          <w:rFonts w:ascii="Calibri Light" w:hAnsi="Calibri Light" w:cs="Calibri Light"/>
          <w:sz w:val="16"/>
          <w:szCs w:val="16"/>
        </w:rPr>
      </w:pPr>
      <w:r w:rsidRPr="0099346E">
        <w:rPr>
          <w:rFonts w:ascii="Calibri Light" w:hAnsi="Calibri Light" w:cs="Calibri Light"/>
          <w:sz w:val="16"/>
          <w:szCs w:val="16"/>
        </w:rPr>
        <w:t>Roboty można wykonać jedynie sprzętem zaakceptowanym przez Inspektora Nadzoru</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 TRANSPORT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Wymagania dotyczące transportu podano w SST „Wymagania ogólne” pkt 4.</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4.2. Transport materiałów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można przewozić dowolnymi środkami transportu w warunkach zabezpieczających je przed zanieczyszczeniem, zmieszaniem z innymi materiałami, nadmiernym wysuszeniem i zawilgoceniem. Transport cementu powinien odbywać się zgodnie z BN-88/6731-08. Transport pozostałych materiałów powinien odbywać się zgodnie z wymaganiami norm przedmiotowych.</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 WYKONANIE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wykonania robót podano w SST „Wymagania ogólne” pkt 5.</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5.2. Przygotowanie podłoża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Podbudowa powinna być ułożona na podłożu zapewniającym nieprzenikanie drobnych cząstek gruntu do podbudowy. Warunek nieprzenikania należy sprawdzić wzorem: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position w:val="-28"/>
          <w:sz w:val="16"/>
          <w:szCs w:val="16"/>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7" o:title=""/>
          </v:shape>
          <o:OLEObject Type="Embed" ProgID="Equation.3" ShapeID="_x0000_i1025" DrawAspect="Content" ObjectID="_1597222700" r:id="rId8"/>
        </w:object>
      </w:r>
      <w:r w:rsidRPr="0099346E">
        <w:rPr>
          <w:rFonts w:ascii="Calibri Light" w:hAnsi="Calibri Light" w:cs="Calibri Light"/>
          <w:sz w:val="16"/>
          <w:szCs w:val="16"/>
        </w:rPr>
        <w:t xml:space="preserve">  </w:t>
      </w:r>
      <w:r w:rsidRPr="0099346E">
        <w:rPr>
          <w:rFonts w:ascii="Calibri Light" w:hAnsi="Calibri Light" w:cs="Calibri Light"/>
          <w:sz w:val="16"/>
          <w:szCs w:val="16"/>
        </w:rPr>
        <w:sym w:font="Symbol" w:char="F0A3"/>
      </w:r>
      <w:r w:rsidRPr="0099346E">
        <w:rPr>
          <w:rFonts w:ascii="Calibri Light" w:hAnsi="Calibri Light" w:cs="Calibri Light"/>
          <w:sz w:val="16"/>
          <w:szCs w:val="16"/>
        </w:rPr>
        <w:t xml:space="preserve">  5</w:t>
      </w:r>
      <w:r w:rsidRPr="0099346E">
        <w:rPr>
          <w:rFonts w:ascii="Calibri Light" w:hAnsi="Calibri Light" w:cs="Calibri Light"/>
          <w:sz w:val="16"/>
          <w:szCs w:val="16"/>
        </w:rPr>
        <w:tab/>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 którym:</w:t>
      </w:r>
    </w:p>
    <w:p w:rsidR="00EF06BA" w:rsidRPr="0099346E" w:rsidRDefault="00EF06BA" w:rsidP="00C822E5">
      <w:pPr>
        <w:tabs>
          <w:tab w:val="left" w:pos="426"/>
        </w:tabs>
        <w:jc w:val="both"/>
        <w:rPr>
          <w:rFonts w:ascii="Calibri Light" w:hAnsi="Calibri Light" w:cs="Calibri Light"/>
          <w:sz w:val="16"/>
          <w:szCs w:val="16"/>
        </w:rPr>
      </w:pPr>
      <w:r w:rsidRPr="0099346E">
        <w:rPr>
          <w:rFonts w:ascii="Calibri Light" w:hAnsi="Calibri Light" w:cs="Calibri Light"/>
          <w:i/>
          <w:sz w:val="16"/>
          <w:szCs w:val="16"/>
        </w:rPr>
        <w:t>D</w:t>
      </w:r>
      <w:r w:rsidRPr="0099346E">
        <w:rPr>
          <w:rFonts w:ascii="Calibri Light" w:hAnsi="Calibri Light" w:cs="Calibri Light"/>
          <w:sz w:val="16"/>
          <w:szCs w:val="16"/>
          <w:vertAlign w:val="subscript"/>
        </w:rPr>
        <w:t>15</w:t>
      </w:r>
      <w:r w:rsidRPr="0099346E">
        <w:rPr>
          <w:rFonts w:ascii="Calibri Light" w:hAnsi="Calibri Light" w:cs="Calibri Light"/>
          <w:sz w:val="16"/>
          <w:szCs w:val="16"/>
        </w:rPr>
        <w:t xml:space="preserve"> -</w:t>
      </w:r>
      <w:r w:rsidRPr="0099346E">
        <w:rPr>
          <w:rFonts w:ascii="Calibri Light" w:hAnsi="Calibri Light" w:cs="Calibri Light"/>
          <w:sz w:val="16"/>
          <w:szCs w:val="16"/>
        </w:rPr>
        <w:tab/>
        <w:t>wymiar boku oczka sita, przez które przechodzi 15% ziarn warstwy podbudowy lub warstwy odsączającej, w milimetrach,</w:t>
      </w:r>
    </w:p>
    <w:p w:rsidR="00EF06BA" w:rsidRPr="0099346E" w:rsidRDefault="00EF06BA" w:rsidP="00C822E5">
      <w:pPr>
        <w:tabs>
          <w:tab w:val="left" w:pos="426"/>
        </w:tabs>
        <w:jc w:val="both"/>
        <w:rPr>
          <w:rFonts w:ascii="Calibri Light" w:hAnsi="Calibri Light" w:cs="Calibri Light"/>
          <w:sz w:val="16"/>
          <w:szCs w:val="16"/>
        </w:rPr>
      </w:pPr>
      <w:r w:rsidRPr="0099346E">
        <w:rPr>
          <w:rFonts w:ascii="Calibri Light" w:hAnsi="Calibri Light" w:cs="Calibri Light"/>
          <w:i/>
          <w:sz w:val="16"/>
          <w:szCs w:val="16"/>
        </w:rPr>
        <w:t>d</w:t>
      </w:r>
      <w:r w:rsidRPr="0099346E">
        <w:rPr>
          <w:rFonts w:ascii="Calibri Light" w:hAnsi="Calibri Light" w:cs="Calibri Light"/>
          <w:sz w:val="16"/>
          <w:szCs w:val="16"/>
          <w:vertAlign w:val="subscript"/>
        </w:rPr>
        <w:t>85</w:t>
      </w:r>
      <w:r w:rsidRPr="0099346E">
        <w:rPr>
          <w:rFonts w:ascii="Calibri Light" w:hAnsi="Calibri Light" w:cs="Calibri Light"/>
          <w:sz w:val="16"/>
          <w:szCs w:val="16"/>
        </w:rPr>
        <w:t xml:space="preserve"> -</w:t>
      </w:r>
      <w:r w:rsidRPr="0099346E">
        <w:rPr>
          <w:rFonts w:ascii="Calibri Light" w:hAnsi="Calibri Light" w:cs="Calibri Light"/>
          <w:sz w:val="16"/>
          <w:szCs w:val="16"/>
        </w:rPr>
        <w:tab/>
        <w:t>wymiar boku oczka sita, przez które przechodzi 85% ziarn gruntu podłoża, w milimetrach.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Jeżeli warunek (1) nie może być spełniony, należy na podłożu ułożyć warstwę odcinającą lub odpowiednio dobraną geowłókninę. Ochronne właściwości geowłókniny, przeciw przenikaniu drobnych cząstek gruntu, wyznacza się z warunku: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position w:val="-28"/>
          <w:sz w:val="16"/>
          <w:szCs w:val="16"/>
        </w:rPr>
        <w:object w:dxaOrig="460" w:dyaOrig="820">
          <v:shape id="_x0000_i1026" type="#_x0000_t75" style="width:23.25pt;height:41.25pt" o:ole="">
            <v:imagedata r:id="rId9" o:title=""/>
          </v:shape>
          <o:OLEObject Type="Embed" ProgID="Equation.3" ShapeID="_x0000_i1026" DrawAspect="Content" ObjectID="_1597222701" r:id="rId10"/>
        </w:object>
      </w:r>
      <w:r w:rsidRPr="0099346E">
        <w:rPr>
          <w:rFonts w:ascii="Calibri Light" w:hAnsi="Calibri Light" w:cs="Calibri Light"/>
          <w:sz w:val="16"/>
          <w:szCs w:val="16"/>
        </w:rPr>
        <w:t xml:space="preserve">  </w:t>
      </w:r>
      <w:r w:rsidRPr="0099346E">
        <w:rPr>
          <w:rFonts w:ascii="Calibri Light" w:hAnsi="Calibri Light" w:cs="Calibri Light"/>
          <w:sz w:val="16"/>
          <w:szCs w:val="16"/>
        </w:rPr>
        <w:sym w:font="Symbol" w:char="F0A3"/>
      </w:r>
      <w:r w:rsidRPr="0099346E">
        <w:rPr>
          <w:rFonts w:ascii="Calibri Light" w:hAnsi="Calibri Light" w:cs="Calibri Light"/>
          <w:sz w:val="16"/>
          <w:szCs w:val="16"/>
        </w:rPr>
        <w:t xml:space="preserve">  1,2</w:t>
      </w:r>
      <w:r w:rsidRPr="0099346E">
        <w:rPr>
          <w:rFonts w:ascii="Calibri Light" w:hAnsi="Calibri Light" w:cs="Calibri Light"/>
          <w:sz w:val="16"/>
          <w:szCs w:val="16"/>
        </w:rPr>
        <w:tab/>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 którym:</w:t>
      </w:r>
    </w:p>
    <w:p w:rsidR="00EF06BA" w:rsidRPr="0099346E" w:rsidRDefault="00EF06BA" w:rsidP="00C822E5">
      <w:pPr>
        <w:tabs>
          <w:tab w:val="left" w:pos="426"/>
        </w:tabs>
        <w:jc w:val="both"/>
        <w:rPr>
          <w:rFonts w:ascii="Calibri Light" w:hAnsi="Calibri Light" w:cs="Calibri Light"/>
          <w:sz w:val="16"/>
          <w:szCs w:val="16"/>
        </w:rPr>
      </w:pPr>
      <w:r w:rsidRPr="0099346E">
        <w:rPr>
          <w:rFonts w:ascii="Calibri Light" w:hAnsi="Calibri Light" w:cs="Calibri Light"/>
          <w:i/>
          <w:sz w:val="16"/>
          <w:szCs w:val="16"/>
        </w:rPr>
        <w:t>d</w:t>
      </w:r>
      <w:r w:rsidRPr="0099346E">
        <w:rPr>
          <w:rFonts w:ascii="Calibri Light" w:hAnsi="Calibri Light" w:cs="Calibri Light"/>
          <w:sz w:val="16"/>
          <w:szCs w:val="16"/>
          <w:vertAlign w:val="subscript"/>
        </w:rPr>
        <w:t>50</w:t>
      </w:r>
      <w:r w:rsidRPr="0099346E">
        <w:rPr>
          <w:rFonts w:ascii="Calibri Light" w:hAnsi="Calibri Light" w:cs="Calibri Light"/>
          <w:sz w:val="16"/>
          <w:szCs w:val="16"/>
        </w:rPr>
        <w:t xml:space="preserve"> -</w:t>
      </w:r>
      <w:r w:rsidRPr="0099346E">
        <w:rPr>
          <w:rFonts w:ascii="Calibri Light" w:hAnsi="Calibri Light" w:cs="Calibri Light"/>
          <w:sz w:val="16"/>
          <w:szCs w:val="16"/>
        </w:rPr>
        <w:tab/>
        <w:t>wymiar boku oczka sita, przez które przechodzi 50 % ziaren gruntu podłoża, w milimetrach,</w:t>
      </w:r>
    </w:p>
    <w:p w:rsidR="00EF06BA" w:rsidRPr="0099346E" w:rsidRDefault="00EF06BA" w:rsidP="00C822E5">
      <w:pPr>
        <w:tabs>
          <w:tab w:val="left" w:pos="426"/>
        </w:tabs>
        <w:jc w:val="both"/>
        <w:rPr>
          <w:rFonts w:ascii="Calibri Light" w:hAnsi="Calibri Light" w:cs="Calibri Light"/>
          <w:sz w:val="16"/>
          <w:szCs w:val="16"/>
        </w:rPr>
      </w:pPr>
      <w:r w:rsidRPr="0099346E">
        <w:rPr>
          <w:rFonts w:ascii="Calibri Light" w:hAnsi="Calibri Light" w:cs="Calibri Light"/>
          <w:i/>
          <w:sz w:val="16"/>
          <w:szCs w:val="16"/>
        </w:rPr>
        <w:t>O</w:t>
      </w:r>
      <w:r w:rsidRPr="0099346E">
        <w:rPr>
          <w:rFonts w:ascii="Calibri Light" w:hAnsi="Calibri Light" w:cs="Calibri Light"/>
          <w:sz w:val="16"/>
          <w:szCs w:val="16"/>
          <w:vertAlign w:val="subscript"/>
        </w:rPr>
        <w:t>90</w:t>
      </w:r>
      <w:r w:rsidRPr="0099346E">
        <w:rPr>
          <w:rFonts w:ascii="Calibri Light" w:hAnsi="Calibri Light" w:cs="Calibri Light"/>
          <w:sz w:val="16"/>
          <w:szCs w:val="16"/>
        </w:rPr>
        <w:t xml:space="preserve"> -</w:t>
      </w:r>
      <w:r w:rsidRPr="0099346E">
        <w:rPr>
          <w:rFonts w:ascii="Calibri Light" w:hAnsi="Calibri Light" w:cs="Calibri Light"/>
          <w:sz w:val="16"/>
          <w:szCs w:val="16"/>
        </w:rPr>
        <w:tab/>
        <w:t>umowna średnica porów geowłókniny odpowiadająca wymiarom frakcji gruntu zatrzymująca się na geowłókninie w ilości 90% (m/m); wartość parametru 0</w:t>
      </w:r>
      <w:r w:rsidRPr="0099346E">
        <w:rPr>
          <w:rFonts w:ascii="Calibri Light" w:hAnsi="Calibri Light" w:cs="Calibri Light"/>
          <w:sz w:val="16"/>
          <w:szCs w:val="16"/>
          <w:vertAlign w:val="subscript"/>
        </w:rPr>
        <w:t>90</w:t>
      </w:r>
      <w:r w:rsidRPr="0099346E">
        <w:rPr>
          <w:rFonts w:ascii="Calibri Light" w:hAnsi="Calibri Light" w:cs="Calibri Light"/>
          <w:sz w:val="16"/>
          <w:szCs w:val="16"/>
        </w:rPr>
        <w:t xml:space="preserve"> powinna być podawana przez dostawcy/wytwórcy geowłókniny.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Paliki lub szpilki do prawidłowego ukształtowania podbudowy powinny być wcześniej przygotowane. Paliki lub szpilki powinny być ustawione w osi drogi i w rzędach równoległych do osi drogi, lub w inny sposób zaakceptowany przez Inspektora. Rozmieszczenie palików lub szpilek powinno umożliwiać naciągnięcie sznurków lub linek do wytyczenia robót w odstępach nie większych niż co 10 m.</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5.3. Wytwarzanie mieszanki kruszywa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Mieszankę kruszywa należy wytwarzać zgodnie z ustaleniami podanymi w SST „Podbudowa z kruszyw. Wymagania ogólne” pkt 5.3. Jeśli dokumentacja projektowa przewiduje ulepszanie kruszyw cementem, wapnem lub popiołami przy WP od 20 do 30% lub powyżej 70%, szczegółowe warunki i wymagania dla takiej podbudowy określi SST, zgodnie z PN-S-06102.</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5.4. Wbudowywanie i zagęszczanie mieszanki kruszywa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podbudowy wg BN-77/8931-12 powinien odpowiadać przyjętemu poziomowi wskaźnika nośności podbudowy wg tablicy 1, lp. 11.</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5.5. Odcinek próbny</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Jeżeli w SST przewidziano konieczność wykonania odcinka próbnego, to co najmniej na 3 dni przed rozpoczęciem robót, Wykonawca powinien wykonać odcinek próbny w celu:</w:t>
      </w:r>
    </w:p>
    <w:p w:rsidR="00EF06BA" w:rsidRPr="0099346E" w:rsidRDefault="00EF06BA" w:rsidP="00C822E5">
      <w:pPr>
        <w:pStyle w:val="tekstost"/>
        <w:numPr>
          <w:ilvl w:val="0"/>
          <w:numId w:val="19"/>
        </w:numPr>
        <w:ind w:left="0" w:firstLine="0"/>
        <w:rPr>
          <w:rFonts w:ascii="Calibri Light" w:hAnsi="Calibri Light" w:cs="Calibri Light"/>
          <w:sz w:val="16"/>
          <w:szCs w:val="16"/>
        </w:rPr>
      </w:pPr>
      <w:r w:rsidRPr="0099346E">
        <w:rPr>
          <w:rFonts w:ascii="Calibri Light" w:hAnsi="Calibri Light" w:cs="Calibri Light"/>
          <w:sz w:val="16"/>
          <w:szCs w:val="16"/>
        </w:rPr>
        <w:t>stwierdzenia czy sprzęt budowlany do mieszania, rozkładania i zagęszczania kruszywa   jest właściwy,</w:t>
      </w:r>
    </w:p>
    <w:p w:rsidR="00EF06BA" w:rsidRPr="0099346E" w:rsidRDefault="00EF06BA" w:rsidP="00C822E5">
      <w:pPr>
        <w:pStyle w:val="tekstost"/>
        <w:numPr>
          <w:ilvl w:val="0"/>
          <w:numId w:val="19"/>
        </w:numPr>
        <w:ind w:left="0" w:firstLine="0"/>
        <w:rPr>
          <w:rFonts w:ascii="Calibri Light" w:hAnsi="Calibri Light" w:cs="Calibri Light"/>
          <w:sz w:val="16"/>
          <w:szCs w:val="16"/>
        </w:rPr>
      </w:pPr>
      <w:r w:rsidRPr="0099346E">
        <w:rPr>
          <w:rFonts w:ascii="Calibri Light" w:hAnsi="Calibri Light" w:cs="Calibri Light"/>
          <w:sz w:val="16"/>
          <w:szCs w:val="16"/>
        </w:rPr>
        <w:t>określenia grubości warstwy materiału w stanie luźnym,  koniecznej do uzyskania wymaganej grubości warstwy po zagęszczeniu,</w:t>
      </w:r>
    </w:p>
    <w:p w:rsidR="00EF06BA" w:rsidRPr="0099346E" w:rsidRDefault="00EF06BA" w:rsidP="00C822E5">
      <w:pPr>
        <w:pStyle w:val="tekstost"/>
        <w:numPr>
          <w:ilvl w:val="0"/>
          <w:numId w:val="19"/>
        </w:numPr>
        <w:ind w:left="0" w:firstLine="0"/>
        <w:rPr>
          <w:rFonts w:ascii="Calibri Light" w:hAnsi="Calibri Light" w:cs="Calibri Light"/>
          <w:sz w:val="16"/>
          <w:szCs w:val="16"/>
        </w:rPr>
      </w:pPr>
      <w:r w:rsidRPr="0099346E">
        <w:rPr>
          <w:rFonts w:ascii="Calibri Light" w:hAnsi="Calibri Light" w:cs="Calibri Light"/>
          <w:sz w:val="16"/>
          <w:szCs w:val="16"/>
        </w:rPr>
        <w:t>określenia liczby przejść sprzętu zagęszczającego, potrzebnej do uzyskania wymaganego wskaźnika zagęszczenia.</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Na odcinku próbnym  Wykonawca powinien użyć takich materiałów oraz sprzętu do mieszania, rozkładania i zagęszczania, jakie będą stosowane do wykonywania podbudowy. Powierzchnia odcinka próbnego powinna wynosić od 400 do 800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Odcinek próbny powinien być zlokalizowany w miejscu wskazanym przez Inspektora. Wykonawca może przystąpić do wykonywania podbudowy po zaakceptowaniu odcinka próbnego przez Inspektora.</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5.6. Utrzymanie podbudowy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Podbudowa po wykonaniu, a przed ułożeniem następnej warstwy, powinna być utrzymywana w dobrym stanie.  Jeżeli Wykonawca będzie wykorzystywał, za zgodą Inspektora, gotową podbudowę do ruchu budowlanego, to jest obowiązany naprawić wszelkie uszkodzenia podbudowy, spowodowane przez ten ruch. Koszt napraw wynikłych z niewłaściwego utrzymania podbudowy obciąża Wykonawcę robót. </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 KONTROLA JAKOŚCI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6.1. Ogólne zasady kontroli jakości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kontroli jakości robót podano w SST „Wymagania ogólne” pkt 6.</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6.2. Badania przed przystąpieniem do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Przed przystąpieniem do robót Wykonawca powinien wykonać badania kruszyw  przeznaczonych do wykonania robót i przedstawić wyniki tych badań Inspektorowi w celu akceptacji materiałów. Badania te powinny obejmować wszystkie właściwości określone w pkt 2.3 niniejszej SST.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6.3. Badania w czasie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6.3.1. </w:t>
      </w:r>
      <w:r w:rsidRPr="0099346E">
        <w:rPr>
          <w:rFonts w:ascii="Calibri Light" w:hAnsi="Calibri Light" w:cs="Calibri Light"/>
          <w:sz w:val="16"/>
          <w:szCs w:val="16"/>
        </w:rPr>
        <w:t>Częstotliwość oraz zakres badań i pomiarów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Częstotliwość oraz zakres badań  podano w tablicy 2.</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Tablica 2. Częstotliwość ora zakres  badań przy budowie podbudowy z kruszyw stabilizowanych mechanicznie</w:t>
      </w:r>
    </w:p>
    <w:tbl>
      <w:tblPr>
        <w:tblW w:w="0" w:type="auto"/>
        <w:tblLayout w:type="fixed"/>
        <w:tblCellMar>
          <w:left w:w="70" w:type="dxa"/>
          <w:right w:w="70" w:type="dxa"/>
        </w:tblCellMar>
        <w:tblLook w:val="0000"/>
      </w:tblPr>
      <w:tblGrid>
        <w:gridCol w:w="589"/>
        <w:gridCol w:w="5215"/>
        <w:gridCol w:w="1554"/>
        <w:gridCol w:w="1556"/>
      </w:tblGrid>
      <w:tr w:rsidR="00EF06BA" w:rsidRPr="0099346E">
        <w:trPr>
          <w:trHeight w:val="217"/>
        </w:trPr>
        <w:tc>
          <w:tcPr>
            <w:tcW w:w="589" w:type="dxa"/>
            <w:tcBorders>
              <w:top w:val="single" w:sz="6" w:space="0" w:color="auto"/>
              <w:left w:val="single" w:sz="6" w:space="0" w:color="auto"/>
            </w:tcBorders>
          </w:tcPr>
          <w:p w:rsidR="00EF06BA" w:rsidRPr="0099346E" w:rsidRDefault="00EF06BA" w:rsidP="00C822E5">
            <w:pPr>
              <w:pStyle w:val="tekstost"/>
              <w:rPr>
                <w:rFonts w:ascii="Calibri Light" w:hAnsi="Calibri Light" w:cs="Calibri Light"/>
                <w:sz w:val="16"/>
                <w:szCs w:val="16"/>
              </w:rPr>
            </w:pPr>
          </w:p>
        </w:tc>
        <w:tc>
          <w:tcPr>
            <w:tcW w:w="5215" w:type="dxa"/>
            <w:tcBorders>
              <w:top w:val="single" w:sz="6" w:space="0" w:color="auto"/>
              <w:left w:val="single" w:sz="6" w:space="0" w:color="auto"/>
            </w:tcBorders>
          </w:tcPr>
          <w:p w:rsidR="00EF06BA" w:rsidRPr="0099346E" w:rsidRDefault="00EF06BA" w:rsidP="00C822E5">
            <w:pPr>
              <w:pStyle w:val="tekstost"/>
              <w:rPr>
                <w:rFonts w:ascii="Calibri Light" w:hAnsi="Calibri Light" w:cs="Calibri Light"/>
                <w:sz w:val="16"/>
                <w:szCs w:val="16"/>
              </w:rPr>
            </w:pPr>
          </w:p>
        </w:tc>
        <w:tc>
          <w:tcPr>
            <w:tcW w:w="311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Częstotliwość badań</w:t>
            </w:r>
          </w:p>
        </w:tc>
      </w:tr>
      <w:tr w:rsidR="00EF06BA" w:rsidRPr="0099346E">
        <w:trPr>
          <w:trHeight w:val="899"/>
        </w:trPr>
        <w:tc>
          <w:tcPr>
            <w:tcW w:w="589" w:type="dxa"/>
            <w:tcBorders>
              <w:left w:val="single" w:sz="6" w:space="0" w:color="auto"/>
              <w:bottom w:val="doub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Lp.</w:t>
            </w:r>
          </w:p>
        </w:tc>
        <w:tc>
          <w:tcPr>
            <w:tcW w:w="5215" w:type="dxa"/>
            <w:tcBorders>
              <w:left w:val="nil"/>
              <w:bottom w:val="double" w:sz="6" w:space="0" w:color="auto"/>
            </w:tcBorders>
          </w:tcPr>
          <w:p w:rsidR="00EF06BA" w:rsidRPr="0099346E" w:rsidRDefault="00EF06BA" w:rsidP="00C822E5">
            <w:pPr>
              <w:pStyle w:val="tekstost"/>
              <w:rPr>
                <w:rFonts w:ascii="Calibri Light" w:hAnsi="Calibri Light" w:cs="Calibri Light"/>
                <w:sz w:val="16"/>
                <w:szCs w:val="16"/>
              </w:rPr>
            </w:pP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Wyszczególnienie badań</w:t>
            </w:r>
          </w:p>
        </w:tc>
        <w:tc>
          <w:tcPr>
            <w:tcW w:w="1554"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Minimalna liczba badań na dziennej działce roboczej</w:t>
            </w:r>
          </w:p>
        </w:tc>
        <w:tc>
          <w:tcPr>
            <w:tcW w:w="1556"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Maksymalna powierzchnia podbudowy przy-padająca na jedno badanie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w:t>
            </w:r>
          </w:p>
        </w:tc>
      </w:tr>
      <w:tr w:rsidR="00EF06BA" w:rsidRPr="0099346E">
        <w:trPr>
          <w:trHeight w:val="333"/>
        </w:trPr>
        <w:tc>
          <w:tcPr>
            <w:tcW w:w="589" w:type="dxa"/>
            <w:tcBorders>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1</w:t>
            </w:r>
          </w:p>
        </w:tc>
        <w:tc>
          <w:tcPr>
            <w:tcW w:w="5215" w:type="dxa"/>
            <w:tcBorders>
              <w:left w:val="single" w:sz="6" w:space="0" w:color="auto"/>
              <w:bottom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 xml:space="preserve">Uziarnienie mieszanki </w:t>
            </w:r>
          </w:p>
        </w:tc>
        <w:tc>
          <w:tcPr>
            <w:tcW w:w="1554" w:type="dxa"/>
            <w:tcBorders>
              <w:left w:val="single" w:sz="6" w:space="0" w:color="auto"/>
            </w:tcBorders>
          </w:tcPr>
          <w:p w:rsidR="00EF06BA" w:rsidRPr="0099346E" w:rsidRDefault="00EF06BA" w:rsidP="00C822E5">
            <w:pPr>
              <w:pStyle w:val="tekstost"/>
              <w:rPr>
                <w:rFonts w:ascii="Calibri Light" w:hAnsi="Calibri Light" w:cs="Calibri Light"/>
                <w:sz w:val="16"/>
                <w:szCs w:val="16"/>
              </w:rPr>
            </w:pPr>
          </w:p>
        </w:tc>
        <w:tc>
          <w:tcPr>
            <w:tcW w:w="1556" w:type="dxa"/>
            <w:tcBorders>
              <w:left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p>
        </w:tc>
      </w:tr>
      <w:tr w:rsidR="00EF06BA" w:rsidRPr="0099346E">
        <w:trPr>
          <w:trHeight w:val="333"/>
        </w:trPr>
        <w:tc>
          <w:tcPr>
            <w:tcW w:w="58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2</w:t>
            </w:r>
          </w:p>
        </w:tc>
        <w:tc>
          <w:tcPr>
            <w:tcW w:w="5215" w:type="dxa"/>
            <w:tcBorders>
              <w:top w:val="single" w:sz="6" w:space="0" w:color="auto"/>
              <w:left w:val="single" w:sz="6" w:space="0" w:color="auto"/>
              <w:bottom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 xml:space="preserve">Wilgotność mieszanki </w:t>
            </w:r>
          </w:p>
        </w:tc>
        <w:tc>
          <w:tcPr>
            <w:tcW w:w="1554" w:type="dxa"/>
            <w:tcBorders>
              <w:lef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2</w:t>
            </w:r>
          </w:p>
        </w:tc>
        <w:tc>
          <w:tcPr>
            <w:tcW w:w="1556" w:type="dxa"/>
            <w:tcBorders>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600</w:t>
            </w:r>
          </w:p>
        </w:tc>
      </w:tr>
      <w:tr w:rsidR="00EF06BA" w:rsidRPr="0099346E">
        <w:trPr>
          <w:trHeight w:val="348"/>
        </w:trPr>
        <w:tc>
          <w:tcPr>
            <w:tcW w:w="58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3</w:t>
            </w:r>
          </w:p>
        </w:tc>
        <w:tc>
          <w:tcPr>
            <w:tcW w:w="5215" w:type="dxa"/>
            <w:tcBorders>
              <w:top w:val="single" w:sz="6" w:space="0" w:color="auto"/>
              <w:left w:val="single" w:sz="6" w:space="0" w:color="auto"/>
              <w:bottom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Zagęszczenie warstwy</w:t>
            </w:r>
          </w:p>
        </w:tc>
        <w:tc>
          <w:tcPr>
            <w:tcW w:w="1554" w:type="dxa"/>
            <w:tcBorders>
              <w:top w:val="single" w:sz="6" w:space="0" w:color="auto"/>
              <w:left w:val="single" w:sz="6" w:space="0" w:color="auto"/>
              <w:bottom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10 próbek</w:t>
            </w:r>
          </w:p>
        </w:tc>
        <w:tc>
          <w:tcPr>
            <w:tcW w:w="1556" w:type="dxa"/>
            <w:tcBorders>
              <w:left w:val="nil"/>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na 10000 m</w:t>
            </w:r>
            <w:r w:rsidRPr="0099346E">
              <w:rPr>
                <w:rFonts w:ascii="Calibri Light" w:hAnsi="Calibri Light" w:cs="Calibri Light"/>
                <w:sz w:val="16"/>
                <w:szCs w:val="16"/>
                <w:vertAlign w:val="superscript"/>
              </w:rPr>
              <w:t>2</w:t>
            </w:r>
          </w:p>
        </w:tc>
      </w:tr>
      <w:tr w:rsidR="00EF06BA" w:rsidRPr="0099346E">
        <w:trPr>
          <w:trHeight w:val="551"/>
        </w:trPr>
        <w:tc>
          <w:tcPr>
            <w:tcW w:w="58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4</w:t>
            </w:r>
          </w:p>
        </w:tc>
        <w:tc>
          <w:tcPr>
            <w:tcW w:w="5215"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Badanie właściwości kruszywa wg tab. 1, pkt 2.3.2</w:t>
            </w:r>
          </w:p>
        </w:tc>
        <w:tc>
          <w:tcPr>
            <w:tcW w:w="3110"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dla każdej partii kruszywa i przy każdej zmianie kruszywa</w:t>
            </w:r>
          </w:p>
        </w:tc>
      </w:tr>
    </w:tbl>
    <w:p w:rsidR="00EF06BA" w:rsidRPr="0099346E" w:rsidRDefault="00EF06BA" w:rsidP="00C822E5">
      <w:pPr>
        <w:pStyle w:val="tekstost"/>
        <w:rPr>
          <w:rFonts w:ascii="Calibri Light" w:hAnsi="Calibri Light" w:cs="Calibri Light"/>
          <w:sz w:val="16"/>
          <w:szCs w:val="16"/>
        </w:rPr>
      </w:pP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b/>
          <w:sz w:val="16"/>
          <w:szCs w:val="16"/>
        </w:rPr>
        <w:t xml:space="preserve">6.3.2. </w:t>
      </w:r>
      <w:r w:rsidRPr="0099346E">
        <w:rPr>
          <w:rFonts w:ascii="Calibri Light" w:hAnsi="Calibri Light" w:cs="Calibri Light"/>
          <w:sz w:val="16"/>
          <w:szCs w:val="16"/>
        </w:rPr>
        <w:t>Uziarnienie mieszanki</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Uziarnienie mieszanki powinno być zgodne z wymaganiami podanymi w pkt 2.3. Próbki należy pobierać w sposób losowy, z rozłożonej warstwy, przed jej zagęszczeniem. Wyniki badań powinny być na bieżąco przekazywane Inspektorowi.</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b/>
          <w:sz w:val="16"/>
          <w:szCs w:val="16"/>
        </w:rPr>
        <w:t xml:space="preserve">6.3.3. </w:t>
      </w:r>
      <w:r w:rsidRPr="0099346E">
        <w:rPr>
          <w:rFonts w:ascii="Calibri Light" w:hAnsi="Calibri Light" w:cs="Calibri Light"/>
          <w:sz w:val="16"/>
          <w:szCs w:val="16"/>
        </w:rPr>
        <w:t xml:space="preserve">Wilgotność mieszanki </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Wilgotność mieszanki powinna odpowiadać wilgotności optymalnej, określonej według próby Proctora, zgodnie z PN-B-04481 (metoda II), z tolerancją +10% -20%.</w:t>
      </w:r>
      <w:r w:rsidRPr="0099346E">
        <w:rPr>
          <w:rFonts w:ascii="Calibri Light" w:hAnsi="Calibri Light" w:cs="Calibri Light"/>
          <w:sz w:val="16"/>
          <w:szCs w:val="16"/>
        </w:rPr>
        <w:tab/>
        <w:t>Wilgotność należy określić według PN-B-06714-17.</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b/>
          <w:sz w:val="16"/>
          <w:szCs w:val="16"/>
        </w:rPr>
        <w:t xml:space="preserve">6.3.4. </w:t>
      </w:r>
      <w:r w:rsidRPr="0099346E">
        <w:rPr>
          <w:rFonts w:ascii="Calibri Light" w:hAnsi="Calibri Light" w:cs="Calibri Light"/>
          <w:sz w:val="16"/>
          <w:szCs w:val="16"/>
        </w:rPr>
        <w:t>Zagęszczenie podbudowy</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Zagęszczenie każdej warstwy powinno odbywać się aż do osiągnięcia wymaganego wskaźnika zagęszczenia.</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Zagęszczenie podbudowy należy sprawdzać według BN-77/8931-12. W przypadku, gdy przeprowadzenie badania jest niemożliwe ze względu na gruboziarniste kruszywo, kontrolę zagęszczenia należy oprzeć na metodzie obciążeń płytowych, wg BN-64/8931-02 i nie rzadziej niż raz na 5000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lub według zaleceń Inspektora. Zagęszczenie podbudowy stabilizowanej mechanicznie należy uznać za prawidłowe, gdy stosunek wtórnego modułu </w:t>
      </w:r>
      <w:r w:rsidRPr="0099346E">
        <w:rPr>
          <w:rFonts w:ascii="Calibri Light" w:hAnsi="Calibri Light" w:cs="Calibri Light"/>
          <w:i/>
          <w:sz w:val="16"/>
          <w:szCs w:val="16"/>
        </w:rPr>
        <w:t>E</w:t>
      </w:r>
      <w:r w:rsidRPr="0099346E">
        <w:rPr>
          <w:rFonts w:ascii="Calibri Light" w:hAnsi="Calibri Light" w:cs="Calibri Light"/>
          <w:sz w:val="16"/>
          <w:szCs w:val="16"/>
          <w:vertAlign w:val="subscript"/>
        </w:rPr>
        <w:t>2</w:t>
      </w:r>
      <w:r w:rsidRPr="0099346E">
        <w:rPr>
          <w:rFonts w:ascii="Calibri Light" w:hAnsi="Calibri Light" w:cs="Calibri Light"/>
          <w:sz w:val="16"/>
          <w:szCs w:val="16"/>
        </w:rPr>
        <w:t xml:space="preserve"> do pierwotnego modułu odkształcenia </w:t>
      </w:r>
      <w:r w:rsidRPr="0099346E">
        <w:rPr>
          <w:rFonts w:ascii="Calibri Light" w:hAnsi="Calibri Light" w:cs="Calibri Light"/>
          <w:i/>
          <w:sz w:val="16"/>
          <w:szCs w:val="16"/>
        </w:rPr>
        <w:t>E</w:t>
      </w:r>
      <w:r w:rsidRPr="0099346E">
        <w:rPr>
          <w:rFonts w:ascii="Calibri Light" w:hAnsi="Calibri Light" w:cs="Calibri Light"/>
          <w:sz w:val="16"/>
          <w:szCs w:val="16"/>
          <w:vertAlign w:val="subscript"/>
        </w:rPr>
        <w:t>1</w:t>
      </w:r>
      <w:r w:rsidRPr="0099346E">
        <w:rPr>
          <w:rFonts w:ascii="Calibri Light" w:hAnsi="Calibri Light" w:cs="Calibri Light"/>
          <w:sz w:val="16"/>
          <w:szCs w:val="16"/>
        </w:rPr>
        <w:t xml:space="preserve"> jest nie większy od 2,2 dla każdej warstwy konstrukcyjnej podbudowy.</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sz w:val="16"/>
          <w:szCs w:val="16"/>
        </w:rPr>
        <w:tab/>
      </w:r>
      <w:r w:rsidRPr="0099346E">
        <w:rPr>
          <w:rFonts w:ascii="Calibri Light" w:hAnsi="Calibri Light" w:cs="Calibri Light"/>
          <w:position w:val="-28"/>
          <w:sz w:val="16"/>
          <w:szCs w:val="16"/>
        </w:rPr>
        <w:object w:dxaOrig="340" w:dyaOrig="680">
          <v:shape id="_x0000_i1027" type="#_x0000_t75" style="width:17.25pt;height:33.75pt" o:ole="">
            <v:imagedata r:id="rId11" o:title=""/>
          </v:shape>
          <o:OLEObject Type="Embed" ProgID="Equation.3" ShapeID="_x0000_i1027" DrawAspect="Content" ObjectID="_1597222702" r:id="rId12"/>
        </w:object>
      </w:r>
      <w:r w:rsidRPr="0099346E">
        <w:rPr>
          <w:rFonts w:ascii="Calibri Light" w:hAnsi="Calibri Light" w:cs="Calibri Light"/>
          <w:sz w:val="16"/>
          <w:szCs w:val="16"/>
        </w:rPr>
        <w:t xml:space="preserve">  </w:t>
      </w:r>
      <w:r w:rsidRPr="0099346E">
        <w:rPr>
          <w:rFonts w:ascii="Calibri Light" w:hAnsi="Calibri Light" w:cs="Calibri Light"/>
          <w:sz w:val="16"/>
          <w:szCs w:val="16"/>
        </w:rPr>
        <w:sym w:font="Symbol" w:char="F0A3"/>
      </w:r>
      <w:r w:rsidRPr="0099346E">
        <w:rPr>
          <w:rFonts w:ascii="Calibri Light" w:hAnsi="Calibri Light" w:cs="Calibri Light"/>
          <w:sz w:val="16"/>
          <w:szCs w:val="16"/>
        </w:rPr>
        <w:t xml:space="preserve">   2,2</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b/>
          <w:sz w:val="16"/>
          <w:szCs w:val="16"/>
        </w:rPr>
        <w:t xml:space="preserve">6.3.5. </w:t>
      </w:r>
      <w:r w:rsidRPr="0099346E">
        <w:rPr>
          <w:rFonts w:ascii="Calibri Light" w:hAnsi="Calibri Light" w:cs="Calibri Light"/>
          <w:sz w:val="16"/>
          <w:szCs w:val="16"/>
        </w:rPr>
        <w:t>Właściwości kruszywa</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Badania kruszywa powinny obejmować ocenę wszystkich właściwości określonych w pkt 2.3.2. Próbki do badań pełnych powinny być pobierane przez Wykonawcę w sposób losowy w obecności Inspektora.</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6.4. Wymagania dotyczące cech geometrycznych podbudowy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6.4.1. </w:t>
      </w:r>
      <w:r w:rsidRPr="0099346E">
        <w:rPr>
          <w:rFonts w:ascii="Calibri Light" w:hAnsi="Calibri Light" w:cs="Calibri Light"/>
          <w:sz w:val="16"/>
          <w:szCs w:val="16"/>
        </w:rPr>
        <w:t>Częstotliwość oraz zakres pomiarów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Częstotliwość oraz zakres pomiarów dotyczących cech geometrycznych podbudowy  podano w  tablicy 3.</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Tablica 3. Częstotliwość oraz zakres pomiarów wykonanej podbudowy z kruszywa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64"/>
        <w:gridCol w:w="3626"/>
        <w:gridCol w:w="4702"/>
      </w:tblGrid>
      <w:tr w:rsidR="00EF06BA" w:rsidRPr="0099346E">
        <w:trPr>
          <w:trHeight w:val="363"/>
        </w:trPr>
        <w:tc>
          <w:tcPr>
            <w:tcW w:w="764" w:type="dxa"/>
            <w:tcBorders>
              <w:bottom w:val="double" w:sz="6" w:space="0" w:color="auto"/>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Lp.</w:t>
            </w:r>
          </w:p>
        </w:tc>
        <w:tc>
          <w:tcPr>
            <w:tcW w:w="3626" w:type="dxa"/>
            <w:tcBorders>
              <w:bottom w:val="double" w:sz="6" w:space="0" w:color="auto"/>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Wyszczególnienie badań i pomiarów</w:t>
            </w:r>
          </w:p>
        </w:tc>
        <w:tc>
          <w:tcPr>
            <w:tcW w:w="4702" w:type="dxa"/>
            <w:tcBorders>
              <w:bottom w:val="double" w:sz="6" w:space="0" w:color="auto"/>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Minimalna częstotliwość pomiarów</w:t>
            </w:r>
          </w:p>
        </w:tc>
      </w:tr>
      <w:tr w:rsidR="00EF06BA" w:rsidRPr="0099346E">
        <w:trPr>
          <w:trHeight w:val="348"/>
        </w:trPr>
        <w:tc>
          <w:tcPr>
            <w:tcW w:w="764" w:type="dxa"/>
            <w:tcBorders>
              <w:top w:val="nil"/>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1</w:t>
            </w:r>
          </w:p>
        </w:tc>
        <w:tc>
          <w:tcPr>
            <w:tcW w:w="3626" w:type="dxa"/>
            <w:tcBorders>
              <w:top w:val="nil"/>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 xml:space="preserve">Szerokość podbudowy </w:t>
            </w:r>
          </w:p>
        </w:tc>
        <w:tc>
          <w:tcPr>
            <w:tcW w:w="4702" w:type="dxa"/>
            <w:tcBorders>
              <w:top w:val="nil"/>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10 razy na 1 km</w:t>
            </w:r>
          </w:p>
        </w:tc>
      </w:tr>
      <w:tr w:rsidR="00EF06BA" w:rsidRPr="0099346E">
        <w:trPr>
          <w:trHeight w:val="469"/>
        </w:trPr>
        <w:tc>
          <w:tcPr>
            <w:tcW w:w="764"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2</w:t>
            </w:r>
          </w:p>
        </w:tc>
        <w:tc>
          <w:tcPr>
            <w:tcW w:w="3626"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Równość podłużna</w:t>
            </w:r>
          </w:p>
        </w:tc>
        <w:tc>
          <w:tcPr>
            <w:tcW w:w="4702"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w sposób ciągły planografem albo co        20 m łatą na każdym pasie ruchu</w:t>
            </w:r>
          </w:p>
        </w:tc>
      </w:tr>
      <w:tr w:rsidR="00EF06BA" w:rsidRPr="0099346E">
        <w:trPr>
          <w:trHeight w:val="348"/>
        </w:trPr>
        <w:tc>
          <w:tcPr>
            <w:tcW w:w="764"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3</w:t>
            </w:r>
          </w:p>
        </w:tc>
        <w:tc>
          <w:tcPr>
            <w:tcW w:w="3626"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Równość poprzeczna</w:t>
            </w:r>
          </w:p>
        </w:tc>
        <w:tc>
          <w:tcPr>
            <w:tcW w:w="4702"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10 razy na 1 km</w:t>
            </w:r>
          </w:p>
        </w:tc>
      </w:tr>
      <w:tr w:rsidR="00EF06BA" w:rsidRPr="0099346E">
        <w:trPr>
          <w:trHeight w:val="348"/>
        </w:trPr>
        <w:tc>
          <w:tcPr>
            <w:tcW w:w="764"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4</w:t>
            </w:r>
          </w:p>
        </w:tc>
        <w:tc>
          <w:tcPr>
            <w:tcW w:w="3626"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Spadki poprzeczne*</w:t>
            </w:r>
            <w:r w:rsidRPr="0099346E">
              <w:rPr>
                <w:rFonts w:ascii="Calibri Light" w:hAnsi="Calibri Light" w:cs="Calibri Light"/>
                <w:sz w:val="16"/>
                <w:szCs w:val="16"/>
                <w:vertAlign w:val="superscript"/>
              </w:rPr>
              <w:t>)</w:t>
            </w:r>
          </w:p>
        </w:tc>
        <w:tc>
          <w:tcPr>
            <w:tcW w:w="4702" w:type="dxa"/>
            <w:tcBorders>
              <w:bottom w:val="nil"/>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10 razy na 1 km</w:t>
            </w:r>
          </w:p>
        </w:tc>
      </w:tr>
      <w:tr w:rsidR="00EF06BA" w:rsidRPr="0099346E">
        <w:trPr>
          <w:trHeight w:val="363"/>
        </w:trPr>
        <w:tc>
          <w:tcPr>
            <w:tcW w:w="764"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5</w:t>
            </w:r>
          </w:p>
        </w:tc>
        <w:tc>
          <w:tcPr>
            <w:tcW w:w="3626"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Rzędne wysokościowe</w:t>
            </w:r>
          </w:p>
        </w:tc>
        <w:tc>
          <w:tcPr>
            <w:tcW w:w="4702"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co 100 m</w:t>
            </w:r>
          </w:p>
        </w:tc>
      </w:tr>
      <w:tr w:rsidR="00EF06BA" w:rsidRPr="0099346E">
        <w:trPr>
          <w:trHeight w:val="363"/>
        </w:trPr>
        <w:tc>
          <w:tcPr>
            <w:tcW w:w="764"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6</w:t>
            </w:r>
          </w:p>
        </w:tc>
        <w:tc>
          <w:tcPr>
            <w:tcW w:w="3626"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Ukształtowanie osi w planie*</w:t>
            </w:r>
            <w:r w:rsidRPr="0099346E">
              <w:rPr>
                <w:rFonts w:ascii="Calibri Light" w:hAnsi="Calibri Light" w:cs="Calibri Light"/>
                <w:sz w:val="16"/>
                <w:szCs w:val="16"/>
                <w:vertAlign w:val="superscript"/>
              </w:rPr>
              <w:t>)</w:t>
            </w:r>
          </w:p>
        </w:tc>
        <w:tc>
          <w:tcPr>
            <w:tcW w:w="4702" w:type="dxa"/>
            <w:tcBorders>
              <w:top w:val="nil"/>
            </w:tcBorders>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co 100 m</w:t>
            </w:r>
          </w:p>
        </w:tc>
      </w:tr>
      <w:tr w:rsidR="00EF06BA" w:rsidRPr="0099346E">
        <w:trPr>
          <w:trHeight w:val="912"/>
        </w:trPr>
        <w:tc>
          <w:tcPr>
            <w:tcW w:w="764"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7</w:t>
            </w:r>
          </w:p>
        </w:tc>
        <w:tc>
          <w:tcPr>
            <w:tcW w:w="3626" w:type="dxa"/>
          </w:tcPr>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 xml:space="preserve">Grubość podbudowy </w:t>
            </w:r>
          </w:p>
        </w:tc>
        <w:tc>
          <w:tcPr>
            <w:tcW w:w="4702"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Podczas budowy: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 3 punktach na każdej działce roboczej, lecz nie rzadziej niż raz na 400 m</w:t>
            </w:r>
            <w:r w:rsidRPr="0099346E">
              <w:rPr>
                <w:rFonts w:ascii="Calibri Light" w:hAnsi="Calibri Light" w:cs="Calibri Light"/>
                <w:sz w:val="16"/>
                <w:szCs w:val="16"/>
                <w:vertAlign w:val="superscript"/>
              </w:rPr>
              <w:t>2</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Przed odbiorem:</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sz w:val="16"/>
                <w:szCs w:val="16"/>
              </w:rPr>
              <w:t>w 3 punktach, lecz nie rzadziej niż raz na 2000 m</w:t>
            </w:r>
            <w:r w:rsidRPr="0099346E">
              <w:rPr>
                <w:rFonts w:ascii="Calibri Light" w:hAnsi="Calibri Light" w:cs="Calibri Light"/>
                <w:sz w:val="16"/>
                <w:szCs w:val="16"/>
                <w:vertAlign w:val="superscript"/>
              </w:rPr>
              <w:t>2</w:t>
            </w:r>
          </w:p>
        </w:tc>
      </w:tr>
      <w:tr w:rsidR="00EF06BA" w:rsidRPr="0099346E">
        <w:trPr>
          <w:trHeight w:val="804"/>
        </w:trPr>
        <w:tc>
          <w:tcPr>
            <w:tcW w:w="764"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tc>
        <w:tc>
          <w:tcPr>
            <w:tcW w:w="362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Nośność podbudowy: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moduł odkształcenia</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ugięcie sprężyste</w:t>
            </w:r>
          </w:p>
          <w:p w:rsidR="00EF06BA" w:rsidRPr="0099346E" w:rsidRDefault="00EF06BA" w:rsidP="00C822E5">
            <w:pPr>
              <w:jc w:val="both"/>
              <w:rPr>
                <w:rFonts w:ascii="Calibri Light" w:hAnsi="Calibri Light" w:cs="Calibri Light"/>
                <w:sz w:val="16"/>
                <w:szCs w:val="16"/>
              </w:rPr>
            </w:pPr>
          </w:p>
        </w:tc>
        <w:tc>
          <w:tcPr>
            <w:tcW w:w="4702" w:type="dxa"/>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co najmniej w dwóch przekrojach na każde 1000 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co najmniej w 20 punktach na każde 1000 m</w:t>
            </w:r>
          </w:p>
        </w:tc>
      </w:tr>
    </w:tbl>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Dodatkowe pomiary spadków poprzecznych i ukształtowania osi w planie należy wykonać w punktach głównych łuków poziomych.</w:t>
      </w:r>
    </w:p>
    <w:p w:rsidR="00EF06BA" w:rsidRPr="0099346E" w:rsidRDefault="00EF06BA" w:rsidP="00C822E5">
      <w:pPr>
        <w:keepNext/>
        <w:jc w:val="both"/>
        <w:rPr>
          <w:rFonts w:ascii="Calibri Light" w:hAnsi="Calibri Light" w:cs="Calibri Light"/>
          <w:sz w:val="16"/>
          <w:szCs w:val="16"/>
        </w:rPr>
      </w:pPr>
      <w:r w:rsidRPr="0099346E">
        <w:rPr>
          <w:rFonts w:ascii="Calibri Light" w:hAnsi="Calibri Light" w:cs="Calibri Light"/>
          <w:b/>
          <w:sz w:val="16"/>
          <w:szCs w:val="16"/>
        </w:rPr>
        <w:t xml:space="preserve">6.4.2. </w:t>
      </w:r>
      <w:r w:rsidRPr="0099346E">
        <w:rPr>
          <w:rFonts w:ascii="Calibri Light" w:hAnsi="Calibri Light" w:cs="Calibri Light"/>
          <w:sz w:val="16"/>
          <w:szCs w:val="16"/>
        </w:rPr>
        <w:t xml:space="preserve">Szerokość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Szerokość podbudowy nie może różnić się od szerokości projektowanej o więcej niż +10 cm, -5 cm. Na jezdniach bez krawężników szerokość podbudowy powinna być większa od szerokości warstwy wyżej leżącej o co najmniej 25 cm lub o wartość wskazaną w dokumentacji projektowej.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6.4.3. </w:t>
      </w:r>
      <w:r w:rsidRPr="0099346E">
        <w:rPr>
          <w:rFonts w:ascii="Calibri Light" w:hAnsi="Calibri Light" w:cs="Calibri Light"/>
          <w:sz w:val="16"/>
          <w:szCs w:val="16"/>
        </w:rPr>
        <w:t xml:space="preserve">Równość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Nierówności podłużne podbudowy należy mierzyć 4-metrową łatą lub planografem, zgodnie z BN-68/8931-04.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Nierówności poprzeczne podbudowy należy mierzyć 4-metrową łatą. Nierówności podbudowy nie mogą przekraczać:</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10 mm dla podbudowy zasadniczej,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20 mm dla podbudowy pomocniczej.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6.4.4. </w:t>
      </w:r>
      <w:r w:rsidRPr="0099346E">
        <w:rPr>
          <w:rFonts w:ascii="Calibri Light" w:hAnsi="Calibri Light" w:cs="Calibri Light"/>
          <w:sz w:val="16"/>
          <w:szCs w:val="16"/>
        </w:rPr>
        <w:t xml:space="preserve">Spadki poprzeczne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Spadki poprzeczne podbudowy na prostych i łukach powinny być zgodne z dokumentacją projektową, z tolerancją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0,5 %.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6.4.5. </w:t>
      </w:r>
      <w:r w:rsidRPr="0099346E">
        <w:rPr>
          <w:rFonts w:ascii="Calibri Light" w:hAnsi="Calibri Light" w:cs="Calibri Light"/>
          <w:sz w:val="16"/>
          <w:szCs w:val="16"/>
        </w:rPr>
        <w:t xml:space="preserve">Rzędne wysokościowe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Różnice pomiędzy rzędnymi wysokościowymi podbudowy i rzędnymi projektowanymi nie powinny przekraczać + 1 cm, -2 cm.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6.4.6. </w:t>
      </w:r>
      <w:r w:rsidRPr="0099346E">
        <w:rPr>
          <w:rFonts w:ascii="Calibri Light" w:hAnsi="Calibri Light" w:cs="Calibri Light"/>
          <w:sz w:val="16"/>
          <w:szCs w:val="16"/>
        </w:rPr>
        <w:t>Ukształtowanie osi podbudowy i ulepszonego podłoża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Oś podbudowy w planie nie może być przesunięta w stosunku do osi projektowanej o więcej niż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5 cm.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6.4.7. </w:t>
      </w:r>
      <w:r w:rsidRPr="0099346E">
        <w:rPr>
          <w:rFonts w:ascii="Calibri Light" w:hAnsi="Calibri Light" w:cs="Calibri Light"/>
          <w:sz w:val="16"/>
          <w:szCs w:val="16"/>
        </w:rPr>
        <w:t>Grubość podbudowy i ulepszonego podłoża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Grubość podbudowy nie może się  różnić od grubości projektowanej o więcej niż:</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dla podbudowy zasadniczej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10%,</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 dla podbudowy pomocniczej +10%, -15%.</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b/>
          <w:sz w:val="16"/>
          <w:szCs w:val="16"/>
        </w:rPr>
        <w:t xml:space="preserve">6.4.8. </w:t>
      </w:r>
      <w:r w:rsidRPr="0099346E">
        <w:rPr>
          <w:rFonts w:ascii="Calibri Light" w:hAnsi="Calibri Light" w:cs="Calibri Light"/>
          <w:sz w:val="16"/>
          <w:szCs w:val="16"/>
        </w:rPr>
        <w:t>Nośność podbudowy</w:t>
      </w:r>
    </w:p>
    <w:p w:rsidR="00EF06BA" w:rsidRPr="0099346E" w:rsidRDefault="00EF06BA" w:rsidP="00C822E5">
      <w:pPr>
        <w:pStyle w:val="tekstost"/>
        <w:numPr>
          <w:ilvl w:val="0"/>
          <w:numId w:val="19"/>
        </w:numPr>
        <w:ind w:left="0" w:firstLine="0"/>
        <w:rPr>
          <w:rFonts w:ascii="Calibri Light" w:hAnsi="Calibri Light" w:cs="Calibri Light"/>
          <w:sz w:val="16"/>
          <w:szCs w:val="16"/>
        </w:rPr>
      </w:pPr>
      <w:r w:rsidRPr="0099346E">
        <w:rPr>
          <w:rFonts w:ascii="Calibri Light" w:hAnsi="Calibri Light" w:cs="Calibri Light"/>
          <w:sz w:val="16"/>
          <w:szCs w:val="16"/>
        </w:rPr>
        <w:t>moduł odkształcenia wg BN-64/8931-02 [27] powinien być zgodny z podanym w tablicy 4,</w:t>
      </w:r>
    </w:p>
    <w:p w:rsidR="00EF06BA" w:rsidRPr="0099346E" w:rsidRDefault="00EF06BA" w:rsidP="00C822E5">
      <w:pPr>
        <w:pStyle w:val="tekstost"/>
        <w:numPr>
          <w:ilvl w:val="0"/>
          <w:numId w:val="19"/>
        </w:numPr>
        <w:ind w:left="0" w:firstLine="0"/>
        <w:rPr>
          <w:rFonts w:ascii="Calibri Light" w:hAnsi="Calibri Light" w:cs="Calibri Light"/>
          <w:sz w:val="16"/>
          <w:szCs w:val="16"/>
        </w:rPr>
      </w:pPr>
      <w:r w:rsidRPr="0099346E">
        <w:rPr>
          <w:rFonts w:ascii="Calibri Light" w:hAnsi="Calibri Light" w:cs="Calibri Light"/>
          <w:sz w:val="16"/>
          <w:szCs w:val="16"/>
        </w:rPr>
        <w:t>ugięcie sprężyste wg BN-70/8931-06 [29] powinno być zgodne z podanym w tablicy 4.</w:t>
      </w:r>
    </w:p>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Tablica 4. Cechy podbudowy</w:t>
      </w:r>
    </w:p>
    <w:tbl>
      <w:tblPr>
        <w:tblW w:w="0" w:type="auto"/>
        <w:tblLayout w:type="fixed"/>
        <w:tblCellMar>
          <w:left w:w="70" w:type="dxa"/>
          <w:right w:w="70" w:type="dxa"/>
        </w:tblCellMar>
        <w:tblLook w:val="0000"/>
      </w:tblPr>
      <w:tblGrid>
        <w:gridCol w:w="1370"/>
        <w:gridCol w:w="1452"/>
        <w:gridCol w:w="1430"/>
        <w:gridCol w:w="1914"/>
        <w:gridCol w:w="978"/>
        <w:gridCol w:w="2849"/>
      </w:tblGrid>
      <w:tr w:rsidR="00EF06BA" w:rsidRPr="0099346E">
        <w:trPr>
          <w:trHeight w:val="250"/>
        </w:trPr>
        <w:tc>
          <w:tcPr>
            <w:tcW w:w="1370" w:type="dxa"/>
            <w:tcBorders>
              <w:top w:val="single" w:sz="6" w:space="0" w:color="auto"/>
              <w:left w:val="single" w:sz="6" w:space="0" w:color="auto"/>
            </w:tcBorders>
          </w:tcPr>
          <w:p w:rsidR="00EF06BA" w:rsidRPr="0099346E" w:rsidRDefault="00EF06BA" w:rsidP="00C822E5">
            <w:pPr>
              <w:pStyle w:val="tekstost"/>
              <w:rPr>
                <w:rFonts w:ascii="Calibri Light" w:hAnsi="Calibri Light" w:cs="Calibri Light"/>
                <w:sz w:val="16"/>
                <w:szCs w:val="16"/>
              </w:rPr>
            </w:pPr>
          </w:p>
        </w:tc>
        <w:tc>
          <w:tcPr>
            <w:tcW w:w="8623" w:type="dxa"/>
            <w:gridSpan w:val="5"/>
            <w:tcBorders>
              <w:top w:val="single" w:sz="6" w:space="0" w:color="auto"/>
              <w:left w:val="single" w:sz="6" w:space="0" w:color="auto"/>
              <w:bottom w:val="single" w:sz="6" w:space="0" w:color="auto"/>
              <w:right w:val="single" w:sz="6" w:space="0" w:color="auto"/>
            </w:tcBorders>
          </w:tcPr>
          <w:p w:rsidR="00EF06BA" w:rsidRPr="0099346E" w:rsidRDefault="00EF06BA" w:rsidP="00C822E5">
            <w:pPr>
              <w:pStyle w:val="tekstost"/>
              <w:rPr>
                <w:rFonts w:ascii="Calibri Light" w:hAnsi="Calibri Light" w:cs="Calibri Light"/>
                <w:sz w:val="16"/>
                <w:szCs w:val="16"/>
              </w:rPr>
            </w:pPr>
            <w:r w:rsidRPr="0099346E">
              <w:rPr>
                <w:rFonts w:ascii="Calibri Light" w:hAnsi="Calibri Light" w:cs="Calibri Light"/>
                <w:sz w:val="16"/>
                <w:szCs w:val="16"/>
              </w:rPr>
              <w:t>Wymagane cechy podbudowy</w:t>
            </w:r>
          </w:p>
        </w:tc>
      </w:tr>
      <w:tr w:rsidR="00EF06BA" w:rsidRPr="0099346E">
        <w:trPr>
          <w:trHeight w:val="1188"/>
        </w:trPr>
        <w:tc>
          <w:tcPr>
            <w:tcW w:w="1370" w:type="dxa"/>
            <w:tcBorders>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Podbudowa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 kruszywa o wskaźniku w</w:t>
            </w:r>
            <w:r w:rsidRPr="0099346E">
              <w:rPr>
                <w:rFonts w:ascii="Calibri Light" w:hAnsi="Calibri Light" w:cs="Calibri Light"/>
                <w:sz w:val="16"/>
                <w:szCs w:val="16"/>
                <w:vertAlign w:val="subscript"/>
              </w:rPr>
              <w:t>noś</w:t>
            </w:r>
            <w:r w:rsidRPr="0099346E">
              <w:rPr>
                <w:rFonts w:ascii="Calibri Light" w:hAnsi="Calibri Light" w:cs="Calibri Light"/>
                <w:sz w:val="16"/>
                <w:szCs w:val="16"/>
              </w:rPr>
              <w:t xml:space="preserve"> nie mniejszym </w:t>
            </w:r>
          </w:p>
        </w:tc>
        <w:tc>
          <w:tcPr>
            <w:tcW w:w="1452" w:type="dxa"/>
            <w:tcBorders>
              <w:top w:val="single" w:sz="6" w:space="0" w:color="auto"/>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Wskaźnik zagęszczenia I</w:t>
            </w:r>
            <w:r w:rsidRPr="0099346E">
              <w:rPr>
                <w:rFonts w:ascii="Calibri Light" w:hAnsi="Calibri Light" w:cs="Calibri Light"/>
                <w:sz w:val="16"/>
                <w:szCs w:val="16"/>
                <w:vertAlign w:val="subscript"/>
              </w:rPr>
              <w:t>S</w:t>
            </w:r>
            <w:r w:rsidRPr="0099346E">
              <w:rPr>
                <w:rFonts w:ascii="Calibri Light" w:hAnsi="Calibri Light" w:cs="Calibri Light"/>
                <w:sz w:val="16"/>
                <w:szCs w:val="16"/>
              </w:rPr>
              <w:t xml:space="preserve">   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mniejszy niż </w:t>
            </w:r>
          </w:p>
        </w:tc>
        <w:tc>
          <w:tcPr>
            <w:tcW w:w="3344"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Maksymalne ugięcie sprężyste pod kołem, mm</w:t>
            </w:r>
          </w:p>
        </w:tc>
        <w:tc>
          <w:tcPr>
            <w:tcW w:w="3827"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Minimalny moduł odkształ-cenia mierzony płytą o średnicy 30 cm, MPa</w:t>
            </w:r>
          </w:p>
        </w:tc>
      </w:tr>
      <w:tr w:rsidR="00EF06BA" w:rsidRPr="0099346E">
        <w:trPr>
          <w:trHeight w:val="496"/>
        </w:trPr>
        <w:tc>
          <w:tcPr>
            <w:tcW w:w="1370"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niż,   %</w:t>
            </w:r>
          </w:p>
        </w:tc>
        <w:tc>
          <w:tcPr>
            <w:tcW w:w="1452"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c>
          <w:tcPr>
            <w:tcW w:w="1430"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40 kN</w:t>
            </w:r>
          </w:p>
        </w:tc>
        <w:tc>
          <w:tcPr>
            <w:tcW w:w="1914"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50 kN</w:t>
            </w:r>
          </w:p>
        </w:tc>
        <w:tc>
          <w:tcPr>
            <w:tcW w:w="978"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pierwszego obciążenia E</w:t>
            </w:r>
            <w:r w:rsidRPr="0099346E">
              <w:rPr>
                <w:rFonts w:ascii="Calibri Light" w:hAnsi="Calibri Light" w:cs="Calibri Light"/>
                <w:sz w:val="16"/>
                <w:szCs w:val="16"/>
                <w:vertAlign w:val="subscript"/>
              </w:rPr>
              <w:t>1</w:t>
            </w:r>
          </w:p>
        </w:tc>
        <w:tc>
          <w:tcPr>
            <w:tcW w:w="2849" w:type="dxa"/>
            <w:tcBorders>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 drugiego obciążenia E</w:t>
            </w:r>
            <w:r w:rsidRPr="0099346E">
              <w:rPr>
                <w:rFonts w:ascii="Calibri Light" w:hAnsi="Calibri Light" w:cs="Calibri Light"/>
                <w:sz w:val="16"/>
                <w:szCs w:val="16"/>
                <w:vertAlign w:val="subscript"/>
              </w:rPr>
              <w:t>2</w:t>
            </w:r>
          </w:p>
        </w:tc>
      </w:tr>
      <w:tr w:rsidR="00EF06BA" w:rsidRPr="0099346E">
        <w:trPr>
          <w:trHeight w:val="297"/>
        </w:trPr>
        <w:tc>
          <w:tcPr>
            <w:tcW w:w="1370"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120</w:t>
            </w:r>
          </w:p>
        </w:tc>
        <w:tc>
          <w:tcPr>
            <w:tcW w:w="1452"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1,03</w:t>
            </w:r>
          </w:p>
        </w:tc>
        <w:tc>
          <w:tcPr>
            <w:tcW w:w="1430"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1,40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1,25</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1,10</w:t>
            </w:r>
          </w:p>
        </w:tc>
        <w:tc>
          <w:tcPr>
            <w:tcW w:w="1914"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1,60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1,40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1,20</w:t>
            </w:r>
          </w:p>
        </w:tc>
        <w:tc>
          <w:tcPr>
            <w:tcW w:w="978"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100</w:t>
            </w:r>
          </w:p>
        </w:tc>
        <w:tc>
          <w:tcPr>
            <w:tcW w:w="2849"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140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180</w:t>
            </w:r>
          </w:p>
        </w:tc>
      </w:tr>
    </w:tbl>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6.5. Zasady postępowania z wadliwie wykonanymi odcinkami podbudowy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6.5.1. </w:t>
      </w:r>
      <w:r w:rsidRPr="0099346E">
        <w:rPr>
          <w:rFonts w:ascii="Calibri Light" w:hAnsi="Calibri Light" w:cs="Calibri Light"/>
          <w:sz w:val="16"/>
          <w:szCs w:val="16"/>
        </w:rPr>
        <w:t xml:space="preserve">Niewłaściwe cechy geometryczne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6.5.2. </w:t>
      </w:r>
      <w:r w:rsidRPr="0099346E">
        <w:rPr>
          <w:rFonts w:ascii="Calibri Light" w:hAnsi="Calibri Light" w:cs="Calibri Light"/>
          <w:sz w:val="16"/>
          <w:szCs w:val="16"/>
        </w:rPr>
        <w:t xml:space="preserve">Niewłaściwa grubość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Na wszystkich powierzchniach wadliwych pod względem grubości, Wykonawca wykona naprawę podbudowy. Powierzchnie powinny być naprawione przez spulchnienie lub wybranie warstwy na odpowiednią głębokość, zgodnie z decyzją Inspektora,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6.5.3. </w:t>
      </w:r>
      <w:r w:rsidRPr="0099346E">
        <w:rPr>
          <w:rFonts w:ascii="Calibri Light" w:hAnsi="Calibri Light" w:cs="Calibri Light"/>
          <w:sz w:val="16"/>
          <w:szCs w:val="16"/>
        </w:rPr>
        <w:t xml:space="preserve">Niewłaściwa nośność podbudowy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Jeżeli nośność podbudowy będzie mniejsza od wymaganej, to Wykonawca wykona wszelkie roboty niezbędne do zapewnienia wymaganej nośności, zalecone przez Inspektora. Koszty tych dodatkowych robót poniesie Wykonawca podbudowy tylko wtedy, gdy zaniżenie nośności podbudowy wynikło z niewłaściwego wykonania robót przez Wykonawcę podbudowy.</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 OBMIAR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7.1. Ogólne zasady obmiaru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obmiaru robót podano w SST „Wymagania ogólne” pkt 7.</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7.2. Jednostka obmiarowa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Jednostką obmiarową jest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(metr kwadratowy) wykonanej i odebranej podbudowy z kruszywa łamanego stabilizowanego mechanicznie.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 ODBIÓR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odbioru robót podano w SST „Wymagania ogólne” pkt 8.</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 PODSTAWA PŁATNOŚCI</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9.1. Ogólne ustalenia dotyczące podstawy płatności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ustalenia dotyczące podstawy płatności podano w SST „Wymagania ogólne” pkt 9.</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9.2. Cena jednostki obmiarowej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Cena wykonania 1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podbudowy obejmuje:</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prace pomiarowe i roboty przygotowawcze,</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oznakowanie robót,</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sprawdzenie i ewentualną naprawę podłoża,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przygotowanie mieszanki z kruszywa, zgodnie z receptą,</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dostarczenie mieszanki na miejsce wbudowania,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rozłożenie mieszanki,</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zagęszczenie rozłożonej mieszanki,</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przeprowadzenie pomiarów i badań laboratoryjnych określonych w specyfikacji technicznej,</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utrzymanie podbudowy w czasie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10. PRZEPISY ZWIĄZANE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10.1. NORMY</w:t>
      </w:r>
    </w:p>
    <w:tbl>
      <w:tblPr>
        <w:tblW w:w="0" w:type="auto"/>
        <w:tblLayout w:type="fixed"/>
        <w:tblCellMar>
          <w:left w:w="70" w:type="dxa"/>
          <w:right w:w="70" w:type="dxa"/>
        </w:tblCellMar>
        <w:tblLook w:val="0000"/>
      </w:tblPr>
      <w:tblGrid>
        <w:gridCol w:w="496"/>
        <w:gridCol w:w="1417"/>
        <w:gridCol w:w="7180"/>
      </w:tblGrid>
      <w:tr w:rsidR="00EF06BA" w:rsidRPr="0099346E">
        <w:trPr>
          <w:trHeight w:val="22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1.</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PN-B-04481</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Grunty budowlane. Badania próbek gruntu</w:t>
            </w:r>
          </w:p>
        </w:tc>
      </w:tr>
      <w:tr w:rsidR="00EF06BA" w:rsidRPr="0099346E">
        <w:trPr>
          <w:trHeight w:val="8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2.</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PN-B-06714-12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zawartości zanieczyszczeń obcych</w:t>
            </w:r>
          </w:p>
        </w:tc>
      </w:tr>
      <w:tr w:rsidR="00EF06BA" w:rsidRPr="0099346E">
        <w:trPr>
          <w:trHeight w:val="22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3.</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PN-B-06714-15</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składu ziarnowego</w:t>
            </w:r>
          </w:p>
        </w:tc>
      </w:tr>
      <w:tr w:rsidR="00EF06BA" w:rsidRPr="0099346E">
        <w:trPr>
          <w:trHeight w:val="24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4.</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PN-B-06714-16</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kształtu ziarn</w:t>
            </w:r>
          </w:p>
        </w:tc>
      </w:tr>
      <w:tr w:rsidR="00EF06BA" w:rsidRPr="0099346E">
        <w:trPr>
          <w:trHeight w:val="22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5.</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PN-B-06714-17</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wilgotności</w:t>
            </w:r>
          </w:p>
        </w:tc>
      </w:tr>
      <w:tr w:rsidR="00EF06BA" w:rsidRPr="0099346E">
        <w:trPr>
          <w:trHeight w:val="22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6.</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PN-B-06714-18</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nasiąkliwości</w:t>
            </w:r>
          </w:p>
        </w:tc>
      </w:tr>
      <w:tr w:rsidR="00EF06BA" w:rsidRPr="0099346E">
        <w:trPr>
          <w:trHeight w:val="8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7.</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PN-B-06714-19</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mrozoodporności metodą bezpośrednią</w:t>
            </w:r>
          </w:p>
        </w:tc>
      </w:tr>
      <w:tr w:rsidR="00EF06BA" w:rsidRPr="0099346E">
        <w:trPr>
          <w:trHeight w:val="17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8.</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PN-B-06714-26</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zawartości zanieczyszczeń organicznych</w:t>
            </w:r>
          </w:p>
        </w:tc>
      </w:tr>
      <w:tr w:rsidR="00EF06BA" w:rsidRPr="0099346E">
        <w:trPr>
          <w:trHeight w:val="139"/>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  9.</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PN-B-06714-28</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zawartości siarki metodą bromową</w:t>
            </w:r>
          </w:p>
        </w:tc>
      </w:tr>
      <w:tr w:rsidR="00EF06BA" w:rsidRPr="0099346E">
        <w:trPr>
          <w:trHeight w:val="10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PN-B-06714-37</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rozpadu krzemianowego</w:t>
            </w:r>
          </w:p>
        </w:tc>
      </w:tr>
      <w:tr w:rsidR="00EF06BA" w:rsidRPr="0099346E">
        <w:trPr>
          <w:trHeight w:val="212"/>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11.</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PN-B-06714-39</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rozpadu żelazawego</w:t>
            </w:r>
          </w:p>
        </w:tc>
      </w:tr>
      <w:tr w:rsidR="00EF06BA" w:rsidRPr="0099346E">
        <w:trPr>
          <w:trHeight w:val="8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12.</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PN-B-06714-42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Badania. Oznaczanie ścieralności w bębnie Los Angeles</w:t>
            </w:r>
          </w:p>
        </w:tc>
      </w:tr>
      <w:tr w:rsidR="00EF06BA" w:rsidRPr="0099346E">
        <w:trPr>
          <w:trHeight w:val="188"/>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13.</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PN-B-06731</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Żużel wielkopiecowy kawałkowy. Kruszywo budowlane i drogowe. Badania techniczne</w:t>
            </w:r>
          </w:p>
        </w:tc>
      </w:tr>
      <w:tr w:rsidR="00EF06BA" w:rsidRPr="0099346E">
        <w:trPr>
          <w:trHeight w:val="151"/>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14.</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PN-B-11111</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Kruszywa naturalne do nawierzchni drogowych. Żwir i mieszanka</w:t>
            </w:r>
          </w:p>
        </w:tc>
      </w:tr>
      <w:tr w:rsidR="00EF06BA" w:rsidRPr="0099346E">
        <w:trPr>
          <w:trHeight w:val="11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15.</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PN-B-11112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Kruszywa łamane do nawierzchni drogowych</w:t>
            </w:r>
          </w:p>
        </w:tc>
      </w:tr>
      <w:tr w:rsidR="00EF06BA" w:rsidRPr="0099346E">
        <w:trPr>
          <w:trHeight w:val="8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16.</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PN-B-11113</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Kruszywa mineralne. Kruszywa naturalne do nawierzchni drogowych. Piasek</w:t>
            </w:r>
          </w:p>
        </w:tc>
      </w:tr>
      <w:tr w:rsidR="00EF06BA" w:rsidRPr="0099346E">
        <w:trPr>
          <w:trHeight w:val="15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17.</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PN-B-19701</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Cement. Cement powszechnego użytku. Skład, wymagania i ocena zgodności</w:t>
            </w:r>
          </w:p>
        </w:tc>
      </w:tr>
      <w:tr w:rsidR="00EF06BA" w:rsidRPr="0099346E">
        <w:trPr>
          <w:trHeight w:val="23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18.</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PN-B-23006</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Kruszywo do betonu lekkiego</w:t>
            </w:r>
          </w:p>
        </w:tc>
      </w:tr>
      <w:tr w:rsidR="00EF06BA" w:rsidRPr="0099346E">
        <w:trPr>
          <w:trHeight w:val="23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19.</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PN-B-30020</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Wapno</w:t>
            </w:r>
          </w:p>
        </w:tc>
      </w:tr>
      <w:tr w:rsidR="00EF06BA" w:rsidRPr="0099346E">
        <w:trPr>
          <w:trHeight w:val="24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20.</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PN-B-32250</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Materiały budowlane. Woda do betonu i zapraw</w:t>
            </w:r>
          </w:p>
        </w:tc>
      </w:tr>
      <w:tr w:rsidR="00EF06BA" w:rsidRPr="0099346E">
        <w:trPr>
          <w:trHeight w:val="196"/>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21.</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PN-S-06102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Drogi samochodowe. Podbudowy z kruszyw stabilizowanych mechanicznie</w:t>
            </w:r>
          </w:p>
        </w:tc>
      </w:tr>
      <w:tr w:rsidR="00EF06BA" w:rsidRPr="0099346E">
        <w:trPr>
          <w:trHeight w:val="203"/>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22.</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PN-S-96023</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Konstrukcje drogowe. Podbudowa i nawierzchnia z tłucznia kamiennego</w:t>
            </w:r>
          </w:p>
        </w:tc>
      </w:tr>
      <w:tr w:rsidR="00EF06BA" w:rsidRPr="0099346E">
        <w:trPr>
          <w:trHeight w:val="23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23.</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PN-S-96035</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Popioły lotne</w:t>
            </w:r>
          </w:p>
        </w:tc>
      </w:tr>
      <w:tr w:rsidR="00EF06BA" w:rsidRPr="0099346E">
        <w:trPr>
          <w:trHeight w:val="24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24.</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BN-88/6731-08</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Cement. Transport i przechowywanie</w:t>
            </w:r>
          </w:p>
        </w:tc>
      </w:tr>
      <w:tr w:rsidR="00EF06BA" w:rsidRPr="0099346E">
        <w:trPr>
          <w:trHeight w:val="157"/>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25.</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BN-84/6774-02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Kruszywo mineralne. Kruszywo kamienne łamane do nawierzchni drogowych</w:t>
            </w:r>
          </w:p>
        </w:tc>
      </w:tr>
      <w:tr w:rsidR="00EF06BA" w:rsidRPr="0099346E">
        <w:trPr>
          <w:trHeight w:val="24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26.</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BN-64/8931-01</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Drogi samochodowe. Oznaczanie wskaźnika piaskowego</w:t>
            </w:r>
          </w:p>
        </w:tc>
      </w:tr>
      <w:tr w:rsidR="00EF06BA" w:rsidRPr="0099346E">
        <w:trPr>
          <w:trHeight w:val="309"/>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27.</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BN-64/8931-02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Drogi samochodowe. Oznaczanie modułu odkształcenia nawierzchni podatnych i podłoża przez obciążenie płytą</w:t>
            </w:r>
          </w:p>
        </w:tc>
      </w:tr>
      <w:tr w:rsidR="00EF06BA" w:rsidRPr="0099346E">
        <w:trPr>
          <w:trHeight w:val="118"/>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28.</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BN-68/8931-04</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Drogi samochodowe. Pomiar równości nawierzchni planografem i łatą</w:t>
            </w:r>
          </w:p>
        </w:tc>
      </w:tr>
      <w:tr w:rsidR="00EF06BA" w:rsidRPr="0099346E">
        <w:trPr>
          <w:trHeight w:val="8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29.</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BN-70/8931-06</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Drogi samochodowe. Pomiar ugięć podatnych ugięciomierzem belkowym</w:t>
            </w:r>
          </w:p>
        </w:tc>
      </w:tr>
      <w:tr w:rsidR="00EF06BA" w:rsidRPr="0099346E">
        <w:trPr>
          <w:trHeight w:val="230"/>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30.</w:t>
            </w:r>
          </w:p>
        </w:tc>
        <w:tc>
          <w:tcPr>
            <w:tcW w:w="1417"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BN-77/8931-12</w:t>
            </w:r>
          </w:p>
        </w:tc>
        <w:tc>
          <w:tcPr>
            <w:tcW w:w="7180"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Oznaczanie wskaźnika zagęszczenia gruntu</w:t>
            </w:r>
          </w:p>
        </w:tc>
      </w:tr>
    </w:tbl>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10.2. Inne dokumenty</w:t>
      </w:r>
    </w:p>
    <w:p w:rsidR="00EF06BA" w:rsidRPr="0099346E" w:rsidRDefault="00EF06BA" w:rsidP="00C822E5">
      <w:pPr>
        <w:overflowPunct w:val="0"/>
        <w:autoSpaceDE w:val="0"/>
        <w:autoSpaceDN w:val="0"/>
        <w:adjustRightInd w:val="0"/>
        <w:jc w:val="both"/>
        <w:textAlignment w:val="baseline"/>
        <w:rPr>
          <w:rFonts w:ascii="Calibri Light" w:hAnsi="Calibri Light" w:cs="Calibri Light"/>
          <w:sz w:val="16"/>
          <w:szCs w:val="16"/>
        </w:rPr>
      </w:pPr>
      <w:r w:rsidRPr="0099346E">
        <w:rPr>
          <w:rFonts w:ascii="Calibri Light" w:hAnsi="Calibri Light" w:cs="Calibri Light"/>
          <w:sz w:val="16"/>
          <w:szCs w:val="16"/>
        </w:rPr>
        <w:t>Katalog typowych konstrukcji nawierzchni podatnych i półsztywnych, IBDiM - Warszawa 1997.</w:t>
      </w:r>
    </w:p>
    <w:p w:rsidR="00EF06BA" w:rsidRPr="0099346E" w:rsidRDefault="00EF06BA" w:rsidP="00C822E5">
      <w:pPr>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EN 13249:2000 Geotekstylia i wyroby pokrewne – Właściwości wymagane w odniesieniu do wyrobów stosowanych</w:t>
      </w:r>
    </w:p>
    <w:p w:rsidR="00EF06BA" w:rsidRPr="0099346E" w:rsidRDefault="00EF06BA" w:rsidP="00C822E5">
      <w:pPr>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do budowy dróg i innych powierzchni obciążonych ruchem (z wyłączeniem dróg kolejowych i nawierzchni asfaltowych)</w:t>
      </w:r>
    </w:p>
    <w:p w:rsidR="00EF06BA" w:rsidRPr="0099346E" w:rsidRDefault="00EF06BA" w:rsidP="00C822E5">
      <w:pPr>
        <w:pStyle w:val="Heading2"/>
        <w:jc w:val="both"/>
        <w:rPr>
          <w:rFonts w:ascii="Calibri Light" w:hAnsi="Calibri Light" w:cs="Calibri Light"/>
          <w:sz w:val="16"/>
          <w:szCs w:val="16"/>
        </w:rPr>
      </w:pPr>
    </w:p>
    <w:p w:rsidR="00EF06BA" w:rsidRPr="0099346E" w:rsidRDefault="00EF06BA" w:rsidP="00C822E5">
      <w:pPr>
        <w:pStyle w:val="Heading2"/>
        <w:jc w:val="both"/>
        <w:rPr>
          <w:rFonts w:ascii="Calibri Light" w:hAnsi="Calibri Light" w:cs="Calibri Light"/>
          <w:sz w:val="16"/>
          <w:szCs w:val="16"/>
        </w:rPr>
      </w:pPr>
      <w:bookmarkStart w:id="2419" w:name="_Toc450800681"/>
      <w:bookmarkStart w:id="2420" w:name="_Toc450800792"/>
      <w:bookmarkStart w:id="2421" w:name="_Toc450800829"/>
      <w:bookmarkStart w:id="2422" w:name="_Toc450801737"/>
      <w:bookmarkStart w:id="2423" w:name="_Toc458423077"/>
      <w:bookmarkStart w:id="2424" w:name="_Toc484007396"/>
      <w:bookmarkStart w:id="2425" w:name="_Toc450800529"/>
      <w:r w:rsidRPr="0099346E">
        <w:rPr>
          <w:rFonts w:ascii="Calibri Light" w:hAnsi="Calibri Light" w:cs="Calibri Light"/>
          <w:sz w:val="16"/>
          <w:szCs w:val="16"/>
        </w:rPr>
        <w:t>ST 01.0</w:t>
      </w:r>
      <w:r w:rsidRPr="0099346E">
        <w:rPr>
          <w:rFonts w:ascii="Calibri Light" w:hAnsi="Calibri Light" w:cs="Calibri Light"/>
          <w:sz w:val="16"/>
          <w:szCs w:val="16"/>
          <w:lang/>
        </w:rPr>
        <w:t>3</w:t>
      </w:r>
      <w:r w:rsidRPr="0099346E">
        <w:rPr>
          <w:rFonts w:ascii="Calibri Light" w:hAnsi="Calibri Light" w:cs="Calibri Light"/>
          <w:sz w:val="16"/>
          <w:szCs w:val="16"/>
        </w:rPr>
        <w:t xml:space="preserve"> CHODNIKI  Z KOSTKI BRUKOWEJ BETONOWEJ</w:t>
      </w:r>
      <w:bookmarkEnd w:id="2419"/>
      <w:bookmarkEnd w:id="2420"/>
      <w:bookmarkEnd w:id="2421"/>
      <w:bookmarkEnd w:id="2422"/>
      <w:bookmarkEnd w:id="2423"/>
      <w:bookmarkEnd w:id="2424"/>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 WSTĘP</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1.1. Przedmiot SST</w:t>
      </w:r>
    </w:p>
    <w:p w:rsidR="00EF06BA" w:rsidRPr="0099346E" w:rsidRDefault="00EF06BA" w:rsidP="00C822E5">
      <w:pPr>
        <w:pStyle w:val="Standardowytekst"/>
        <w:rPr>
          <w:rFonts w:ascii="Calibri Light" w:hAnsi="Calibri Light" w:cs="Calibri Light"/>
          <w:sz w:val="16"/>
          <w:szCs w:val="16"/>
        </w:rPr>
      </w:pPr>
      <w:r w:rsidRPr="0099346E">
        <w:rPr>
          <w:rFonts w:ascii="Calibri Light" w:hAnsi="Calibri Light" w:cs="Calibri Light"/>
          <w:sz w:val="16"/>
          <w:szCs w:val="16"/>
        </w:rPr>
        <w:t>Przedmiotem niniejszej ogólnej specyfikacji technicznej są wymagania dotyczące wykonania i odbioru robót związanych z wykonywaniem nawierzchni z kostki brukowej betonowej.</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1.2. Zakres stosowania SST</w:t>
      </w:r>
    </w:p>
    <w:p w:rsidR="00EF06BA" w:rsidRPr="0099346E" w:rsidRDefault="00EF06BA" w:rsidP="00C822E5">
      <w:pPr>
        <w:pStyle w:val="Standardowytekst"/>
        <w:rPr>
          <w:rFonts w:ascii="Calibri Light" w:hAnsi="Calibri Light" w:cs="Calibri Light"/>
          <w:sz w:val="16"/>
          <w:szCs w:val="16"/>
        </w:rPr>
      </w:pPr>
      <w:r w:rsidRPr="0099346E">
        <w:rPr>
          <w:rFonts w:ascii="Calibri Light" w:hAnsi="Calibri Light" w:cs="Calibri Light"/>
          <w:sz w:val="16"/>
          <w:szCs w:val="16"/>
        </w:rPr>
        <w:t xml:space="preserve">Specyfikacja techniczna  stanowi obowiązującą podstawę przy zlecaniu i realizacji robót nawierzchniowych na drogach, chodnikach i placach. </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1.3. Zakres robót objętych OST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Ustalenia zawarte w niniejszej specyfikacji dotyczą zasad prowadzenia robót związanych z wykonywaniem nawierzchni z kostki brukowej betonowej.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Betonowa kostka brukowa stosowana jest do układania nawierzchni:</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chodników.</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1.4. Określenia podstawowe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1.4.1. </w:t>
      </w:r>
      <w:r w:rsidRPr="0099346E">
        <w:rPr>
          <w:rFonts w:ascii="Calibri Light" w:hAnsi="Calibri Light" w:cs="Calibri Light"/>
          <w:sz w:val="16"/>
          <w:szCs w:val="16"/>
        </w:rPr>
        <w:t>Betonowa kostka brukowa - kształtka wytwarzana z betonu metodą wibroprasowania. Produkowana jest jako kształtka jednowarstwowa lub w dwóch warstwach połączonych ze sobą trwale w fazie produkcji.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1.4.2. </w:t>
      </w:r>
      <w:r w:rsidRPr="0099346E">
        <w:rPr>
          <w:rFonts w:ascii="Calibri Light" w:hAnsi="Calibri Light" w:cs="Calibri Light"/>
          <w:sz w:val="16"/>
          <w:szCs w:val="16"/>
        </w:rPr>
        <w:t>Pozostałe określenia podstawowe są zgodne z obowiązującymi, odpowiednimi polskimi normami i z definicjami podanymi w „Wymagania ogólne” pkt 1.4.</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 xml:space="preserve">1.5. Ogólne wymagania dotyczące robót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robót podano w „Wymagania ogólne” pkt 1.5.</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 MATERIAŁY</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2.1. Ogólne wymagania dotyczące materiałów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materiałów, ich pozyskiwania i składowania, podano w „Wymagania ogólne” pkt 2.</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2.2. Betonowa kostka brukowa - wymagania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2.2.1. </w:t>
      </w:r>
      <w:r w:rsidRPr="0099346E">
        <w:rPr>
          <w:rFonts w:ascii="Calibri Light" w:hAnsi="Calibri Light" w:cs="Calibri Light"/>
          <w:sz w:val="16"/>
          <w:szCs w:val="16"/>
        </w:rPr>
        <w:t>Aprobata techniczna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Warunkiem dopuszczenia do stosowania betonowej kostki brukowej w budownictwie drogowym jest posiadanie aprobaty technicznej.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2.2.2. </w:t>
      </w:r>
      <w:r w:rsidRPr="0099346E">
        <w:rPr>
          <w:rFonts w:ascii="Calibri Light" w:hAnsi="Calibri Light" w:cs="Calibri Light"/>
          <w:sz w:val="16"/>
          <w:szCs w:val="16"/>
        </w:rPr>
        <w:t>Wygląd zewnętrzny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Struktura wyrobu powinna być zwarta, bez rys, pęknięć, plam i ubytków. Powierzchnia górna kostek powinna być równa i szorstka, a krawędzie kostek równe i proste, wklęśnięcia nie powinny przekraczać:</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 xml:space="preserve">2 mm, dla kostek o grubości </w:t>
      </w:r>
      <w:r w:rsidRPr="0099346E">
        <w:rPr>
          <w:rFonts w:ascii="Calibri Light" w:hAnsi="Calibri Light" w:cs="Calibri Light"/>
          <w:sz w:val="16"/>
          <w:szCs w:val="16"/>
        </w:rPr>
        <w:sym w:font="Symbol" w:char="F0A3"/>
      </w:r>
      <w:r w:rsidRPr="0099346E">
        <w:rPr>
          <w:rFonts w:ascii="Calibri Light" w:hAnsi="Calibri Light" w:cs="Calibri Light"/>
          <w:sz w:val="16"/>
          <w:szCs w:val="16"/>
        </w:rPr>
        <w:t xml:space="preserve"> 80 mm,</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3 mm, dla kostek o grubości &gt; 80 mm.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2.2.3. </w:t>
      </w:r>
      <w:r w:rsidRPr="0099346E">
        <w:rPr>
          <w:rFonts w:ascii="Calibri Light" w:hAnsi="Calibri Light" w:cs="Calibri Light"/>
          <w:sz w:val="16"/>
          <w:szCs w:val="16"/>
        </w:rPr>
        <w:t>Kształt, wymiary i kolor kostki brukowej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Kostka o wymiarach 20x10cm i grubości 80 mm, kolor szary.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Tolerancje wymiarowe wynoszą:</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na długości</w:t>
      </w:r>
      <w:r w:rsidRPr="0099346E">
        <w:rPr>
          <w:rFonts w:ascii="Calibri Light" w:hAnsi="Calibri Light" w:cs="Calibri Light"/>
          <w:sz w:val="16"/>
          <w:szCs w:val="16"/>
        </w:rPr>
        <w:tab/>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3 mm,</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na szerokości</w:t>
      </w:r>
      <w:r w:rsidRPr="0099346E">
        <w:rPr>
          <w:rFonts w:ascii="Calibri Light" w:hAnsi="Calibri Light" w:cs="Calibri Light"/>
          <w:sz w:val="16"/>
          <w:szCs w:val="16"/>
        </w:rPr>
        <w:tab/>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3 mm,</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na grubości</w:t>
      </w:r>
      <w:r w:rsidRPr="0099346E">
        <w:rPr>
          <w:rFonts w:ascii="Calibri Light" w:hAnsi="Calibri Light" w:cs="Calibri Light"/>
          <w:sz w:val="16"/>
          <w:szCs w:val="16"/>
        </w:rPr>
        <w:tab/>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5 mm.</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2.2.4. </w:t>
      </w:r>
      <w:r w:rsidRPr="0099346E">
        <w:rPr>
          <w:rFonts w:ascii="Calibri Light" w:hAnsi="Calibri Light" w:cs="Calibri Light"/>
          <w:sz w:val="16"/>
          <w:szCs w:val="16"/>
        </w:rPr>
        <w:t>Wytrzymałość na ściskanie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Wytrzymałość na ściskanie po 28 dniach (średnio z 6-ciu kostek) nie powinna być mniejsza niż 60 MPa.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Dopuszczalna najniższa wytrzymałość pojedynczej kostki nie powinna być mniejsza niż 50 MPa (w ocenie statystycznej z co najmniej 10 kostek).</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2.2.5. </w:t>
      </w:r>
      <w:r w:rsidRPr="0099346E">
        <w:rPr>
          <w:rFonts w:ascii="Calibri Light" w:hAnsi="Calibri Light" w:cs="Calibri Light"/>
          <w:sz w:val="16"/>
          <w:szCs w:val="16"/>
        </w:rPr>
        <w:t>Nasiąkliwość</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Nasiąkliwość kostek betonowych powinna odpowiadać wymaganiom normy PN-B-06250 [2] i wynosić nie więcej niż 5%.</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2.2.6. </w:t>
      </w:r>
      <w:r w:rsidRPr="0099346E">
        <w:rPr>
          <w:rFonts w:ascii="Calibri Light" w:hAnsi="Calibri Light" w:cs="Calibri Light"/>
          <w:sz w:val="16"/>
          <w:szCs w:val="16"/>
        </w:rPr>
        <w:t>Odporność na działanie mrozu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Odporność kostek betonowych na działanie mrozu powinna być badana zgodnie z wymaganiami PN-B-06250.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Odporność na działanie mrozu po 50 cyklach zamrażania i odmrażania próbek jest wystarczająca, jeżeli:</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próbka nie wykazuje pęknięć,</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strata masy nie przekracza 5%,</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obniżenie wytrzymałości na ściskanie w stosunku do wytrzymałości próbek nie zamrażanych nie jest większe niż 20%.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w:t>
      </w:r>
      <w:r w:rsidRPr="0099346E">
        <w:rPr>
          <w:rFonts w:ascii="Calibri Light" w:hAnsi="Calibri Light" w:cs="Calibri Light"/>
          <w:b/>
          <w:sz w:val="16"/>
          <w:szCs w:val="16"/>
        </w:rPr>
        <w:t xml:space="preserve">2.2.7. </w:t>
      </w:r>
      <w:r w:rsidRPr="0099346E">
        <w:rPr>
          <w:rFonts w:ascii="Calibri Light" w:hAnsi="Calibri Light" w:cs="Calibri Light"/>
          <w:sz w:val="16"/>
          <w:szCs w:val="16"/>
        </w:rPr>
        <w:t>Ścieralność</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Ścieralność kostek betonowych określona na tarczy Boehmego wg PN-B-04111 powinna wynosić nie więcej niż 4 mm.</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2.3. Materiały do produkcji betonowych kostek brukowych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2.3.1. </w:t>
      </w:r>
      <w:r w:rsidRPr="0099346E">
        <w:rPr>
          <w:rFonts w:ascii="Calibri Light" w:hAnsi="Calibri Light" w:cs="Calibri Light"/>
          <w:sz w:val="16"/>
          <w:szCs w:val="16"/>
        </w:rPr>
        <w:t>Cement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 produkcji kostki brukowej należy stosować cement portlandzki, bez dodatków, klasy nie niższej niż „32,5”. Zaleca się stosowanie cementu o jasnym kolorze. Cement powinien odpowiadać wymaganiom PN-B-19701.</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2.3.2. </w:t>
      </w:r>
      <w:r w:rsidRPr="0099346E">
        <w:rPr>
          <w:rFonts w:ascii="Calibri Light" w:hAnsi="Calibri Light" w:cs="Calibri Light"/>
          <w:sz w:val="16"/>
          <w:szCs w:val="16"/>
        </w:rPr>
        <w:t>Kruszywo</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Należy stosować kruszywa mineralne odpowiadające wymaganiom  PN-B-06712.</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Uziarnienie kruszywa powinno być ustalone w recepcie laboratoryjnej mieszanki betonowej, przy założonych parametrach wymaganych dla produkowanego wyrobu.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2.3.3. </w:t>
      </w:r>
      <w:r w:rsidRPr="0099346E">
        <w:rPr>
          <w:rFonts w:ascii="Calibri Light" w:hAnsi="Calibri Light" w:cs="Calibri Light"/>
          <w:sz w:val="16"/>
          <w:szCs w:val="16"/>
        </w:rPr>
        <w:t>Woda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Właściwości i kontrola wody stosowanej do produkcji betonowych kostek brukowych powinny odpowiadać wymaganiom wg PN-B-32250.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2.3.4. </w:t>
      </w:r>
      <w:r w:rsidRPr="0099346E">
        <w:rPr>
          <w:rFonts w:ascii="Calibri Light" w:hAnsi="Calibri Light" w:cs="Calibri Light"/>
          <w:sz w:val="16"/>
          <w:szCs w:val="16"/>
        </w:rPr>
        <w:t>Dodatki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 produkcji kostek brukowych stosuje się dodatki w postaci plastyfikatorów i barwników, zgodnie z receptą laboratoryjną. Plastyfikatory zapewniają gotowym wyrobom większą wytrzymałość, mniejszą nasiąkliwość i większą odporność na niskie temperatury i działanie soli. Stosowane barwniki powinny zapewnić kostce trwałe zabarwienie. Powinny to być  barwniki nieorganiczne.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3. SPRZĘT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3.1. Ogólne wymagania dotyczące sprzętu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sprzętu podano w SST „Wymagania ogólne” pkt 3.</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3.2. Sprzęt do wykonania nawierzchni z kostki brukowej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Małe powierzchnie nawierzchni z kostki brukowej wykonuje się ręcznie.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 zagęszczenia nawierzchni stosuje się wibratory płytowe z osłoną z tworzywa sztucznego.</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 wyrównania podsypki z piasku można stosować mechaniczne urządzenie na rolkach, prowadzone liniami na szynie lub krawężnikach.</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 TRANSPORT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4.1. Ogólne wymagania dotyczące transportu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transportu podano w „Wymagania ogólne” pkt 4.</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4.2. Transport betonowych kostek brukowych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 Kostki betonowe można również przewozić samochodami na paletach transportowych dostawcy/wytwórcy.</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 WYKONANIE ROBÓT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5.1. Ogólne zasady wykonania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wykonania robót podano w „Wymagania ogólne” pkt 5.</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5.2. Podłoże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Podłoże pod ułożenie nawierzchni z betonowych kostek brukowych może stanowić grunt piaszczysty - rodzimy lub nasypowy o WP </w:t>
      </w:r>
      <w:r w:rsidRPr="0099346E">
        <w:rPr>
          <w:rFonts w:ascii="Calibri Light" w:hAnsi="Calibri Light" w:cs="Calibri Light"/>
          <w:sz w:val="16"/>
          <w:szCs w:val="16"/>
        </w:rPr>
        <w:sym w:font="Symbol" w:char="F0B3"/>
      </w:r>
      <w:r w:rsidRPr="0099346E">
        <w:rPr>
          <w:rFonts w:ascii="Calibri Light" w:hAnsi="Calibri Light" w:cs="Calibri Light"/>
          <w:sz w:val="16"/>
          <w:szCs w:val="16"/>
        </w:rPr>
        <w:t xml:space="preserve"> 35 . 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 </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5.3. Podbudowa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Rodzaj podbudowy przewidzianej do wykonania pod ułożenie nawierzchni z kostki brukowej powinien  być zgodny z dokumentacją projektową.</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Podbudowę, w zależności od przeznaczenia, obciążenia ruchem i warunków gruntowo-wodnych, może stanowić:</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grunt ulepszony pospółką, odpadami kamiennymi, żużlem wielkopiecowym, spoiwem itp.,</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kruszywo naturalne lub łamane, stabilizowane mechanicznie,</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podbudowa tłuczniowa, żwirowa lub żużlowa,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lub inny rodzaj podbudowy określonej w dokumentacji projektowej.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Podbudowa powinna być przygotowana zgodnie z wymaganiami określonymi w specyfikacjach dla odpowiedniego rodzaju podbudowy.</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5.4. Obramowanie nawierzchni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 obramowania nawierzchni z betonowych kostek brukowych można stosować krawężniki uliczne betonowe wg BN-80/6775-03/04 lub inne typy krawężników zgodne z dokumentacją projektową lub zaakceptowane przez Inspektora Nadzoru.</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5.5. Podsypka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Na podsypkę cementowo-piaskową należy stosować piasek gruby, odpowiadający wymaganiom PN-B- 06712.</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Grubość podsypki po zagęszczeniu powinna zawierać się w granicach od 3 do 5 cm. Podsypka powinna być zwilżona wodą, zagęszczona i wyprofilowana.</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5.6. Układanie nawierzchni z betonowych kostek brukowych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 uwagi na różnorodność kształtów i kolorów produkowanych kostek, możliwe jest ułożenie dowolnego wzoru - wcześniej ustalonego w dokumentacji projektowej i zaakceptowanego przez Inspektora Nadzoru. Kostkę układa się na podsypce lub podłożu piaszczystym w taki sposób, aby szczeliny między kostkami wynosiły od 2 do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piaskiem i zamieść nawierzchnię. Nawierzchnia z wypełnieniem spoin piaskiem nie wymaga pielęgnacji - może być zaraz oddana do ruchu.</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 KONTROLA JAKOŚCI ROBÓT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6.1. Ogólne zasady kontroli jakości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kontroli jakości robót podano w „Wymagania ogólne” pkt 6.</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6.2. Badania przed przystąpieniem do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Przed przystąpieniem do robót, Wykonawca powinien sprawdzić, czy dostawca/wytwórca kostek brukowych posiada atest wyrobu wg pkt 2.2.1 niniejszej SST.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Niezależnie od posiadanego atestu, Wykonawca powinien żądać od dostawcy/wytwórcy wyników bieżących badań wyrobu na ściskanie. Zaleca się, aby do badania wytrzymałości na ściskanie pobierać 6 próbek (kostek) dziennie (przy produkcji dziennej ok. 600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powierzchni kostek ułożonych w nawierzchni). Poza tym, przed przystąpieniem do robót Wykonawca sprawdza wyrób w zakresie wymagań podanych w pkt 2.2.2 i 2.2.3 i wyniki badań przedstawia Inspektorowi Nadzoru do akceptacji.</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6.3. Badania w czasie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6.3.1. </w:t>
      </w:r>
      <w:r w:rsidRPr="0099346E">
        <w:rPr>
          <w:rFonts w:ascii="Calibri Light" w:hAnsi="Calibri Light" w:cs="Calibri Light"/>
          <w:sz w:val="16"/>
          <w:szCs w:val="16"/>
        </w:rPr>
        <w:t>Sprawdzenie podłoża i podbudowy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Sprawdzenie podłoża i podbudowy polega na stwierdzeniu ich zgodności z dokumentacją projektową i odpowiednimi SST.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6.3.2. </w:t>
      </w:r>
      <w:r w:rsidRPr="0099346E">
        <w:rPr>
          <w:rFonts w:ascii="Calibri Light" w:hAnsi="Calibri Light" w:cs="Calibri Light"/>
          <w:sz w:val="16"/>
          <w:szCs w:val="16"/>
        </w:rPr>
        <w:t>Sprawdzenie podsypki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Sprawdzenie podsypki w zakresie grubości i wymaganych spadków poprzecznych i podłużnych polega na stwierdzeniu zgodności z dokumentacją projektową oraz pkt 5.5 niniejszej SST.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6.3.3. </w:t>
      </w:r>
      <w:r w:rsidRPr="0099346E">
        <w:rPr>
          <w:rFonts w:ascii="Calibri Light" w:hAnsi="Calibri Light" w:cs="Calibri Light"/>
          <w:sz w:val="16"/>
          <w:szCs w:val="16"/>
        </w:rPr>
        <w:t>Sprawdzenie wykonania nawierzchni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Sprawdzenie prawidłowości wykonania nawierzchni z betonowych kostek brukowych polega na stwierdzeniu zgodności wykonania z dokumentacją projektową oraz wymaganiami wg pkt 5.6 niniejszej SST:</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pomierzenie szerokości spoin,</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sprawdzenie prawidłowości ubijania (wibrowania),</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sprawdzenie prawidłowości wypełnienia spoin,</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sprawdzenie, czy przyjęty deseń (wzór) i kolor nawierzchni jest zachowany.</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6.4. Sprawdzenie cech geometrycznych nawierzchni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6.4.1. </w:t>
      </w:r>
      <w:r w:rsidRPr="0099346E">
        <w:rPr>
          <w:rFonts w:ascii="Calibri Light" w:hAnsi="Calibri Light" w:cs="Calibri Light"/>
          <w:sz w:val="16"/>
          <w:szCs w:val="16"/>
        </w:rPr>
        <w:t>Nierówności podłużne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Nierówności podłużne nawierzchni mierzone łatą lub planografem zgodnie z normą BN-68/8931-04  nie powinny przekraczać 0,8 cm.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6.4.2. </w:t>
      </w:r>
      <w:r w:rsidRPr="0099346E">
        <w:rPr>
          <w:rFonts w:ascii="Calibri Light" w:hAnsi="Calibri Light" w:cs="Calibri Light"/>
          <w:sz w:val="16"/>
          <w:szCs w:val="16"/>
        </w:rPr>
        <w:t>Spadki poprzeczne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Spadki poprzeczne nawierzchni powinny być zgodne z dokumentacją projektową z tolerancją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0,5%.</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6.4.3. </w:t>
      </w:r>
      <w:r w:rsidRPr="0099346E">
        <w:rPr>
          <w:rFonts w:ascii="Calibri Light" w:hAnsi="Calibri Light" w:cs="Calibri Light"/>
          <w:sz w:val="16"/>
          <w:szCs w:val="16"/>
        </w:rPr>
        <w:t>Niweleta nawierzchni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Różnice pomiędzy rzędnymi wykonanej nawierzchni i rzędnymi projektowanymi nie powinny przekraczać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1 cm.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6.4.4. </w:t>
      </w:r>
      <w:r w:rsidRPr="0099346E">
        <w:rPr>
          <w:rFonts w:ascii="Calibri Light" w:hAnsi="Calibri Light" w:cs="Calibri Light"/>
          <w:sz w:val="16"/>
          <w:szCs w:val="16"/>
        </w:rPr>
        <w:t>Szerokość nawierzchni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Szerokość nawierzchni nie może różnić się od szerokości projektowanej o więcej niż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5 cm.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6.4.5. </w:t>
      </w:r>
      <w:r w:rsidRPr="0099346E">
        <w:rPr>
          <w:rFonts w:ascii="Calibri Light" w:hAnsi="Calibri Light" w:cs="Calibri Light"/>
          <w:sz w:val="16"/>
          <w:szCs w:val="16"/>
        </w:rPr>
        <w:t>Grubość podsypki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Dopuszczalne odchyłki od projektowanej grubości podsypki nie powinny przekraczać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1,0 cm.</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6.5. Częstotliwość pomiarów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Częstotliwość pomiarów dla cech geometrycznych nawierzchni z kostki brukowej, wymienionych w pkt 6.4 powinna być dostosowana do powierzchni wykonanych robót. Zaleca się, aby pomiary cech geometrycznych wymienionych w pkt 6.4 były przeprowadzone nie rzadziej niż 2 razy na 100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nawierzchni i w punktach charakterystycznych dla niwelety lub przekroju poprzecznego oraz wszędzie tam, gdzie poleci Inspektor Nadzoru.</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 OBMIAR ROBÓT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7.1. Ogólne zasady obmiaru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obmiaru robót podano w „Wymagania ogólne” pkt 7.</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7.2. Jednostka obmiarowa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Jednostką obmiarową jest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(metr kwadratowy) wykonanej nawierzchni z betonowej kostki brukowej.</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 ODBIÓR ROBÓT</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8.1. Ogólne zasady odbioru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odbioru robót podano w „Wymagania ogólne” pkt 8.</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Roboty uznaje się za wykonane zgodnie z dokumentacją projektową, SST i wymaganiami Inspektora Nadzoru, jeżeli wszystkie pomiary i badania z zachowaniem tolerancji według pkt 6 dały wyniki pozytywne.</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8.2. Odbiór robót zanikających i ulegających  zakryciu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Odbiorowi robót zanikających i ulegających zakryciu podlegają:</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przygotowanie podłoża,</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ewentualnie wykonanie podbudowy,</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wykonanie podsypki,</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ewentualnie wykonanie ławy pod krawężniki.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Zasady ich odbioru są określone w „Wymagania ogólne”.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 PODSTAWA PŁATNOŚCI</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9.1. Ogólne ustalenia dotyczące podstawy płatności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ustalenia dotyczące podstawy płatności podano w „Wymagania ogólne” pkt 9.</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9.2. Cena jednostki obmiarowej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Cena wykonania 1 m</w:t>
      </w:r>
      <w:r w:rsidRPr="0099346E">
        <w:rPr>
          <w:rFonts w:ascii="Calibri Light" w:hAnsi="Calibri Light" w:cs="Calibri Light"/>
          <w:sz w:val="16"/>
          <w:szCs w:val="16"/>
          <w:vertAlign w:val="superscript"/>
        </w:rPr>
        <w:t>2</w:t>
      </w:r>
      <w:r w:rsidRPr="0099346E">
        <w:rPr>
          <w:rFonts w:ascii="Calibri Light" w:hAnsi="Calibri Light" w:cs="Calibri Light"/>
          <w:sz w:val="16"/>
          <w:szCs w:val="16"/>
        </w:rPr>
        <w:t xml:space="preserve"> nawierzchni z kostki brukowej betonowej obejmuje:</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prace pomiarowe i roboty przygotowawcze,</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oznakowanie robót,</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przygotowanie podłoża (ewentualnie podbudowy),</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dostarczenie materiałów,</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wykonanie podsypki,</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ułożenie i ubicie kostki,</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wypełnienie spoin,</w:t>
      </w:r>
    </w:p>
    <w:p w:rsidR="00EF06BA" w:rsidRPr="0099346E" w:rsidRDefault="00EF06BA" w:rsidP="00C822E5">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przeprowadzenie badań i pomiarów wymaganych w specyfikacji technicznej.</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10. PRZEPISY ZWIĄZANE</w:t>
      </w:r>
    </w:p>
    <w:p w:rsidR="00EF06BA" w:rsidRPr="0099346E" w:rsidRDefault="00EF06BA" w:rsidP="00C822E5">
      <w:pPr>
        <w:jc w:val="both"/>
        <w:rPr>
          <w:rFonts w:ascii="Calibri Light" w:hAnsi="Calibri Light" w:cs="Calibri Light"/>
          <w:b/>
          <w:sz w:val="16"/>
          <w:szCs w:val="16"/>
        </w:rPr>
      </w:pPr>
      <w:r w:rsidRPr="0099346E">
        <w:rPr>
          <w:rFonts w:ascii="Calibri Light" w:hAnsi="Calibri Light" w:cs="Calibri Light"/>
          <w:b/>
          <w:sz w:val="16"/>
          <w:szCs w:val="16"/>
        </w:rPr>
        <w:t>Normy</w:t>
      </w:r>
    </w:p>
    <w:tbl>
      <w:tblPr>
        <w:tblW w:w="0" w:type="auto"/>
        <w:tblCellMar>
          <w:left w:w="70" w:type="dxa"/>
          <w:right w:w="70" w:type="dxa"/>
        </w:tblCellMar>
        <w:tblLook w:val="0000"/>
      </w:tblPr>
      <w:tblGrid>
        <w:gridCol w:w="531"/>
        <w:gridCol w:w="1819"/>
        <w:gridCol w:w="7649"/>
      </w:tblGrid>
      <w:tr w:rsidR="00EF06BA" w:rsidRPr="0099346E" w:rsidTr="00F2443C">
        <w:trPr>
          <w:trHeight w:val="23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1.</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PN-B-04111</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Materiały kamienne. Oznaczenie ścieralności na tarczy Boehmego</w:t>
            </w:r>
          </w:p>
        </w:tc>
      </w:tr>
      <w:tr w:rsidR="00EF06BA" w:rsidRPr="0099346E" w:rsidTr="00F2443C">
        <w:trPr>
          <w:trHeight w:val="25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2.</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PN-B-06250</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Beton zwykły</w:t>
            </w:r>
          </w:p>
        </w:tc>
      </w:tr>
      <w:tr w:rsidR="00EF06BA" w:rsidRPr="0099346E" w:rsidTr="00F2443C">
        <w:trPr>
          <w:trHeight w:val="23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3.</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PN-B-06712</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Kruszywa mineralne do betonu zwykłego</w:t>
            </w:r>
          </w:p>
        </w:tc>
      </w:tr>
      <w:tr w:rsidR="00EF06BA" w:rsidRPr="0099346E" w:rsidTr="00F2443C">
        <w:trPr>
          <w:trHeight w:val="23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lang w:val="en-US"/>
              </w:rPr>
            </w:pPr>
            <w:r w:rsidRPr="0099346E">
              <w:rPr>
                <w:rFonts w:ascii="Calibri Light" w:hAnsi="Calibri Light" w:cs="Calibri Light"/>
                <w:sz w:val="16"/>
                <w:szCs w:val="16"/>
                <w:lang w:val="en-US"/>
              </w:rPr>
              <w:t>4.</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lang w:val="en-US"/>
              </w:rPr>
            </w:pPr>
            <w:r w:rsidRPr="0099346E">
              <w:rPr>
                <w:rFonts w:ascii="Calibri Light" w:hAnsi="Calibri Light" w:cs="Calibri Light"/>
                <w:sz w:val="16"/>
                <w:szCs w:val="16"/>
                <w:lang w:val="en-US"/>
              </w:rPr>
              <w:t>PN-B-19701</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Cement. Cement powszechnego użytku. Skład, wymagania  i ocena zgodności</w:t>
            </w:r>
          </w:p>
        </w:tc>
      </w:tr>
      <w:tr w:rsidR="00EF06BA" w:rsidRPr="0099346E" w:rsidTr="00F2443C">
        <w:trPr>
          <w:trHeight w:val="23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5.</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PN-B-32250</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Materiały budowlane. Woda do betonów i zapraw</w:t>
            </w:r>
          </w:p>
        </w:tc>
      </w:tr>
      <w:tr w:rsidR="00EF06BA" w:rsidRPr="0099346E" w:rsidTr="00F2443C">
        <w:trPr>
          <w:trHeight w:val="419"/>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6.</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BN-80/6775-03/04</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Prefabrykaty budowlane z betonu. Elementy nawierzchni dróg, ulic, parkingów i torowisk tramwajowych. Krawężniki i obrzeża</w:t>
            </w:r>
          </w:p>
        </w:tc>
      </w:tr>
      <w:tr w:rsidR="00EF06BA" w:rsidRPr="0099346E" w:rsidTr="00F2443C">
        <w:trPr>
          <w:trHeight w:val="23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7.</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BN-68/8931-01</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Drogi samochodowe. Oznaczenie wskaźnika piaskowego</w:t>
            </w:r>
          </w:p>
        </w:tc>
      </w:tr>
      <w:tr w:rsidR="00EF06BA" w:rsidRPr="0099346E" w:rsidTr="00F2443C">
        <w:trPr>
          <w:trHeight w:val="238"/>
        </w:trPr>
        <w:tc>
          <w:tcPr>
            <w:tcW w:w="531"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8.</w:t>
            </w:r>
          </w:p>
        </w:tc>
        <w:tc>
          <w:tcPr>
            <w:tcW w:w="181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BN-68/8931-04</w:t>
            </w:r>
          </w:p>
        </w:tc>
        <w:tc>
          <w:tcPr>
            <w:tcW w:w="7649" w:type="dxa"/>
          </w:tcPr>
          <w:p w:rsidR="00EF06BA" w:rsidRPr="0099346E" w:rsidRDefault="00EF06BA" w:rsidP="00C822E5">
            <w:pPr>
              <w:overflowPunct w:val="0"/>
              <w:autoSpaceDE w:val="0"/>
              <w:autoSpaceDN w:val="0"/>
              <w:adjustRightInd w:val="0"/>
              <w:jc w:val="both"/>
              <w:rPr>
                <w:rFonts w:ascii="Calibri Light" w:hAnsi="Calibri Light" w:cs="Calibri Light"/>
                <w:sz w:val="16"/>
                <w:szCs w:val="16"/>
              </w:rPr>
            </w:pPr>
            <w:r w:rsidRPr="0099346E">
              <w:rPr>
                <w:rFonts w:ascii="Calibri Light" w:hAnsi="Calibri Light" w:cs="Calibri Light"/>
                <w:sz w:val="16"/>
                <w:szCs w:val="16"/>
              </w:rPr>
              <w:t>Drogi samochodowe. Pomiar równości nawierzchni planografem i łatą.</w:t>
            </w:r>
          </w:p>
        </w:tc>
      </w:tr>
    </w:tbl>
    <w:p w:rsidR="00EF06BA" w:rsidRPr="0099346E" w:rsidRDefault="00EF06BA" w:rsidP="00C822E5">
      <w:pPr>
        <w:pStyle w:val="Heading2"/>
        <w:jc w:val="both"/>
        <w:rPr>
          <w:rFonts w:ascii="Calibri Light" w:hAnsi="Calibri Light" w:cs="Calibri Light"/>
          <w:sz w:val="16"/>
          <w:szCs w:val="16"/>
        </w:rPr>
      </w:pPr>
    </w:p>
    <w:p w:rsidR="00EF06BA" w:rsidRPr="0099346E" w:rsidRDefault="00EF06BA" w:rsidP="00C822E5">
      <w:pPr>
        <w:pStyle w:val="Heading2"/>
        <w:jc w:val="both"/>
        <w:rPr>
          <w:rFonts w:ascii="Calibri Light" w:hAnsi="Calibri Light" w:cs="Calibri Light"/>
          <w:sz w:val="16"/>
          <w:szCs w:val="16"/>
        </w:rPr>
      </w:pPr>
      <w:bookmarkStart w:id="2426" w:name="_Toc450800794"/>
      <w:bookmarkStart w:id="2427" w:name="_Toc450800831"/>
      <w:bookmarkStart w:id="2428" w:name="_Toc450801739"/>
      <w:bookmarkStart w:id="2429" w:name="_Toc458423078"/>
      <w:bookmarkStart w:id="2430" w:name="_Toc484007397"/>
      <w:bookmarkStart w:id="2431" w:name="_Toc101239275"/>
      <w:bookmarkStart w:id="2432" w:name="_Toc101239345"/>
      <w:bookmarkStart w:id="2433" w:name="_Toc101240113"/>
      <w:bookmarkStart w:id="2434" w:name="_Toc175706792"/>
      <w:bookmarkStart w:id="2435" w:name="_Toc175706954"/>
      <w:bookmarkStart w:id="2436" w:name="_Toc175711540"/>
      <w:bookmarkStart w:id="2437" w:name="_Toc175711632"/>
      <w:bookmarkStart w:id="2438" w:name="_Toc175711758"/>
      <w:bookmarkStart w:id="2439" w:name="_Toc175711813"/>
      <w:bookmarkStart w:id="2440" w:name="_Toc246134159"/>
      <w:bookmarkStart w:id="2441" w:name="_Toc246134452"/>
      <w:bookmarkStart w:id="2442" w:name="_Toc246153392"/>
      <w:bookmarkStart w:id="2443" w:name="_Toc246154375"/>
      <w:bookmarkStart w:id="2444" w:name="_Toc246154711"/>
      <w:bookmarkStart w:id="2445" w:name="_Toc246155705"/>
      <w:bookmarkStart w:id="2446" w:name="_Toc246156543"/>
      <w:bookmarkStart w:id="2447" w:name="_Toc246158384"/>
      <w:bookmarkStart w:id="2448" w:name="_Toc246158590"/>
      <w:bookmarkStart w:id="2449" w:name="_Toc246160058"/>
      <w:bookmarkStart w:id="2450" w:name="_Toc246161130"/>
      <w:bookmarkStart w:id="2451" w:name="_Toc246162400"/>
      <w:bookmarkStart w:id="2452" w:name="_Toc246163841"/>
      <w:bookmarkStart w:id="2453" w:name="_Toc246163915"/>
      <w:bookmarkStart w:id="2454" w:name="_Toc246301909"/>
      <w:bookmarkStart w:id="2455" w:name="_Toc336508355"/>
      <w:bookmarkStart w:id="2456" w:name="_Toc336508877"/>
      <w:bookmarkStart w:id="2457" w:name="_Toc336509492"/>
      <w:bookmarkStart w:id="2458" w:name="_Toc336510144"/>
      <w:bookmarkStart w:id="2459" w:name="_Toc336510299"/>
      <w:bookmarkStart w:id="2460" w:name="_Toc336510422"/>
      <w:bookmarkStart w:id="2461" w:name="_Toc336510527"/>
      <w:bookmarkStart w:id="2462" w:name="_Toc336511799"/>
      <w:bookmarkStart w:id="2463" w:name="_Toc336511851"/>
      <w:bookmarkStart w:id="2464" w:name="_Toc339886005"/>
      <w:bookmarkStart w:id="2465" w:name="_Toc339886960"/>
      <w:bookmarkStart w:id="2466" w:name="_Toc339888894"/>
      <w:bookmarkStart w:id="2467" w:name="_Toc339889471"/>
      <w:bookmarkStart w:id="2468" w:name="_Toc341295917"/>
      <w:bookmarkStart w:id="2469" w:name="_Toc433014234"/>
      <w:bookmarkStart w:id="2470" w:name="_Toc433015186"/>
      <w:bookmarkStart w:id="2471" w:name="_Toc433015418"/>
      <w:bookmarkStart w:id="2472" w:name="_Toc447725126"/>
      <w:bookmarkStart w:id="2473" w:name="_Toc447725284"/>
      <w:bookmarkStart w:id="2474" w:name="_Toc448767392"/>
      <w:bookmarkStart w:id="2475" w:name="_Toc448772399"/>
      <w:bookmarkStart w:id="2476" w:name="_Toc449697920"/>
      <w:bookmarkStart w:id="2477" w:name="_Toc450727415"/>
      <w:bookmarkStart w:id="2478" w:name="_Toc450798469"/>
      <w:bookmarkStart w:id="2479" w:name="_Toc450800116"/>
      <w:bookmarkStart w:id="2480" w:name="_Toc450800299"/>
      <w:bookmarkStart w:id="2481" w:name="_Toc450800531"/>
      <w:bookmarkStart w:id="2482" w:name="_Toc450800683"/>
      <w:bookmarkStart w:id="2483" w:name="_Toc426167074"/>
      <w:bookmarkStart w:id="2484" w:name="_Toc181621751"/>
      <w:bookmarkStart w:id="2485" w:name="_Toc181621889"/>
      <w:bookmarkStart w:id="2486" w:name="_Toc181622027"/>
      <w:bookmarkStart w:id="2487" w:name="_Toc181622143"/>
      <w:bookmarkStart w:id="2488" w:name="_Toc181622248"/>
      <w:bookmarkStart w:id="2489" w:name="_Toc181622313"/>
      <w:bookmarkStart w:id="2490" w:name="_Toc181622427"/>
      <w:bookmarkStart w:id="2491" w:name="_Toc181622471"/>
      <w:bookmarkStart w:id="2492" w:name="_Toc181668097"/>
      <w:bookmarkStart w:id="2493" w:name="_Toc181668435"/>
      <w:bookmarkStart w:id="2494" w:name="_Toc181671542"/>
      <w:bookmarkStart w:id="2495" w:name="_Toc181693494"/>
      <w:bookmarkStart w:id="2496" w:name="_Toc181695400"/>
      <w:bookmarkStart w:id="2497" w:name="_Toc181695889"/>
      <w:bookmarkStart w:id="2498" w:name="_Toc181695962"/>
      <w:bookmarkStart w:id="2499" w:name="_Toc181696048"/>
      <w:bookmarkStart w:id="2500" w:name="_Toc191775952"/>
      <w:bookmarkStart w:id="2501" w:name="_Toc191776066"/>
      <w:bookmarkStart w:id="2502" w:name="_Toc191776190"/>
      <w:bookmarkStart w:id="2503" w:name="_Toc191787012"/>
      <w:bookmarkStart w:id="2504" w:name="_Toc191787134"/>
      <w:bookmarkStart w:id="2505" w:name="_Toc191787525"/>
      <w:bookmarkStart w:id="2506" w:name="_Toc191787758"/>
      <w:bookmarkStart w:id="2507" w:name="_Toc222093695"/>
      <w:bookmarkStart w:id="2508" w:name="_Toc223235500"/>
      <w:bookmarkStart w:id="2509" w:name="_Toc223236339"/>
      <w:bookmarkStart w:id="2510" w:name="_Toc223237332"/>
      <w:bookmarkStart w:id="2511" w:name="_Toc336502069"/>
      <w:bookmarkStart w:id="2512" w:name="_Toc336503722"/>
      <w:bookmarkStart w:id="2513" w:name="_Toc336506300"/>
      <w:bookmarkStart w:id="2514" w:name="_Toc336506351"/>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25"/>
      <w:r w:rsidRPr="0099346E">
        <w:rPr>
          <w:rFonts w:ascii="Calibri Light" w:hAnsi="Calibri Light" w:cs="Calibri Light"/>
          <w:sz w:val="16"/>
          <w:szCs w:val="16"/>
        </w:rPr>
        <w:t>ST 01.04 OBRZEŻA CHODNIKOWE</w:t>
      </w:r>
      <w:bookmarkEnd w:id="2426"/>
      <w:bookmarkEnd w:id="2427"/>
      <w:bookmarkEnd w:id="2428"/>
      <w:bookmarkEnd w:id="2429"/>
      <w:bookmarkEnd w:id="2430"/>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 WSTĘP</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1.1. Przedmiot SST</w:t>
      </w:r>
    </w:p>
    <w:p w:rsidR="00EF06BA" w:rsidRPr="0099346E" w:rsidRDefault="00EF06BA" w:rsidP="00C822E5">
      <w:pPr>
        <w:tabs>
          <w:tab w:val="left" w:pos="630"/>
        </w:tabs>
        <w:jc w:val="both"/>
        <w:rPr>
          <w:rFonts w:ascii="Calibri Light" w:hAnsi="Calibri Light" w:cs="Calibri Light"/>
          <w:sz w:val="16"/>
          <w:szCs w:val="16"/>
        </w:rPr>
      </w:pPr>
      <w:r w:rsidRPr="0099346E">
        <w:rPr>
          <w:rFonts w:ascii="Calibri Light" w:hAnsi="Calibri Light" w:cs="Calibri Light"/>
          <w:sz w:val="16"/>
          <w:szCs w:val="16"/>
        </w:rPr>
        <w:t>Przedmiotem niniejszej specyfikacji technicznej (SST) są wymagania dotyczące wykonania i odbioru robót związanych z ustawieniem betonowego obrzeża chodnikowego.</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1.2. Zakres stosowania SST</w:t>
      </w:r>
    </w:p>
    <w:p w:rsidR="00EF06BA" w:rsidRPr="0099346E" w:rsidRDefault="00EF06BA" w:rsidP="00C822E5">
      <w:pPr>
        <w:tabs>
          <w:tab w:val="left" w:pos="630"/>
        </w:tabs>
        <w:jc w:val="both"/>
        <w:rPr>
          <w:rFonts w:ascii="Calibri Light" w:hAnsi="Calibri Light" w:cs="Calibri Light"/>
          <w:sz w:val="16"/>
          <w:szCs w:val="16"/>
        </w:rPr>
      </w:pPr>
      <w:r w:rsidRPr="0099346E">
        <w:rPr>
          <w:rFonts w:ascii="Calibri Light" w:hAnsi="Calibri Light" w:cs="Calibri Light"/>
          <w:sz w:val="16"/>
          <w:szCs w:val="16"/>
        </w:rPr>
        <w:t>Ogólna specyfikacja techniczna (SST) stanowi obowiązującą podstawę opracowania szczegółowej specyfikacji technicznej (SST), stosowanej jako dokument przetargowy i kontraktowy.</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1.3. Zakres robót objętych SST</w:t>
      </w:r>
    </w:p>
    <w:p w:rsidR="00EF06BA" w:rsidRPr="0099346E" w:rsidRDefault="00EF06BA" w:rsidP="00C822E5">
      <w:pPr>
        <w:tabs>
          <w:tab w:val="left" w:pos="630"/>
        </w:tabs>
        <w:jc w:val="both"/>
        <w:rPr>
          <w:rFonts w:ascii="Calibri Light" w:hAnsi="Calibri Light" w:cs="Calibri Light"/>
          <w:sz w:val="16"/>
          <w:szCs w:val="16"/>
        </w:rPr>
      </w:pPr>
      <w:r w:rsidRPr="0099346E">
        <w:rPr>
          <w:rFonts w:ascii="Calibri Light" w:hAnsi="Calibri Light" w:cs="Calibri Light"/>
          <w:sz w:val="16"/>
          <w:szCs w:val="16"/>
        </w:rPr>
        <w:t>Ustalenia zawarte w niniejszej specyfikacji dotyczą zasad prowadzenia robót związanych z ustawieniem betonowego obrzeża chodnikowego.</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1.4. Określenia podstawowe</w:t>
      </w:r>
    </w:p>
    <w:p w:rsidR="00EF06BA" w:rsidRPr="0099346E" w:rsidRDefault="00EF06BA" w:rsidP="00C822E5">
      <w:pPr>
        <w:tabs>
          <w:tab w:val="left" w:pos="567"/>
        </w:tabs>
        <w:jc w:val="both"/>
        <w:rPr>
          <w:rFonts w:ascii="Calibri Light" w:hAnsi="Calibri Light" w:cs="Calibri Light"/>
          <w:sz w:val="16"/>
          <w:szCs w:val="16"/>
        </w:rPr>
      </w:pPr>
      <w:r w:rsidRPr="0099346E">
        <w:rPr>
          <w:rFonts w:ascii="Calibri Light" w:hAnsi="Calibri Light" w:cs="Calibri Light"/>
          <w:b/>
          <w:sz w:val="16"/>
          <w:szCs w:val="16"/>
        </w:rPr>
        <w:t xml:space="preserve">1.4.1. </w:t>
      </w:r>
      <w:r w:rsidRPr="0099346E">
        <w:rPr>
          <w:rFonts w:ascii="Calibri Light" w:hAnsi="Calibri Light" w:cs="Calibri Light"/>
          <w:sz w:val="16"/>
          <w:szCs w:val="16"/>
        </w:rPr>
        <w:t>Obrzeża chodnikowe - prefabrykowane belki betonowe rozgraniczające jednostronnie lub dwustronnie ciągi komunikacyjne od terenów nie przeznaczonych do komunikacji.</w:t>
      </w:r>
    </w:p>
    <w:p w:rsidR="00EF06BA" w:rsidRPr="0099346E" w:rsidRDefault="00EF06BA" w:rsidP="00C822E5">
      <w:pPr>
        <w:tabs>
          <w:tab w:val="left" w:pos="567"/>
        </w:tabs>
        <w:jc w:val="both"/>
        <w:rPr>
          <w:rFonts w:ascii="Calibri Light" w:hAnsi="Calibri Light" w:cs="Calibri Light"/>
          <w:sz w:val="16"/>
          <w:szCs w:val="16"/>
        </w:rPr>
      </w:pPr>
      <w:r w:rsidRPr="0099346E">
        <w:rPr>
          <w:rFonts w:ascii="Calibri Light" w:hAnsi="Calibri Light" w:cs="Calibri Light"/>
          <w:b/>
          <w:sz w:val="16"/>
          <w:szCs w:val="16"/>
        </w:rPr>
        <w:t xml:space="preserve">1.4.2. </w:t>
      </w:r>
      <w:r w:rsidRPr="0099346E">
        <w:rPr>
          <w:rFonts w:ascii="Calibri Light" w:hAnsi="Calibri Light" w:cs="Calibri Light"/>
          <w:sz w:val="16"/>
          <w:szCs w:val="16"/>
        </w:rPr>
        <w:t>Pozostałe określenia podstawowe są zgodne z obowiązującymi, odpowiednimi polskimi normami  i definicjami podanymi w SST „Wymagania ogólne” pkt 1.4.</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1.5. Ogólne wymagania dotyczące robót</w:t>
      </w:r>
    </w:p>
    <w:p w:rsidR="00EF06BA" w:rsidRPr="0099346E" w:rsidRDefault="00EF06BA" w:rsidP="00C822E5">
      <w:pPr>
        <w:tabs>
          <w:tab w:val="left" w:pos="630"/>
        </w:tabs>
        <w:jc w:val="both"/>
        <w:rPr>
          <w:rFonts w:ascii="Calibri Light" w:hAnsi="Calibri Light" w:cs="Calibri Light"/>
          <w:sz w:val="16"/>
          <w:szCs w:val="16"/>
        </w:rPr>
      </w:pPr>
      <w:r w:rsidRPr="0099346E">
        <w:rPr>
          <w:rFonts w:ascii="Calibri Light" w:hAnsi="Calibri Light" w:cs="Calibri Light"/>
          <w:sz w:val="16"/>
          <w:szCs w:val="16"/>
        </w:rPr>
        <w:t>Ogólne wymagania dotyczące robót podano w SST  „Wymagania ogólne” pkt 1.5.</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 MATERIAŁY</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2.1. Ogólne wymagania dotyczące materiałów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materiałów, ich pozyskiwania i składowania podano w SST  „Wymagania ogólne” pkt 2.</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2.2. Stosowane materiały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Materiałami stosowanymi są:</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obrzeża odpowiadające wymaganiom BN-80/6775-04/04 [9] i BN-80/6775-03/01 [8],</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żwir lub piasek do wykonania ław,</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cement wg PN-B-19701 [7],</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piasek do zapraw wg PN-B-06711 [3].</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2.3. Betonowe obrzeża chodnikowe - klasyfikacja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 zależności od przekroju poprzecznego rozróżnia się dwa rodzaje obrzeży:</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obrzeże niskie</w:t>
      </w:r>
      <w:r w:rsidRPr="0099346E">
        <w:rPr>
          <w:rFonts w:ascii="Calibri Light" w:hAnsi="Calibri Light" w:cs="Calibri Light"/>
          <w:sz w:val="16"/>
          <w:szCs w:val="16"/>
        </w:rPr>
        <w:tab/>
        <w:t>- On,</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obrzeże wysokie - Ow.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 zależności od dopuszczalnych wielkości i liczby uszkodzeń oraz odchyłek wymiarowych obrzeża dzieli się na: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 xml:space="preserve">gatunek 1 </w:t>
      </w:r>
      <w:r w:rsidRPr="0099346E">
        <w:rPr>
          <w:rFonts w:ascii="Calibri Light" w:hAnsi="Calibri Light" w:cs="Calibri Light"/>
          <w:sz w:val="16"/>
          <w:szCs w:val="16"/>
        </w:rPr>
        <w:tab/>
        <w:t>- G1,</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gatunek 2</w:t>
      </w:r>
      <w:r w:rsidRPr="0099346E">
        <w:rPr>
          <w:rFonts w:ascii="Calibri Light" w:hAnsi="Calibri Light" w:cs="Calibri Light"/>
          <w:sz w:val="16"/>
          <w:szCs w:val="16"/>
        </w:rPr>
        <w:tab/>
        <w:t>- G2.</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Przykład oznaczenia betonowego obrzeża chodnikowego niskiego (On) o wymiarach 6 x 20 x 75 cm gat. 1:</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b/>
        <w:t>obrzeże On - I/6/20/75 BN-80/6775-03/04 [9].</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2.4. Betonowe obrzeża chodnikowe - wymagania techniczne</w:t>
      </w:r>
    </w:p>
    <w:p w:rsidR="00EF06BA" w:rsidRPr="0099346E" w:rsidRDefault="00EF06BA" w:rsidP="00374A8E">
      <w:pPr>
        <w:jc w:val="both"/>
        <w:rPr>
          <w:rFonts w:ascii="Calibri Light" w:hAnsi="Calibri Light" w:cs="Calibri Light"/>
          <w:sz w:val="16"/>
          <w:szCs w:val="16"/>
        </w:rPr>
      </w:pPr>
      <w:r w:rsidRPr="0099346E">
        <w:rPr>
          <w:rFonts w:ascii="Calibri Light" w:hAnsi="Calibri Light" w:cs="Calibri Light"/>
          <w:b/>
          <w:sz w:val="16"/>
          <w:szCs w:val="16"/>
        </w:rPr>
        <w:t xml:space="preserve">2.4.1. </w:t>
      </w:r>
      <w:r w:rsidRPr="0099346E">
        <w:rPr>
          <w:rFonts w:ascii="Calibri Light" w:hAnsi="Calibri Light" w:cs="Calibri Light"/>
          <w:sz w:val="16"/>
          <w:szCs w:val="16"/>
        </w:rPr>
        <w:t>Wymiary betonowych obrzeży chodnikowych</w:t>
      </w:r>
      <w:r>
        <w:rPr>
          <w:rFonts w:ascii="Calibri Light" w:hAnsi="Calibri Light" w:cs="Calibri Light"/>
          <w:sz w:val="16"/>
          <w:szCs w:val="16"/>
        </w:rPr>
        <w:t>: 100x3</w:t>
      </w:r>
      <w:r w:rsidRPr="0099346E">
        <w:rPr>
          <w:rFonts w:ascii="Calibri Light" w:hAnsi="Calibri Light" w:cs="Calibri Light"/>
          <w:sz w:val="16"/>
          <w:szCs w:val="16"/>
        </w:rPr>
        <w:t xml:space="preserve">0cm i grubości 80 mm, kolor szary. </w:t>
      </w:r>
    </w:p>
    <w:p w:rsidR="00EF06BA" w:rsidRPr="0099346E" w:rsidRDefault="00EF06BA" w:rsidP="00374A8E">
      <w:pPr>
        <w:jc w:val="both"/>
        <w:rPr>
          <w:rFonts w:ascii="Calibri Light" w:hAnsi="Calibri Light" w:cs="Calibri Light"/>
          <w:sz w:val="16"/>
          <w:szCs w:val="16"/>
        </w:rPr>
      </w:pPr>
      <w:r w:rsidRPr="0099346E">
        <w:rPr>
          <w:rFonts w:ascii="Calibri Light" w:hAnsi="Calibri Light" w:cs="Calibri Light"/>
          <w:sz w:val="16"/>
          <w:szCs w:val="16"/>
        </w:rPr>
        <w:t>Tolerancje wymiarowe wynoszą:</w:t>
      </w:r>
    </w:p>
    <w:p w:rsidR="00EF06BA" w:rsidRPr="0099346E" w:rsidRDefault="00EF06BA" w:rsidP="00374A8E">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na długości</w:t>
      </w:r>
      <w:r w:rsidRPr="0099346E">
        <w:rPr>
          <w:rFonts w:ascii="Calibri Light" w:hAnsi="Calibri Light" w:cs="Calibri Light"/>
          <w:sz w:val="16"/>
          <w:szCs w:val="16"/>
        </w:rPr>
        <w:tab/>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3 mm,</w:t>
      </w:r>
    </w:p>
    <w:p w:rsidR="00EF06BA" w:rsidRPr="0099346E" w:rsidRDefault="00EF06BA" w:rsidP="00374A8E">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na szerokości</w:t>
      </w:r>
      <w:r w:rsidRPr="0099346E">
        <w:rPr>
          <w:rFonts w:ascii="Calibri Light" w:hAnsi="Calibri Light" w:cs="Calibri Light"/>
          <w:sz w:val="16"/>
          <w:szCs w:val="16"/>
        </w:rPr>
        <w:tab/>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3 mm,</w:t>
      </w:r>
    </w:p>
    <w:p w:rsidR="00EF06BA" w:rsidRPr="0099346E" w:rsidRDefault="00EF06BA" w:rsidP="00374A8E">
      <w:pPr>
        <w:numPr>
          <w:ilvl w:val="0"/>
          <w:numId w:val="17"/>
        </w:numPr>
        <w:overflowPunct w:val="0"/>
        <w:autoSpaceDE w:val="0"/>
        <w:autoSpaceDN w:val="0"/>
        <w:adjustRightInd w:val="0"/>
        <w:ind w:left="0" w:firstLine="0"/>
        <w:jc w:val="both"/>
        <w:rPr>
          <w:rFonts w:ascii="Calibri Light" w:hAnsi="Calibri Light" w:cs="Calibri Light"/>
          <w:sz w:val="16"/>
          <w:szCs w:val="16"/>
        </w:rPr>
      </w:pPr>
      <w:r w:rsidRPr="0099346E">
        <w:rPr>
          <w:rFonts w:ascii="Calibri Light" w:hAnsi="Calibri Light" w:cs="Calibri Light"/>
          <w:sz w:val="16"/>
          <w:szCs w:val="16"/>
        </w:rPr>
        <w:t>na grubości</w:t>
      </w:r>
      <w:r w:rsidRPr="0099346E">
        <w:rPr>
          <w:rFonts w:ascii="Calibri Light" w:hAnsi="Calibri Light" w:cs="Calibri Light"/>
          <w:sz w:val="16"/>
          <w:szCs w:val="16"/>
        </w:rPr>
        <w:tab/>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5 mm.</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ab/>
        <w:t>Kształt obrzeży betonowych przedstawiono na rysunku 1, a wymiary podano w tablicy 1.</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framePr w:hSpace="141" w:wrap="around" w:vAnchor="text" w:hAnchor="page" w:x="4113" w:y="2"/>
        <w:jc w:val="both"/>
        <w:rPr>
          <w:rFonts w:ascii="Calibri Light" w:hAnsi="Calibri Light" w:cs="Calibri Light"/>
          <w:sz w:val="16"/>
          <w:szCs w:val="16"/>
        </w:rPr>
      </w:pPr>
      <w:r w:rsidRPr="00EA0B92">
        <w:rPr>
          <w:rFonts w:ascii="Calibri Light" w:hAnsi="Calibri Light" w:cs="Calibri Light"/>
          <w:noProof/>
          <w:sz w:val="16"/>
          <w:szCs w:val="16"/>
        </w:rPr>
        <w:pict>
          <v:shape id="Obraz 4" o:spid="_x0000_i1028" type="#_x0000_t75" style="width:183.75pt;height:84pt;visibility:visible">
            <v:imagedata r:id="rId13" o:title=""/>
          </v:shape>
        </w:pic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Rysunek 1. Kształt betonowego obrzeża chodnikowego</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Tablica 1. Wymiary obrzeży</w:t>
      </w:r>
    </w:p>
    <w:tbl>
      <w:tblPr>
        <w:tblW w:w="0" w:type="auto"/>
        <w:tblLayout w:type="fixed"/>
        <w:tblCellMar>
          <w:left w:w="70" w:type="dxa"/>
          <w:right w:w="70" w:type="dxa"/>
        </w:tblCellMar>
        <w:tblLook w:val="0000"/>
      </w:tblPr>
      <w:tblGrid>
        <w:gridCol w:w="2905"/>
        <w:gridCol w:w="1843"/>
        <w:gridCol w:w="1701"/>
        <w:gridCol w:w="1701"/>
        <w:gridCol w:w="1843"/>
      </w:tblGrid>
      <w:tr w:rsidR="00EF06BA" w:rsidRPr="0099346E" w:rsidTr="00F2443C">
        <w:tc>
          <w:tcPr>
            <w:tcW w:w="2905" w:type="dxa"/>
            <w:tcBorders>
              <w:top w:val="single" w:sz="6" w:space="0" w:color="auto"/>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Rodzaj</w:t>
            </w:r>
          </w:p>
        </w:tc>
        <w:tc>
          <w:tcPr>
            <w:tcW w:w="7088" w:type="dxa"/>
            <w:gridSpan w:val="4"/>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Wymiary obrzeży,   cm</w:t>
            </w:r>
          </w:p>
        </w:tc>
      </w:tr>
      <w:tr w:rsidR="00EF06BA" w:rsidRPr="0099346E" w:rsidTr="00F2443C">
        <w:tc>
          <w:tcPr>
            <w:tcW w:w="2905" w:type="dxa"/>
            <w:tcBorders>
              <w:left w:val="single" w:sz="6" w:space="0" w:color="auto"/>
              <w:bottom w:val="doub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obrzeża</w:t>
            </w:r>
          </w:p>
        </w:tc>
        <w:tc>
          <w:tcPr>
            <w:tcW w:w="1843"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1701"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w:t>
            </w:r>
          </w:p>
        </w:tc>
        <w:tc>
          <w:tcPr>
            <w:tcW w:w="1701"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h</w:t>
            </w:r>
          </w:p>
        </w:tc>
        <w:tc>
          <w:tcPr>
            <w:tcW w:w="1843"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w:t>
            </w:r>
          </w:p>
        </w:tc>
      </w:tr>
      <w:tr w:rsidR="00EF06BA" w:rsidRPr="0099346E" w:rsidTr="00F2443C">
        <w:tc>
          <w:tcPr>
            <w:tcW w:w="2905" w:type="dxa"/>
            <w:tcBorders>
              <w:left w:val="single" w:sz="6" w:space="0" w:color="auto"/>
              <w:bottom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On</w:t>
            </w:r>
          </w:p>
        </w:tc>
        <w:tc>
          <w:tcPr>
            <w:tcW w:w="1843"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75</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100</w:t>
            </w:r>
          </w:p>
        </w:tc>
        <w:tc>
          <w:tcPr>
            <w:tcW w:w="1701"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w:t>
            </w:r>
          </w:p>
        </w:tc>
        <w:tc>
          <w:tcPr>
            <w:tcW w:w="1701"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20</w:t>
            </w:r>
          </w:p>
        </w:tc>
        <w:tc>
          <w:tcPr>
            <w:tcW w:w="1843"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r>
      <w:tr w:rsidR="00EF06BA" w:rsidRPr="0099346E" w:rsidTr="00F2443C">
        <w:tc>
          <w:tcPr>
            <w:tcW w:w="2905" w:type="dxa"/>
            <w:tcBorders>
              <w:top w:val="single" w:sz="6" w:space="0" w:color="auto"/>
              <w:left w:val="single" w:sz="6" w:space="0" w:color="auto"/>
              <w:bottom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Ow</w:t>
            </w:r>
          </w:p>
        </w:tc>
        <w:tc>
          <w:tcPr>
            <w:tcW w:w="184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75</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90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100</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tc>
        <w:tc>
          <w:tcPr>
            <w:tcW w:w="1701"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30</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30</w:t>
            </w:r>
          </w:p>
        </w:tc>
        <w:tc>
          <w:tcPr>
            <w:tcW w:w="1843"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r>
    </w:tbl>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2.4.2. </w:t>
      </w:r>
      <w:r w:rsidRPr="0099346E">
        <w:rPr>
          <w:rFonts w:ascii="Calibri Light" w:hAnsi="Calibri Light" w:cs="Calibri Light"/>
          <w:sz w:val="16"/>
          <w:szCs w:val="16"/>
        </w:rPr>
        <w:t>Dopuszczalne odchyłki wymiarów obrzeży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Dopuszczalne odchyłki wymiarów obrzeży podano w tablicy 2.</w:t>
      </w:r>
    </w:p>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Tablica 2. Dopuszczalne odchyłki wymiarów obrzeży</w:t>
      </w:r>
    </w:p>
    <w:tbl>
      <w:tblPr>
        <w:tblW w:w="0" w:type="auto"/>
        <w:tblLayout w:type="fixed"/>
        <w:tblCellMar>
          <w:left w:w="70" w:type="dxa"/>
          <w:right w:w="70" w:type="dxa"/>
        </w:tblCellMar>
        <w:tblLook w:val="0000"/>
      </w:tblPr>
      <w:tblGrid>
        <w:gridCol w:w="2338"/>
        <w:gridCol w:w="2586"/>
        <w:gridCol w:w="5069"/>
      </w:tblGrid>
      <w:tr w:rsidR="00EF06BA" w:rsidRPr="0099346E" w:rsidTr="00F2443C">
        <w:tc>
          <w:tcPr>
            <w:tcW w:w="2338" w:type="dxa"/>
            <w:tcBorders>
              <w:top w:val="single" w:sz="6" w:space="0" w:color="auto"/>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Rodzaj</w:t>
            </w:r>
          </w:p>
        </w:tc>
        <w:tc>
          <w:tcPr>
            <w:tcW w:w="7655"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Dopuszczalna odchyłka,   m</w:t>
            </w:r>
          </w:p>
        </w:tc>
      </w:tr>
      <w:tr w:rsidR="00EF06BA" w:rsidRPr="0099346E" w:rsidTr="00F2443C">
        <w:tc>
          <w:tcPr>
            <w:tcW w:w="2338" w:type="dxa"/>
            <w:tcBorders>
              <w:left w:val="single" w:sz="6" w:space="0" w:color="auto"/>
              <w:bottom w:val="doub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wymiaru</w:t>
            </w:r>
          </w:p>
        </w:tc>
        <w:tc>
          <w:tcPr>
            <w:tcW w:w="2586"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Gatunek 1</w:t>
            </w:r>
          </w:p>
        </w:tc>
        <w:tc>
          <w:tcPr>
            <w:tcW w:w="5069"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Gatunek 2</w:t>
            </w:r>
          </w:p>
        </w:tc>
      </w:tr>
      <w:tr w:rsidR="00EF06BA" w:rsidRPr="0099346E" w:rsidTr="00F2443C">
        <w:tc>
          <w:tcPr>
            <w:tcW w:w="2338" w:type="dxa"/>
            <w:tcBorders>
              <w:left w:val="single" w:sz="6" w:space="0" w:color="auto"/>
              <w:bottom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l</w:t>
            </w:r>
          </w:p>
        </w:tc>
        <w:tc>
          <w:tcPr>
            <w:tcW w:w="2586"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8</w:t>
            </w:r>
          </w:p>
        </w:tc>
        <w:tc>
          <w:tcPr>
            <w:tcW w:w="5069"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12</w:t>
            </w:r>
          </w:p>
        </w:tc>
      </w:tr>
      <w:tr w:rsidR="00EF06BA" w:rsidRPr="0099346E" w:rsidTr="00F2443C">
        <w:tc>
          <w:tcPr>
            <w:tcW w:w="2338" w:type="dxa"/>
            <w:tcBorders>
              <w:top w:val="single" w:sz="6" w:space="0" w:color="auto"/>
              <w:left w:val="single" w:sz="6" w:space="0" w:color="auto"/>
              <w:bottom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   h</w:t>
            </w:r>
          </w:p>
        </w:tc>
        <w:tc>
          <w:tcPr>
            <w:tcW w:w="2586"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3</w:t>
            </w:r>
          </w:p>
        </w:tc>
        <w:tc>
          <w:tcPr>
            <w:tcW w:w="5069"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3</w:t>
            </w:r>
          </w:p>
        </w:tc>
      </w:tr>
    </w:tbl>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2.4.3. </w:t>
      </w:r>
      <w:r w:rsidRPr="0099346E">
        <w:rPr>
          <w:rFonts w:ascii="Calibri Light" w:hAnsi="Calibri Light" w:cs="Calibri Light"/>
          <w:sz w:val="16"/>
          <w:szCs w:val="16"/>
        </w:rPr>
        <w:t>Dopuszczalne wady i uszkodzenia obrzeży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Powierzchnie obrzeży powinny być bez rys, pęknięć i ubytków betonu, o fakturze z formy lub zatartej. Krawędzie elementów powinny być równe i proste.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Dopuszczalne wady oraz uszkodzenia powierzchni i krawędzi elementów nie powinny przekraczać wartości podanych w tablicy 3.</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Tablica 3. Dopuszczalne wady i uszkodzenia obrzeży</w:t>
      </w:r>
    </w:p>
    <w:tbl>
      <w:tblPr>
        <w:tblW w:w="0" w:type="auto"/>
        <w:tblLayout w:type="fixed"/>
        <w:tblCellMar>
          <w:left w:w="70" w:type="dxa"/>
          <w:right w:w="70" w:type="dxa"/>
        </w:tblCellMar>
        <w:tblLook w:val="0000"/>
      </w:tblPr>
      <w:tblGrid>
        <w:gridCol w:w="1913"/>
        <w:gridCol w:w="3827"/>
        <w:gridCol w:w="1843"/>
        <w:gridCol w:w="2410"/>
      </w:tblGrid>
      <w:tr w:rsidR="00EF06BA" w:rsidRPr="0099346E" w:rsidTr="00F2443C">
        <w:tc>
          <w:tcPr>
            <w:tcW w:w="5740" w:type="dxa"/>
            <w:gridSpan w:val="2"/>
            <w:tcBorders>
              <w:top w:val="single" w:sz="6" w:space="0" w:color="auto"/>
              <w:left w:val="single" w:sz="6" w:space="0" w:color="auto"/>
            </w:tcBorders>
          </w:tcPr>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Rodzaj wad i uszkodzeń</w:t>
            </w:r>
          </w:p>
        </w:tc>
        <w:tc>
          <w:tcPr>
            <w:tcW w:w="4253"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 xml:space="preserve">Dopuszczalna wielkość </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wad i uszkodzeń</w:t>
            </w:r>
          </w:p>
        </w:tc>
      </w:tr>
      <w:tr w:rsidR="00EF06BA" w:rsidRPr="0099346E" w:rsidTr="00F2443C">
        <w:tc>
          <w:tcPr>
            <w:tcW w:w="5740" w:type="dxa"/>
            <w:gridSpan w:val="2"/>
            <w:tcBorders>
              <w:left w:val="single" w:sz="6" w:space="0" w:color="auto"/>
              <w:bottom w:val="double" w:sz="6" w:space="0" w:color="auto"/>
            </w:tcBorders>
          </w:tcPr>
          <w:p w:rsidR="00EF06BA" w:rsidRPr="0099346E" w:rsidRDefault="00EF06BA" w:rsidP="00C822E5">
            <w:pPr>
              <w:jc w:val="both"/>
              <w:rPr>
                <w:rFonts w:ascii="Calibri Light" w:hAnsi="Calibri Light" w:cs="Calibri Light"/>
                <w:sz w:val="16"/>
                <w:szCs w:val="16"/>
              </w:rPr>
            </w:pPr>
          </w:p>
        </w:tc>
        <w:tc>
          <w:tcPr>
            <w:tcW w:w="1843"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Gatunek 1</w:t>
            </w:r>
          </w:p>
        </w:tc>
        <w:tc>
          <w:tcPr>
            <w:tcW w:w="2410" w:type="dxa"/>
            <w:tcBorders>
              <w:top w:val="single" w:sz="6" w:space="0" w:color="auto"/>
              <w:left w:val="single" w:sz="6" w:space="0" w:color="auto"/>
              <w:bottom w:val="doub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Gatunek 2</w:t>
            </w:r>
          </w:p>
        </w:tc>
      </w:tr>
      <w:tr w:rsidR="00EF06BA" w:rsidRPr="0099346E" w:rsidTr="00F2443C">
        <w:tc>
          <w:tcPr>
            <w:tcW w:w="5740" w:type="dxa"/>
            <w:gridSpan w:val="2"/>
            <w:tcBorders>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Wklęsłość lub wypukłość powierzchni i krawędzi w mm</w:t>
            </w:r>
          </w:p>
        </w:tc>
        <w:tc>
          <w:tcPr>
            <w:tcW w:w="1843"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w:t>
            </w:r>
          </w:p>
        </w:tc>
        <w:tc>
          <w:tcPr>
            <w:tcW w:w="2410"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r>
      <w:tr w:rsidR="00EF06BA" w:rsidRPr="0099346E" w:rsidTr="00F2443C">
        <w:tc>
          <w:tcPr>
            <w:tcW w:w="1913" w:type="dxa"/>
            <w:tcBorders>
              <w:top w:val="single" w:sz="6" w:space="0" w:color="auto"/>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Szczerby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i uszkodzenia</w:t>
            </w:r>
          </w:p>
        </w:tc>
        <w:tc>
          <w:tcPr>
            <w:tcW w:w="3827" w:type="dxa"/>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ograniczających powierzchnie górne (ścieralne)</w:t>
            </w:r>
          </w:p>
        </w:tc>
        <w:tc>
          <w:tcPr>
            <w:tcW w:w="4253" w:type="dxa"/>
            <w:gridSpan w:val="2"/>
            <w:tcBorders>
              <w:top w:val="single" w:sz="6" w:space="0" w:color="auto"/>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niedopuszczalne</w:t>
            </w:r>
          </w:p>
        </w:tc>
      </w:tr>
      <w:tr w:rsidR="00EF06BA" w:rsidRPr="0099346E" w:rsidTr="00F2443C">
        <w:tc>
          <w:tcPr>
            <w:tcW w:w="1913" w:type="dxa"/>
            <w:tcBorders>
              <w:lef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krawędzi i naroży</w:t>
            </w:r>
          </w:p>
        </w:tc>
        <w:tc>
          <w:tcPr>
            <w:tcW w:w="3827" w:type="dxa"/>
            <w:tcBorders>
              <w:top w:val="single" w:sz="6" w:space="0" w:color="auto"/>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ograniczających   pozostałe powierzchnie:</w:t>
            </w:r>
          </w:p>
        </w:tc>
        <w:tc>
          <w:tcPr>
            <w:tcW w:w="1843" w:type="dxa"/>
            <w:tcBorders>
              <w:top w:val="single" w:sz="6" w:space="0" w:color="auto"/>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p>
        </w:tc>
        <w:tc>
          <w:tcPr>
            <w:tcW w:w="2410" w:type="dxa"/>
            <w:tcBorders>
              <w:top w:val="single" w:sz="6" w:space="0" w:color="auto"/>
              <w:left w:val="nil"/>
              <w:right w:val="single" w:sz="6" w:space="0" w:color="auto"/>
            </w:tcBorders>
          </w:tcPr>
          <w:p w:rsidR="00EF06BA" w:rsidRPr="0099346E" w:rsidRDefault="00EF06BA" w:rsidP="00C822E5">
            <w:pPr>
              <w:jc w:val="both"/>
              <w:rPr>
                <w:rFonts w:ascii="Calibri Light" w:hAnsi="Calibri Light" w:cs="Calibri Light"/>
                <w:sz w:val="16"/>
                <w:szCs w:val="16"/>
              </w:rPr>
            </w:pPr>
          </w:p>
        </w:tc>
      </w:tr>
      <w:tr w:rsidR="00EF06BA" w:rsidRPr="0099346E" w:rsidTr="00F2443C">
        <w:tc>
          <w:tcPr>
            <w:tcW w:w="1913" w:type="dxa"/>
            <w:tcBorders>
              <w:left w:val="single" w:sz="6" w:space="0" w:color="auto"/>
            </w:tcBorders>
          </w:tcPr>
          <w:p w:rsidR="00EF06BA" w:rsidRPr="0099346E" w:rsidRDefault="00EF06BA" w:rsidP="00C822E5">
            <w:pPr>
              <w:jc w:val="both"/>
              <w:rPr>
                <w:rFonts w:ascii="Calibri Light" w:hAnsi="Calibri Light" w:cs="Calibri Light"/>
                <w:sz w:val="16"/>
                <w:szCs w:val="16"/>
              </w:rPr>
            </w:pPr>
          </w:p>
        </w:tc>
        <w:tc>
          <w:tcPr>
            <w:tcW w:w="3827"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liczba, max</w:t>
            </w:r>
          </w:p>
        </w:tc>
        <w:tc>
          <w:tcPr>
            <w:tcW w:w="1843"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w:t>
            </w:r>
          </w:p>
        </w:tc>
        <w:tc>
          <w:tcPr>
            <w:tcW w:w="2410"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w:t>
            </w:r>
          </w:p>
        </w:tc>
      </w:tr>
      <w:tr w:rsidR="00EF06BA" w:rsidRPr="0099346E" w:rsidTr="00F2443C">
        <w:tc>
          <w:tcPr>
            <w:tcW w:w="1913" w:type="dxa"/>
            <w:tcBorders>
              <w:left w:val="single" w:sz="6" w:space="0" w:color="auto"/>
            </w:tcBorders>
          </w:tcPr>
          <w:p w:rsidR="00EF06BA" w:rsidRPr="0099346E" w:rsidRDefault="00EF06BA" w:rsidP="00C822E5">
            <w:pPr>
              <w:jc w:val="both"/>
              <w:rPr>
                <w:rFonts w:ascii="Calibri Light" w:hAnsi="Calibri Light" w:cs="Calibri Light"/>
                <w:sz w:val="16"/>
                <w:szCs w:val="16"/>
              </w:rPr>
            </w:pPr>
          </w:p>
        </w:tc>
        <w:tc>
          <w:tcPr>
            <w:tcW w:w="3827"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długość, mm, max</w:t>
            </w:r>
          </w:p>
        </w:tc>
        <w:tc>
          <w:tcPr>
            <w:tcW w:w="1843"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20</w:t>
            </w:r>
          </w:p>
        </w:tc>
        <w:tc>
          <w:tcPr>
            <w:tcW w:w="2410" w:type="dxa"/>
            <w:tcBorders>
              <w:left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40</w:t>
            </w:r>
          </w:p>
        </w:tc>
      </w:tr>
      <w:tr w:rsidR="00EF06BA" w:rsidRPr="0099346E" w:rsidTr="00F2443C">
        <w:tc>
          <w:tcPr>
            <w:tcW w:w="1913" w:type="dxa"/>
            <w:tcBorders>
              <w:left w:val="single" w:sz="6" w:space="0" w:color="auto"/>
              <w:bottom w:val="single" w:sz="6" w:space="0" w:color="auto"/>
            </w:tcBorders>
          </w:tcPr>
          <w:p w:rsidR="00EF06BA" w:rsidRPr="0099346E" w:rsidRDefault="00EF06BA" w:rsidP="00C822E5">
            <w:pPr>
              <w:jc w:val="both"/>
              <w:rPr>
                <w:rFonts w:ascii="Calibri Light" w:hAnsi="Calibri Light" w:cs="Calibri Light"/>
                <w:sz w:val="16"/>
                <w:szCs w:val="16"/>
              </w:rPr>
            </w:pPr>
          </w:p>
        </w:tc>
        <w:tc>
          <w:tcPr>
            <w:tcW w:w="3827"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głębokość, mm, max</w:t>
            </w:r>
          </w:p>
        </w:tc>
        <w:tc>
          <w:tcPr>
            <w:tcW w:w="1843"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w:t>
            </w:r>
          </w:p>
        </w:tc>
        <w:tc>
          <w:tcPr>
            <w:tcW w:w="2410" w:type="dxa"/>
            <w:tcBorders>
              <w:left w:val="single" w:sz="6" w:space="0" w:color="auto"/>
              <w:bottom w:val="single" w:sz="6" w:space="0" w:color="auto"/>
              <w:right w:val="single" w:sz="6" w:space="0" w:color="auto"/>
            </w:tcBorders>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10</w:t>
            </w:r>
          </w:p>
        </w:tc>
      </w:tr>
    </w:tbl>
    <w:p w:rsidR="00EF06BA" w:rsidRPr="0099346E" w:rsidRDefault="00EF06BA" w:rsidP="00C822E5">
      <w:pPr>
        <w:jc w:val="both"/>
        <w:rPr>
          <w:rFonts w:ascii="Calibri Light" w:hAnsi="Calibri Light" w:cs="Calibri Light"/>
          <w:sz w:val="16"/>
          <w:szCs w:val="16"/>
        </w:rPr>
      </w:pP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2.4.4. </w:t>
      </w:r>
      <w:r w:rsidRPr="0099346E">
        <w:rPr>
          <w:rFonts w:ascii="Calibri Light" w:hAnsi="Calibri Light" w:cs="Calibri Light"/>
          <w:sz w:val="16"/>
          <w:szCs w:val="16"/>
        </w:rPr>
        <w:t>Składowanie</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Betonowe obrzeża chodnikowe mogą być przechowywane na składowiskach otwartych, posegregowane według rodzajów i gatunków.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Betonowe obrzeża chodnikowe należy układać z zastosowaniem podkładek i przekładek drewnianych o wymiarach co najmniej: grubość 2,5 cm, szerokość 5 cm, długość minimum 5 cm większa niż szerokość obrzeża.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b/>
          <w:sz w:val="16"/>
          <w:szCs w:val="16"/>
        </w:rPr>
        <w:t xml:space="preserve">2.4.5. </w:t>
      </w:r>
      <w:r w:rsidRPr="0099346E">
        <w:rPr>
          <w:rFonts w:ascii="Calibri Light" w:hAnsi="Calibri Light" w:cs="Calibri Light"/>
          <w:sz w:val="16"/>
          <w:szCs w:val="16"/>
        </w:rPr>
        <w:t>Beton i jego składniki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Do produkcji obrzeży należy stosować beton według PN-B-06250 [2], klasy B 25 i B 30.</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2.5. Materiały na ławę i do zaprawy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Żwir do wykonania ławy powinien odpowiadać wymaganiom PN-B-11111 [5], a piasek - wymaganiom PN-B-11113 [6].</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Materiały do zaprawy cementowo-piaskowej powinny odpowiadać wymaganiom podanym w SST „Krawężniki betonowe” pkt 2.</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3. SPRZĘT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3.1. Ogólne wymagania dotyczące sprzętu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sprzętu podano w SST „Wymagania ogólne” pkt 3.</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3.2. Sprzęt do ustawiania obrzeży</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Roboty wykonuje się ręcznie przy zastosowaniu drobnego sprzętu pomocniczego.</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 TRANSPORT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4.1. Ogólne wymagania dotyczące transportu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wymagania dotyczące transportu podano w SST „Wymagania ogólne” pkt 4.</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4.2. Transport obrzeży betonowych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Betonowe obrzeża chodnikowe mogą być przewożone dowolnymi środkami transportu po osiągnięciu przez beton wytrzymałości minimum 0,7 wytrzymałości projektowanej.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Obrzeża powinny być zabezpieczone przed przemieszczeniem się i uszkodzeniami w czasie transportu.</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4.3. Transport pozostałych materiałów</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Transport pozostałych materiałów podano w SST „Krawężniki betonowe”.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 WYKONANIE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5.1. Ogólne zasady wykonania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wykonania robót podano w SST „Wymagania ogólne” pkt 5.</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5.2. Wykonanie koryta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Koryto pod podsypkę (ławę) należy wykonywać zgodnie z PN-B-06050 [1].</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Wymiary wykopu powinny odpowiadać wymiarom ławy w planie z uwzględnieniem w szerokości dna wykopu ew. konstrukcji szalunku.</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5.3. Podłoże lub podsypka (ława)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5.4. Ustawienie betonowych obrzeży chodnikowych</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Betonowe obrzeża chodnikowe należy ustawiać na wykonanym podłożu w miejscu i ze światłem (odległością górnej powierzchni obrzeża od ciągu komunikacyjnego) zgodnym z ustaleniami dokumentacji projektowej.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Zewnętrzna ściana obrzeża powinna być obsypana piaskiem, żwirem lub miejscowym gruntem przepuszczalnym, starannie ubitym.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Spoiny nie powinny przekraczać szerokości 1 cm. Należy wypełnić je piaskiem lub zaprawą cementowo-piaskową w stosunku 1:2. Spoiny przed zalaniem należy oczyścić i zmyć wodą. Spoiny muszą być wypełnione całkowicie na pełną głębokość.</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 KONTROLA JAKOŚCI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6.1. Ogólne zasady kontroli jakości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kontroli jakości robót podano w SST „Wymagania ogólne” pkt 6.</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6.2. Badania przed przystąpieniem do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Przed przystąpieniem do robót Wykonawca powinien wykonać badania materiałów przeznaczonych do ustawienia betonowych obrzeży chodnikowych i przedstawić wyniki tych badań Inspektorowi Nadzoru do akceptacji.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Badania pozostałych materiałów powinny obejmować wszystkie właściwości określone w normach podanych dla odpowiednich materiałów wymienionych w pkt 2.</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6.3. Badania w czasie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W czasie robót należy sprawdzać wykonanie:</w:t>
      </w:r>
    </w:p>
    <w:p w:rsidR="00EF06BA" w:rsidRPr="0099346E" w:rsidRDefault="00EF06BA" w:rsidP="00C822E5">
      <w:pPr>
        <w:numPr>
          <w:ilvl w:val="0"/>
          <w:numId w:val="20"/>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koryta pod podsypkę (ławę) - zgodnie z wymaganiami pkt 5.2,</w:t>
      </w:r>
    </w:p>
    <w:p w:rsidR="00EF06BA" w:rsidRPr="0099346E" w:rsidRDefault="00EF06BA" w:rsidP="00C822E5">
      <w:pPr>
        <w:numPr>
          <w:ilvl w:val="0"/>
          <w:numId w:val="20"/>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podłoża z rodzimego gruntu piaszczystego lub podsypki (ławy) ze żwiru lub piasku - zgodnie z wymaganiami pkt 5.3,</w:t>
      </w:r>
    </w:p>
    <w:p w:rsidR="00EF06BA" w:rsidRPr="0099346E" w:rsidRDefault="00EF06BA" w:rsidP="00C822E5">
      <w:pPr>
        <w:numPr>
          <w:ilvl w:val="0"/>
          <w:numId w:val="20"/>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ustawienia betonowego obrzeża chodnikowego - zgodnie z wymaganiami pkt 5.4, przy dopuszczalnych odchyleniach:</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 xml:space="preserve">linii obrzeża w planie, które może wynosić </w:t>
      </w:r>
      <w:r w:rsidRPr="0099346E">
        <w:rPr>
          <w:rFonts w:ascii="Calibri Light" w:hAnsi="Calibri Light" w:cs="Calibri Light"/>
          <w:sz w:val="16"/>
          <w:szCs w:val="16"/>
        </w:rPr>
        <w:sym w:font="Symbol" w:char="F0B1"/>
      </w:r>
      <w:r w:rsidRPr="0099346E">
        <w:rPr>
          <w:rFonts w:ascii="Calibri Light" w:hAnsi="Calibri Light" w:cs="Calibri Light"/>
          <w:sz w:val="16"/>
          <w:szCs w:val="16"/>
        </w:rPr>
        <w:t xml:space="preserve"> 2 cm na każde 100 m długości obrzeża,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 xml:space="preserve">niwelety górnej płaszczyzny obrzeża , które może wynosić </w:t>
      </w:r>
      <w:r w:rsidRPr="0099346E">
        <w:rPr>
          <w:rFonts w:ascii="Calibri Light" w:hAnsi="Calibri Light" w:cs="Calibri Light"/>
          <w:sz w:val="16"/>
          <w:szCs w:val="16"/>
        </w:rPr>
        <w:sym w:font="Symbol" w:char="F0B1"/>
      </w:r>
      <w:r w:rsidRPr="0099346E">
        <w:rPr>
          <w:rFonts w:ascii="Calibri Light" w:hAnsi="Calibri Light" w:cs="Calibri Light"/>
          <w:sz w:val="16"/>
          <w:szCs w:val="16"/>
        </w:rPr>
        <w:t>1 cm na każde 100 m długości obrzeża,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wypełnienia spoin, sprawdzane co 10 metrów, które powinno wykazywać całkowite wypełnienie badanej spoiny na pełną głębokość.</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 OBMIAR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7.1. Ogólne zasady obmiaru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obmiaru robót podano w SST „Wymagania ogólne” pkt 7.</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7.2. Jednostka obmiarowa</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Jednostką obmiarową jest m (metr) ustawionego betonowego obrzeża chodnikowego.</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 ODBIÓR ROBÓT</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8.1. Ogólne zasady odbioru robót</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zasady odbioru robót podano w SST „Wymagania ogólne” pkt 8.</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Roboty uznaje się za wykonane zgodnie z dokumentacją projektową, SST i wymaganiami Inspektora Nadzoru, jeżeli wszystkie pomiary i badania z zachowaniem tolerancji wg pkt 6 dały wyniki pozytywne.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8.2. Odbiór robót zanikających i ulegających zakryciu</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Odbiorowi robót zanikających i ulegających zakryciu podlegają:</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wykonane koryto,</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wykonana podsypka.</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 PODSTAWA PŁATNOŚCI</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9.1. Ogólne ustalenia dotyczące podstawy płatności</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Ogólne ustalenia dotyczące podstawy płatności podano w SST „Wymagania ogólne” pkt 9.</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9.2. Cena jednostki obmiarowej</w:t>
      </w:r>
    </w:p>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Cena wykonania 1 m betonowego obrzeża chodnikowego obejmuje:</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prace pomiarowe i roboty przygotowawcze,</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dostarczenie materiałów,</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wykonanie koryta,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rozścielenie i ubicie podsypki,</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ustawienie obrzeża,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wypełnienie spoin,</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obsypanie zewnętrznej ściany obrzeża,</w:t>
      </w:r>
    </w:p>
    <w:p w:rsidR="00EF06BA" w:rsidRPr="0099346E" w:rsidRDefault="00EF06BA" w:rsidP="00C822E5">
      <w:pPr>
        <w:numPr>
          <w:ilvl w:val="0"/>
          <w:numId w:val="19"/>
        </w:numPr>
        <w:overflowPunct w:val="0"/>
        <w:autoSpaceDE w:val="0"/>
        <w:autoSpaceDN w:val="0"/>
        <w:adjustRightInd w:val="0"/>
        <w:ind w:left="0" w:firstLine="0"/>
        <w:jc w:val="both"/>
        <w:textAlignment w:val="baseline"/>
        <w:rPr>
          <w:rFonts w:ascii="Calibri Light" w:hAnsi="Calibri Light" w:cs="Calibri Light"/>
          <w:sz w:val="16"/>
          <w:szCs w:val="16"/>
        </w:rPr>
      </w:pPr>
      <w:r w:rsidRPr="0099346E">
        <w:rPr>
          <w:rFonts w:ascii="Calibri Light" w:hAnsi="Calibri Light" w:cs="Calibri Light"/>
          <w:sz w:val="16"/>
          <w:szCs w:val="16"/>
        </w:rPr>
        <w:t>wykonanie badań i pomiarów wymaganych w specyfikacji technicznej.</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10. PRZEPISY ZWIĄZANE</w:t>
      </w:r>
    </w:p>
    <w:p w:rsidR="00EF06BA" w:rsidRPr="0099346E" w:rsidRDefault="00EF06BA" w:rsidP="00C822E5">
      <w:pPr>
        <w:pStyle w:val="Heading3"/>
        <w:spacing w:before="0" w:after="0"/>
        <w:jc w:val="both"/>
        <w:rPr>
          <w:rFonts w:ascii="Calibri Light" w:hAnsi="Calibri Light" w:cs="Calibri Light"/>
          <w:sz w:val="16"/>
          <w:szCs w:val="16"/>
        </w:rPr>
      </w:pPr>
      <w:r w:rsidRPr="0099346E">
        <w:rPr>
          <w:rFonts w:ascii="Calibri Light" w:hAnsi="Calibri Light" w:cs="Calibri Light"/>
          <w:sz w:val="16"/>
          <w:szCs w:val="16"/>
        </w:rPr>
        <w:t>Normy</w:t>
      </w:r>
    </w:p>
    <w:tbl>
      <w:tblPr>
        <w:tblW w:w="0" w:type="auto"/>
        <w:tblLayout w:type="fixed"/>
        <w:tblCellMar>
          <w:left w:w="70" w:type="dxa"/>
          <w:right w:w="70" w:type="dxa"/>
        </w:tblCellMar>
        <w:tblLook w:val="0000"/>
      </w:tblPr>
      <w:tblGrid>
        <w:gridCol w:w="496"/>
        <w:gridCol w:w="1559"/>
        <w:gridCol w:w="7098"/>
      </w:tblGrid>
      <w:tr w:rsidR="00EF06BA" w:rsidRPr="0099346E" w:rsidTr="00F2443C">
        <w:trPr>
          <w:trHeight w:val="214"/>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1.</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PN-B-06050</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Roboty ziemne budowlane</w:t>
            </w:r>
          </w:p>
        </w:tc>
      </w:tr>
      <w:tr w:rsidR="00EF06BA" w:rsidRPr="0099346E" w:rsidTr="00F2443C">
        <w:trPr>
          <w:trHeight w:val="229"/>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2.</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PN-B-06250</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Beton zwykły</w:t>
            </w:r>
          </w:p>
        </w:tc>
      </w:tr>
      <w:tr w:rsidR="00EF06BA" w:rsidRPr="0099346E" w:rsidTr="00F2443C">
        <w:trPr>
          <w:trHeight w:val="214"/>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3.</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PN-B-06711</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Kruszywo mineralne. Piasek do betonów i zapraw</w:t>
            </w:r>
          </w:p>
        </w:tc>
      </w:tr>
      <w:tr w:rsidR="00EF06BA" w:rsidRPr="0099346E" w:rsidTr="00F2443C">
        <w:trPr>
          <w:trHeight w:val="256"/>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4.</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PN-B-10021</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Prefabrykaty budowlane z betonu. Metody pomiaru cech geometrycznych</w:t>
            </w:r>
          </w:p>
        </w:tc>
      </w:tr>
      <w:tr w:rsidR="00EF06BA" w:rsidRPr="0099346E" w:rsidTr="00F2443C">
        <w:trPr>
          <w:trHeight w:val="227"/>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5.</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PN-B-11111</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Kruszywo mineralne. Kruszywa naturalne do nawierzchni drogowych. Żwir i mieszanka</w:t>
            </w:r>
          </w:p>
        </w:tc>
      </w:tr>
      <w:tr w:rsidR="00EF06BA" w:rsidRPr="0099346E" w:rsidTr="00F2443C">
        <w:trPr>
          <w:trHeight w:val="145"/>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6.</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PN-B-11113</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Kruszywo mineralne. Kruszywa naturalne do nawierzchni drogowych. Piasek</w:t>
            </w:r>
          </w:p>
        </w:tc>
      </w:tr>
      <w:tr w:rsidR="00EF06BA" w:rsidRPr="0099346E" w:rsidTr="00F2443C">
        <w:trPr>
          <w:trHeight w:val="123"/>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7.</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PN-B-19701</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Cement. Cement powszechnego użytku. Skład, wymagania i ocena zgodności</w:t>
            </w:r>
          </w:p>
        </w:tc>
      </w:tr>
      <w:tr w:rsidR="00EF06BA" w:rsidRPr="0099346E" w:rsidTr="00F2443C">
        <w:trPr>
          <w:trHeight w:val="331"/>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8.</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BN-80/6775-03/01</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Prefabrykaty budowlane z betonu. Elementy nawierzchni dróg, ulic, parkingów i torowisk tramwajowych. Wspólne wymagania i badania</w:t>
            </w:r>
          </w:p>
        </w:tc>
      </w:tr>
      <w:tr w:rsidR="00EF06BA" w:rsidRPr="0099346E" w:rsidTr="00F2443C">
        <w:trPr>
          <w:trHeight w:val="657"/>
        </w:trPr>
        <w:tc>
          <w:tcPr>
            <w:tcW w:w="496"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9.</w:t>
            </w:r>
          </w:p>
        </w:tc>
        <w:tc>
          <w:tcPr>
            <w:tcW w:w="1559"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BN-80/6775-03/04</w:t>
            </w:r>
          </w:p>
        </w:tc>
        <w:tc>
          <w:tcPr>
            <w:tcW w:w="7098" w:type="dxa"/>
          </w:tcPr>
          <w:p w:rsidR="00EF06BA" w:rsidRPr="0099346E" w:rsidRDefault="00EF06BA" w:rsidP="00C822E5">
            <w:pPr>
              <w:jc w:val="both"/>
              <w:rPr>
                <w:rFonts w:ascii="Calibri Light" w:hAnsi="Calibri Light" w:cs="Calibri Light"/>
                <w:sz w:val="16"/>
                <w:szCs w:val="16"/>
              </w:rPr>
            </w:pPr>
            <w:r w:rsidRPr="0099346E">
              <w:rPr>
                <w:rFonts w:ascii="Calibri Light" w:hAnsi="Calibri Light" w:cs="Calibri Light"/>
                <w:sz w:val="16"/>
                <w:szCs w:val="16"/>
              </w:rPr>
              <w:t>Prefabrykaty budowlane z betonu. Elementy nawierzchni dróg, ulic, parkingów i torowisk tramwajowych. Krawężniki i obrzeża.</w:t>
            </w:r>
          </w:p>
        </w:tc>
      </w:tr>
    </w:tbl>
    <w:p w:rsidR="00EF06BA" w:rsidRPr="00374A8E" w:rsidRDefault="00EF06BA" w:rsidP="00C822E5">
      <w:pPr>
        <w:pStyle w:val="Heading2"/>
        <w:jc w:val="both"/>
        <w:rPr>
          <w:rFonts w:ascii="Calibri Light" w:hAnsi="Calibri Light" w:cs="Calibri Light"/>
          <w:sz w:val="16"/>
          <w:szCs w:val="16"/>
          <w:lang/>
        </w:rPr>
      </w:pPr>
      <w:bookmarkStart w:id="2515" w:name="_Toc450800795"/>
      <w:bookmarkStart w:id="2516" w:name="_Toc450800832"/>
      <w:bookmarkStart w:id="2517" w:name="_Toc450801740"/>
      <w:bookmarkStart w:id="2518" w:name="_Toc458423079"/>
      <w:bookmarkStart w:id="2519" w:name="_Toc484007398"/>
      <w:r w:rsidRPr="0099346E">
        <w:rPr>
          <w:rFonts w:ascii="Calibri Light" w:hAnsi="Calibri Light" w:cs="Calibri Light"/>
          <w:sz w:val="16"/>
          <w:szCs w:val="16"/>
        </w:rPr>
        <w:t>ST 01.0</w:t>
      </w:r>
      <w:r w:rsidRPr="0099346E">
        <w:rPr>
          <w:rFonts w:ascii="Calibri Light" w:hAnsi="Calibri Light" w:cs="Calibri Light"/>
          <w:sz w:val="16"/>
          <w:szCs w:val="16"/>
          <w:lang/>
        </w:rPr>
        <w:t>5</w:t>
      </w:r>
      <w:r w:rsidRPr="0099346E">
        <w:rPr>
          <w:rFonts w:ascii="Calibri Light" w:hAnsi="Calibri Light" w:cs="Calibri Light"/>
          <w:sz w:val="16"/>
          <w:szCs w:val="16"/>
        </w:rPr>
        <w:t xml:space="preserve">  </w:t>
      </w:r>
      <w:bookmarkEnd w:id="2431"/>
      <w:bookmarkEnd w:id="2432"/>
      <w:bookmarkEnd w:id="2433"/>
      <w:bookmarkEnd w:id="2434"/>
      <w:bookmarkEnd w:id="2435"/>
      <w:bookmarkEnd w:id="2436"/>
      <w:bookmarkEnd w:id="2437"/>
      <w:bookmarkEnd w:id="2438"/>
      <w:bookmarkEnd w:id="2439"/>
      <w:r w:rsidRPr="0099346E">
        <w:rPr>
          <w:rFonts w:ascii="Calibri Light" w:hAnsi="Calibri Light" w:cs="Calibri Light"/>
          <w:sz w:val="16"/>
          <w:szCs w:val="16"/>
        </w:rPr>
        <w:t>WYPOSAŻENIE</w:t>
      </w:r>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r w:rsidRPr="0099346E">
        <w:rPr>
          <w:rFonts w:ascii="Calibri Light" w:hAnsi="Calibri Light" w:cs="Calibri Light"/>
          <w:sz w:val="16"/>
          <w:szCs w:val="16"/>
        </w:rPr>
        <w:t xml:space="preserve"> </w:t>
      </w:r>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515"/>
      <w:bookmarkEnd w:id="2516"/>
      <w:bookmarkEnd w:id="2517"/>
      <w:bookmarkEnd w:id="2518"/>
      <w:r>
        <w:rPr>
          <w:rFonts w:ascii="Calibri Light" w:hAnsi="Calibri Light" w:cs="Calibri Light"/>
          <w:sz w:val="16"/>
          <w:szCs w:val="16"/>
          <w:lang/>
        </w:rPr>
        <w:t>STREFY AKTYWNOŚCI</w:t>
      </w:r>
      <w:bookmarkEnd w:id="2519"/>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1. WSTĘP</w:t>
      </w:r>
      <w:bookmarkEnd w:id="2483"/>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1.1. Przedmiot ST</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Przedmiotem niniejszej specyfikacji technicznej (ST) są wymagania dotyczące wykonania i odbioru robót związanych z wykonywaniem elementów małej architektury-wyposażenia przy budowie jak w pkt 1.1. Warunki Ogólne.</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1.2. Zakres stosowania ST</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Specyfikacja techniczna (ST) stanowi obowiązującą podstawę jako dokument przetargowy i kontraktowy przy zlecaniu i realizacji robót.</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1.3. Zakres robót objętych ST</w:t>
      </w:r>
    </w:p>
    <w:p w:rsidR="00EF06BA" w:rsidRPr="0099346E" w:rsidRDefault="00EF06BA" w:rsidP="00C822E5">
      <w:pPr>
        <w:widowControl w:val="0"/>
        <w:jc w:val="both"/>
        <w:rPr>
          <w:rFonts w:ascii="Calibri Light" w:hAnsi="Calibri Light" w:cs="Calibri Light"/>
          <w:bCs/>
          <w:sz w:val="16"/>
          <w:szCs w:val="16"/>
        </w:rPr>
      </w:pPr>
      <w:r w:rsidRPr="0099346E">
        <w:rPr>
          <w:rFonts w:ascii="Calibri Light" w:hAnsi="Calibri Light" w:cs="Calibri Light"/>
          <w:sz w:val="16"/>
          <w:szCs w:val="16"/>
        </w:rPr>
        <w:t xml:space="preserve">Ustalenia zawarte w niniejszej specyfikacji dotyczą zasad prowadzenia robót związanych z budową i wyposażeniem placu zabaw w elementy małej architektury. </w:t>
      </w:r>
      <w:r w:rsidRPr="0099346E">
        <w:rPr>
          <w:rFonts w:ascii="Calibri Light" w:hAnsi="Calibri Light" w:cs="Calibri Light"/>
          <w:bCs/>
          <w:sz w:val="16"/>
          <w:szCs w:val="16"/>
        </w:rPr>
        <w:t>Szczegółowy zakres wyposażenia określono w dokumentacji projektowej.</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1.4. Ogólne wymagania dotyczące robót</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wymagania dotyczące robót podano w „Wymagania ogólne”.</w:t>
      </w:r>
    </w:p>
    <w:p w:rsidR="00EF06BA" w:rsidRPr="0099346E" w:rsidRDefault="00EF06BA" w:rsidP="00C822E5">
      <w:pPr>
        <w:widowControl w:val="0"/>
        <w:jc w:val="both"/>
        <w:rPr>
          <w:rFonts w:ascii="Calibri Light" w:hAnsi="Calibri Light" w:cs="Calibri Light"/>
          <w:b/>
          <w:bCs/>
          <w:sz w:val="16"/>
          <w:szCs w:val="16"/>
        </w:rPr>
      </w:pPr>
      <w:bookmarkStart w:id="2520" w:name="_Toc426167075"/>
      <w:r w:rsidRPr="0099346E">
        <w:rPr>
          <w:rFonts w:ascii="Calibri Light" w:hAnsi="Calibri Light" w:cs="Calibri Light"/>
          <w:b/>
          <w:bCs/>
          <w:sz w:val="16"/>
          <w:szCs w:val="16"/>
        </w:rPr>
        <w:t>2. MATERIAŁY</w:t>
      </w:r>
      <w:bookmarkEnd w:id="2520"/>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2.1. Ogólne wymagania dotyczące materiałów</w:t>
      </w:r>
      <w:r w:rsidRPr="0099346E">
        <w:rPr>
          <w:rFonts w:ascii="Calibri Light" w:hAnsi="Calibri Light" w:cs="Calibri Light"/>
          <w:b/>
          <w:bCs/>
          <w:sz w:val="16"/>
          <w:szCs w:val="16"/>
        </w:rPr>
        <w:tab/>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wymagania dotyczące materiałów, ich pozyskiwania i składowania podano w „Wymagania ogólne”.</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 xml:space="preserve">2.2. </w:t>
      </w:r>
      <w:r w:rsidRPr="0099346E">
        <w:rPr>
          <w:rFonts w:ascii="Calibri Light" w:hAnsi="Calibri Light" w:cs="Calibri Light"/>
          <w:b/>
          <w:sz w:val="16"/>
          <w:szCs w:val="16"/>
        </w:rPr>
        <w:t xml:space="preserve">Wyposażenie </w:t>
      </w:r>
      <w:bookmarkStart w:id="2521" w:name="_Toc426167076"/>
    </w:p>
    <w:p w:rsidR="00EF06BA" w:rsidRPr="0099346E" w:rsidRDefault="00EF06BA" w:rsidP="00BC29AC">
      <w:pPr>
        <w:widowControl w:val="0"/>
        <w:jc w:val="both"/>
        <w:rPr>
          <w:rFonts w:ascii="Calibri Light" w:hAnsi="Calibri Light" w:cs="Calibri Light"/>
          <w:b/>
          <w:bCs/>
          <w:color w:val="000000"/>
          <w:sz w:val="16"/>
          <w:szCs w:val="16"/>
        </w:rPr>
      </w:pPr>
    </w:p>
    <w:p w:rsidR="00EF06BA" w:rsidRPr="005A7704" w:rsidRDefault="00EF06BA" w:rsidP="005A7704">
      <w:pPr>
        <w:widowControl w:val="0"/>
        <w:rPr>
          <w:rFonts w:ascii="Calibri Light" w:hAnsi="Calibri Light" w:cs="Calibri Light"/>
          <w:bCs/>
          <w:sz w:val="16"/>
          <w:szCs w:val="16"/>
        </w:rPr>
      </w:pPr>
      <w:r w:rsidRPr="005A7704">
        <w:rPr>
          <w:rFonts w:ascii="Calibri Light" w:hAnsi="Calibri Light" w:cs="Calibri Light"/>
          <w:bCs/>
          <w:sz w:val="16"/>
          <w:szCs w:val="16"/>
        </w:rPr>
        <w:t>Szczegółowy opis w</w:t>
      </w:r>
      <w:r>
        <w:rPr>
          <w:rFonts w:ascii="Calibri Light" w:hAnsi="Calibri Light" w:cs="Calibri Light"/>
          <w:bCs/>
          <w:sz w:val="16"/>
          <w:szCs w:val="16"/>
        </w:rPr>
        <w:t>ybranych materiałów zawarty został</w:t>
      </w:r>
      <w:r w:rsidRPr="005A7704">
        <w:rPr>
          <w:rFonts w:ascii="Calibri Light" w:hAnsi="Calibri Light" w:cs="Calibri Light"/>
          <w:bCs/>
          <w:sz w:val="16"/>
          <w:szCs w:val="16"/>
        </w:rPr>
        <w:t xml:space="preserve"> w opisie</w:t>
      </w:r>
      <w:r>
        <w:rPr>
          <w:rFonts w:ascii="Calibri Light" w:hAnsi="Calibri Light" w:cs="Calibri Light"/>
          <w:bCs/>
          <w:sz w:val="16"/>
          <w:szCs w:val="16"/>
        </w:rPr>
        <w:t xml:space="preserve"> </w:t>
      </w:r>
      <w:r w:rsidRPr="005A7704">
        <w:rPr>
          <w:rFonts w:ascii="Calibri Light" w:hAnsi="Calibri Light" w:cs="Calibri Light"/>
          <w:bCs/>
          <w:sz w:val="16"/>
          <w:szCs w:val="16"/>
        </w:rPr>
        <w:t>technicznym do projektu.</w:t>
      </w:r>
      <w:r>
        <w:rPr>
          <w:rFonts w:ascii="Calibri Light" w:hAnsi="Calibri Light" w:cs="Calibri Light"/>
          <w:b/>
          <w:bCs/>
          <w:sz w:val="16"/>
          <w:szCs w:val="16"/>
        </w:rPr>
        <w:br/>
      </w:r>
      <w:r w:rsidRPr="0099346E">
        <w:rPr>
          <w:rFonts w:ascii="Calibri Light" w:hAnsi="Calibri Light" w:cs="Calibri Light"/>
          <w:b/>
          <w:bCs/>
          <w:sz w:val="16"/>
          <w:szCs w:val="16"/>
        </w:rPr>
        <w:t>3. SPRZĘT</w:t>
      </w:r>
      <w:bookmarkEnd w:id="2521"/>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3.1. Ogólne wymagania dotyczące sprzętu</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wymagania dotyczące sprzętu podano w „Wymagania ogólne”.</w:t>
      </w:r>
    </w:p>
    <w:p w:rsidR="00EF06BA" w:rsidRPr="0099346E" w:rsidRDefault="00EF06BA" w:rsidP="00C822E5">
      <w:pPr>
        <w:widowControl w:val="0"/>
        <w:jc w:val="both"/>
        <w:rPr>
          <w:rFonts w:ascii="Calibri Light" w:hAnsi="Calibri Light" w:cs="Calibri Light"/>
          <w:b/>
          <w:bCs/>
          <w:sz w:val="16"/>
          <w:szCs w:val="16"/>
        </w:rPr>
      </w:pPr>
      <w:bookmarkStart w:id="2522" w:name="_Toc426167077"/>
      <w:r w:rsidRPr="0099346E">
        <w:rPr>
          <w:rFonts w:ascii="Calibri Light" w:hAnsi="Calibri Light" w:cs="Calibri Light"/>
          <w:b/>
          <w:bCs/>
          <w:sz w:val="16"/>
          <w:szCs w:val="16"/>
        </w:rPr>
        <w:t>4. TRANSPORT</w:t>
      </w:r>
      <w:bookmarkEnd w:id="2522"/>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4.1. Ogólne wymagania dotyczące transportu</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wymagania dotyczące transportu podano w  „Wymagania ogólne”.</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4.2. Transport materiałów</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b/>
          <w:sz w:val="16"/>
          <w:szCs w:val="16"/>
        </w:rPr>
        <w:t xml:space="preserve">4.2.4. </w:t>
      </w:r>
      <w:r w:rsidRPr="0099346E">
        <w:rPr>
          <w:rFonts w:ascii="Calibri Light" w:hAnsi="Calibri Light" w:cs="Calibri Light"/>
          <w:sz w:val="16"/>
          <w:szCs w:val="16"/>
        </w:rPr>
        <w:t>Transport elementów prefabrykowanych</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Elementy prefabrykowane można przewozić dowolnymi środkami transportu w warunkach zabezpieczających je przed uszkodzeniami.</w:t>
      </w:r>
    </w:p>
    <w:p w:rsidR="00EF06BA" w:rsidRPr="0099346E" w:rsidRDefault="00EF06BA" w:rsidP="00C822E5">
      <w:pPr>
        <w:widowControl w:val="0"/>
        <w:jc w:val="both"/>
        <w:rPr>
          <w:rFonts w:ascii="Calibri Light" w:hAnsi="Calibri Light" w:cs="Calibri Light"/>
          <w:b/>
          <w:bCs/>
          <w:sz w:val="16"/>
          <w:szCs w:val="16"/>
        </w:rPr>
      </w:pPr>
      <w:bookmarkStart w:id="2523" w:name="_Toc426167078"/>
      <w:r w:rsidRPr="0099346E">
        <w:rPr>
          <w:rFonts w:ascii="Calibri Light" w:hAnsi="Calibri Light" w:cs="Calibri Light"/>
          <w:b/>
          <w:bCs/>
          <w:sz w:val="16"/>
          <w:szCs w:val="16"/>
        </w:rPr>
        <w:t>5. WYKONANIE ROBÓT</w:t>
      </w:r>
      <w:bookmarkEnd w:id="2523"/>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5.1. Ogólne zasady wykonania robót</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zasady wykonywania robót podano w „Wymagania ogólne”.</w:t>
      </w:r>
    </w:p>
    <w:p w:rsidR="00EF06BA" w:rsidRPr="0099346E" w:rsidRDefault="00EF06BA" w:rsidP="00C822E5">
      <w:pPr>
        <w:widowControl w:val="0"/>
        <w:jc w:val="both"/>
        <w:rPr>
          <w:rFonts w:ascii="Calibri Light" w:hAnsi="Calibri Light" w:cs="Calibri Light"/>
          <w:b/>
          <w:bCs/>
          <w:sz w:val="16"/>
          <w:szCs w:val="16"/>
        </w:rPr>
      </w:pPr>
      <w:bookmarkStart w:id="2524" w:name="_Toc426167079"/>
      <w:r w:rsidRPr="0099346E">
        <w:rPr>
          <w:rFonts w:ascii="Calibri Light" w:hAnsi="Calibri Light" w:cs="Calibri Light"/>
          <w:b/>
          <w:bCs/>
          <w:sz w:val="16"/>
          <w:szCs w:val="16"/>
        </w:rPr>
        <w:t>5.6. Zasady montażu elementów małej architektury.</w:t>
      </w:r>
    </w:p>
    <w:p w:rsidR="00EF06BA" w:rsidRPr="0099346E" w:rsidRDefault="00EF06BA" w:rsidP="00C822E5">
      <w:pPr>
        <w:widowControl w:val="0"/>
        <w:jc w:val="both"/>
        <w:rPr>
          <w:rFonts w:ascii="Calibri Light" w:hAnsi="Calibri Light" w:cs="Calibri Light"/>
          <w:bCs/>
          <w:sz w:val="16"/>
          <w:szCs w:val="16"/>
        </w:rPr>
      </w:pPr>
      <w:r w:rsidRPr="0099346E">
        <w:rPr>
          <w:rFonts w:ascii="Calibri Light" w:hAnsi="Calibri Light" w:cs="Calibri Light"/>
          <w:bCs/>
          <w:sz w:val="16"/>
          <w:szCs w:val="16"/>
        </w:rPr>
        <w:t xml:space="preserve">Wszystkie elementy zagospodarowania należy mocować do fundamentów zgodnie z wytycznymi montażu dostawcy/wytwórcy. Odchyłka od pionu nie może przekraczać ± 5 mm. </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6. KONTROLA JAKOŚCI ROBÓT</w:t>
      </w:r>
      <w:bookmarkEnd w:id="2524"/>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6.1. Ogólne zasady kontroli jakości robót</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zasady kontroli jakości robót podano w „Wymagania ogólne”.</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6.9. Ocena wyników badań</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Wszystkie materiały muszą spełniać wymagania podane w punkcie 2.</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Wszystkie elementy robót, które wykazują odstępstwa od postanowień ST powinny zostać rozebrane i ponownie wykonane na koszt Wykonawcy.</w:t>
      </w:r>
    </w:p>
    <w:p w:rsidR="00EF06BA" w:rsidRPr="0099346E" w:rsidRDefault="00EF06BA" w:rsidP="00C822E5">
      <w:pPr>
        <w:widowControl w:val="0"/>
        <w:jc w:val="both"/>
        <w:rPr>
          <w:rFonts w:ascii="Calibri Light" w:hAnsi="Calibri Light" w:cs="Calibri Light"/>
          <w:b/>
          <w:bCs/>
          <w:sz w:val="16"/>
          <w:szCs w:val="16"/>
        </w:rPr>
      </w:pPr>
      <w:bookmarkStart w:id="2525" w:name="_Toc426167080"/>
      <w:r w:rsidRPr="0099346E">
        <w:rPr>
          <w:rFonts w:ascii="Calibri Light" w:hAnsi="Calibri Light" w:cs="Calibri Light"/>
          <w:b/>
          <w:bCs/>
          <w:sz w:val="16"/>
          <w:szCs w:val="16"/>
        </w:rPr>
        <w:t>7. OBMIAR ROBÓT</w:t>
      </w:r>
      <w:bookmarkEnd w:id="2525"/>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7.1. Ogólne zasady obmiaru robót</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zasady obmiaru robót podano w „Wymagania ogólne” .</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7.2. Jednostka obmiarowa</w:t>
      </w:r>
    </w:p>
    <w:p w:rsidR="00EF06BA" w:rsidRPr="0099346E" w:rsidRDefault="00EF06BA" w:rsidP="00C822E5">
      <w:pPr>
        <w:pStyle w:val="Header"/>
        <w:widowControl w:val="0"/>
        <w:tabs>
          <w:tab w:val="clear" w:pos="4536"/>
          <w:tab w:val="clear" w:pos="9072"/>
        </w:tabs>
        <w:jc w:val="both"/>
        <w:rPr>
          <w:rFonts w:ascii="Calibri Light" w:hAnsi="Calibri Light" w:cs="Calibri Light"/>
          <w:sz w:val="16"/>
          <w:szCs w:val="16"/>
        </w:rPr>
      </w:pPr>
      <w:bookmarkStart w:id="2526" w:name="_Toc426167081"/>
      <w:r w:rsidRPr="0099346E">
        <w:rPr>
          <w:rFonts w:ascii="Calibri Light" w:hAnsi="Calibri Light" w:cs="Calibri Light"/>
          <w:sz w:val="16"/>
          <w:szCs w:val="16"/>
        </w:rPr>
        <w:t>Ilość jednostek wg przedmiaru</w:t>
      </w:r>
    </w:p>
    <w:p w:rsidR="00EF06BA" w:rsidRPr="0099346E" w:rsidRDefault="00EF06BA" w:rsidP="00C822E5">
      <w:pPr>
        <w:widowControl w:val="0"/>
        <w:jc w:val="both"/>
        <w:rPr>
          <w:rFonts w:ascii="Calibri Light" w:hAnsi="Calibri Light" w:cs="Calibri Light"/>
          <w:b/>
          <w:bCs/>
          <w:sz w:val="16"/>
          <w:szCs w:val="16"/>
        </w:rPr>
      </w:pPr>
      <w:r w:rsidRPr="0099346E">
        <w:rPr>
          <w:rFonts w:ascii="Calibri Light" w:hAnsi="Calibri Light" w:cs="Calibri Light"/>
          <w:b/>
          <w:bCs/>
          <w:sz w:val="16"/>
          <w:szCs w:val="16"/>
        </w:rPr>
        <w:t>8. ODBIÓR ROBÓT</w:t>
      </w:r>
      <w:bookmarkEnd w:id="2526"/>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Ogólne zasady odbioru robót podano w  „Wymagania ogólne”.</w:t>
      </w:r>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Roboty uznaje się za wykonane zgodnie z dokumentacją projektową, ST i wymaganiami Inspektora Nadzoru, jeżeli wszystkie pomiary i badania, z zachowaniem tolerancji wg pkt 6 dały wyniki pozytywne.</w:t>
      </w:r>
    </w:p>
    <w:p w:rsidR="00EF06BA" w:rsidRPr="0099346E" w:rsidRDefault="00EF06BA" w:rsidP="00C822E5">
      <w:pPr>
        <w:widowControl w:val="0"/>
        <w:jc w:val="both"/>
        <w:rPr>
          <w:rFonts w:ascii="Calibri Light" w:hAnsi="Calibri Light" w:cs="Calibri Light"/>
          <w:b/>
          <w:bCs/>
          <w:sz w:val="16"/>
          <w:szCs w:val="16"/>
        </w:rPr>
      </w:pPr>
      <w:bookmarkStart w:id="2527" w:name="_Toc426167082"/>
      <w:r w:rsidRPr="0099346E">
        <w:rPr>
          <w:rFonts w:ascii="Calibri Light" w:hAnsi="Calibri Light" w:cs="Calibri Light"/>
          <w:b/>
          <w:bCs/>
          <w:sz w:val="16"/>
          <w:szCs w:val="16"/>
        </w:rPr>
        <w:t>9. PODSTAWA PŁATNOŚCI</w:t>
      </w:r>
      <w:bookmarkEnd w:id="2527"/>
    </w:p>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Jak w założeniach ogólnych pkt 9</w:t>
      </w:r>
    </w:p>
    <w:p w:rsidR="00EF06BA" w:rsidRPr="0099346E" w:rsidRDefault="00EF06BA" w:rsidP="00C822E5">
      <w:pPr>
        <w:widowControl w:val="0"/>
        <w:jc w:val="both"/>
        <w:rPr>
          <w:rFonts w:ascii="Calibri Light" w:hAnsi="Calibri Light" w:cs="Calibri Light"/>
          <w:b/>
          <w:bCs/>
          <w:sz w:val="16"/>
          <w:szCs w:val="16"/>
        </w:rPr>
      </w:pPr>
      <w:bookmarkStart w:id="2528" w:name="_Toc426167083"/>
      <w:r w:rsidRPr="0099346E">
        <w:rPr>
          <w:rFonts w:ascii="Calibri Light" w:hAnsi="Calibri Light" w:cs="Calibri Light"/>
          <w:b/>
          <w:bCs/>
          <w:sz w:val="16"/>
          <w:szCs w:val="16"/>
        </w:rPr>
        <w:t>10. PRZEPISY ZWIĄZANE</w:t>
      </w:r>
      <w:bookmarkEnd w:id="2528"/>
    </w:p>
    <w:tbl>
      <w:tblPr>
        <w:tblW w:w="0" w:type="auto"/>
        <w:tblLayout w:type="fixed"/>
        <w:tblCellMar>
          <w:left w:w="70" w:type="dxa"/>
          <w:right w:w="70" w:type="dxa"/>
        </w:tblCellMar>
        <w:tblLook w:val="0000"/>
      </w:tblPr>
      <w:tblGrid>
        <w:gridCol w:w="640"/>
        <w:gridCol w:w="1698"/>
        <w:gridCol w:w="7263"/>
      </w:tblGrid>
      <w:tr w:rsidR="00EF06BA" w:rsidRPr="0099346E">
        <w:trPr>
          <w:trHeight w:val="143"/>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1.</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PN-B-06050</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Roboty ziemne budowlane. Wymagania w zakresie wykonywania i badania przy odbiorze</w:t>
            </w:r>
          </w:p>
        </w:tc>
      </w:tr>
      <w:tr w:rsidR="00EF06BA" w:rsidRPr="0099346E">
        <w:trPr>
          <w:trHeight w:val="143"/>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2.</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PN-B-06250</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Beton zwykły</w:t>
            </w:r>
          </w:p>
        </w:tc>
      </w:tr>
      <w:tr w:rsidR="00EF06BA" w:rsidRPr="0099346E">
        <w:trPr>
          <w:trHeight w:val="143"/>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3.</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PN-B-06251</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Roboty betonowe i żelbetowe. Wymagania techniczne</w:t>
            </w:r>
          </w:p>
        </w:tc>
      </w:tr>
      <w:tr w:rsidR="00EF06BA" w:rsidRPr="0099346E">
        <w:trPr>
          <w:trHeight w:val="143"/>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6.</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PN-D-95017</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Surowiec drzewny. Drewno tartaczne iglaste</w:t>
            </w:r>
          </w:p>
        </w:tc>
      </w:tr>
      <w:tr w:rsidR="00EF06BA" w:rsidRPr="0099346E">
        <w:trPr>
          <w:trHeight w:val="143"/>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7.</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PN-D-96000</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Tarcica iglasta ogólnego przeznaczenia</w:t>
            </w:r>
          </w:p>
        </w:tc>
      </w:tr>
      <w:tr w:rsidR="00EF06BA" w:rsidRPr="0099346E">
        <w:trPr>
          <w:trHeight w:val="143"/>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8.</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PN-D-96002</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Tarcica liściasta ogólnego przeznaczenia</w:t>
            </w:r>
          </w:p>
        </w:tc>
      </w:tr>
      <w:tr w:rsidR="00EF06BA" w:rsidRPr="0099346E">
        <w:trPr>
          <w:trHeight w:val="184"/>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11.</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PN-M-82010</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Podkładki kwadratowe w konstrukcjach drewnianych</w:t>
            </w:r>
          </w:p>
        </w:tc>
      </w:tr>
      <w:tr w:rsidR="00EF06BA" w:rsidRPr="0099346E">
        <w:trPr>
          <w:trHeight w:val="238"/>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12.</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PN-M-82121</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Śruby ze łbem kwadratowym</w:t>
            </w:r>
          </w:p>
        </w:tc>
      </w:tr>
      <w:tr w:rsidR="00EF06BA" w:rsidRPr="0099346E">
        <w:trPr>
          <w:trHeight w:val="258"/>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13.</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PN-M-82503</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Wkręty do drewna ze łbem stożkowym</w:t>
            </w:r>
          </w:p>
        </w:tc>
      </w:tr>
      <w:tr w:rsidR="00EF06BA" w:rsidRPr="0099346E">
        <w:trPr>
          <w:trHeight w:val="258"/>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14.</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PN-M-82505</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Wkręty do drewna ze łbem kulistym</w:t>
            </w:r>
          </w:p>
        </w:tc>
      </w:tr>
      <w:tr w:rsidR="00EF06BA" w:rsidRPr="0099346E">
        <w:trPr>
          <w:trHeight w:val="211"/>
        </w:trPr>
        <w:tc>
          <w:tcPr>
            <w:tcW w:w="640"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15.</w:t>
            </w:r>
          </w:p>
        </w:tc>
        <w:tc>
          <w:tcPr>
            <w:tcW w:w="1698"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BN-87/5028-12</w:t>
            </w:r>
          </w:p>
        </w:tc>
        <w:tc>
          <w:tcPr>
            <w:tcW w:w="7263" w:type="dxa"/>
          </w:tcPr>
          <w:p w:rsidR="00EF06BA" w:rsidRPr="0099346E" w:rsidRDefault="00EF06BA" w:rsidP="00C822E5">
            <w:pPr>
              <w:widowControl w:val="0"/>
              <w:jc w:val="both"/>
              <w:rPr>
                <w:rFonts w:ascii="Calibri Light" w:hAnsi="Calibri Light" w:cs="Calibri Light"/>
                <w:sz w:val="16"/>
                <w:szCs w:val="16"/>
              </w:rPr>
            </w:pPr>
            <w:r w:rsidRPr="0099346E">
              <w:rPr>
                <w:rFonts w:ascii="Calibri Light" w:hAnsi="Calibri Light" w:cs="Calibri Light"/>
                <w:sz w:val="16"/>
                <w:szCs w:val="16"/>
              </w:rPr>
              <w:t>Gwoździe budowlane. Gwoździe z trzpieniem gładkim, okrągłym i kwadratowym</w:t>
            </w:r>
          </w:p>
        </w:tc>
      </w:tr>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tbl>
    <w:p w:rsidR="00EF06BA" w:rsidRPr="0099346E" w:rsidRDefault="00EF06BA" w:rsidP="00C822E5">
      <w:pPr>
        <w:pStyle w:val="Heading2"/>
        <w:jc w:val="both"/>
        <w:rPr>
          <w:rFonts w:ascii="Calibri Light" w:hAnsi="Calibri Light" w:cs="Calibri Light"/>
          <w:sz w:val="16"/>
          <w:szCs w:val="16"/>
        </w:rPr>
      </w:pPr>
    </w:p>
    <w:sectPr w:rsidR="00EF06BA" w:rsidRPr="0099346E" w:rsidSect="00241E60">
      <w:headerReference w:type="default" r:id="rId14"/>
      <w:footerReference w:type="default" r:id="rId15"/>
      <w:pgSz w:w="11906" w:h="16838"/>
      <w:pgMar w:top="851" w:right="851" w:bottom="851" w:left="102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6BA" w:rsidRDefault="00EF06BA">
      <w:r>
        <w:separator/>
      </w:r>
    </w:p>
  </w:endnote>
  <w:endnote w:type="continuationSeparator" w:id="0">
    <w:p w:rsidR="00EF06BA" w:rsidRDefault="00EF0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Ebrima">
    <w:panose1 w:val="02000000000000000000"/>
    <w:charset w:val="EE"/>
    <w:family w:val="auto"/>
    <w:pitch w:val="variable"/>
    <w:sig w:usb0="A000005F" w:usb1="02000041" w:usb2="00000000" w:usb3="00000000" w:csb0="0000009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6BA" w:rsidRPr="0099346E" w:rsidRDefault="00EF06BA">
    <w:pPr>
      <w:pStyle w:val="Footer"/>
      <w:jc w:val="center"/>
      <w:rPr>
        <w:rFonts w:ascii="Calibri Light" w:hAnsi="Calibri Light" w:cs="Calibri Light"/>
        <w:sz w:val="20"/>
      </w:rPr>
    </w:pPr>
    <w:r w:rsidRPr="0099346E">
      <w:rPr>
        <w:rFonts w:ascii="Calibri Light" w:hAnsi="Calibri Light" w:cs="Calibri Light"/>
        <w:sz w:val="20"/>
      </w:rPr>
      <w:t xml:space="preserve">Strona </w:t>
    </w:r>
    <w:r w:rsidRPr="0099346E">
      <w:rPr>
        <w:rFonts w:ascii="Calibri Light" w:hAnsi="Calibri Light" w:cs="Calibri Light"/>
        <w:sz w:val="20"/>
      </w:rPr>
      <w:fldChar w:fldCharType="begin"/>
    </w:r>
    <w:r w:rsidRPr="0099346E">
      <w:rPr>
        <w:rFonts w:ascii="Calibri Light" w:hAnsi="Calibri Light" w:cs="Calibri Light"/>
        <w:sz w:val="20"/>
      </w:rPr>
      <w:instrText xml:space="preserve"> PAGE </w:instrText>
    </w:r>
    <w:r w:rsidRPr="0099346E">
      <w:rPr>
        <w:rFonts w:ascii="Calibri Light" w:hAnsi="Calibri Light" w:cs="Calibri Light"/>
        <w:sz w:val="20"/>
      </w:rPr>
      <w:fldChar w:fldCharType="separate"/>
    </w:r>
    <w:r>
      <w:rPr>
        <w:rFonts w:ascii="Calibri Light" w:hAnsi="Calibri Light" w:cs="Calibri Light"/>
        <w:noProof/>
        <w:sz w:val="20"/>
      </w:rPr>
      <w:t>3</w:t>
    </w:r>
    <w:r w:rsidRPr="0099346E">
      <w:rPr>
        <w:rFonts w:ascii="Calibri Light" w:hAnsi="Calibri Light" w:cs="Calibri Light"/>
        <w:sz w:val="20"/>
      </w:rPr>
      <w:fldChar w:fldCharType="end"/>
    </w:r>
    <w:r w:rsidRPr="0099346E">
      <w:rPr>
        <w:rFonts w:ascii="Calibri Light" w:hAnsi="Calibri Light" w:cs="Calibri Light"/>
        <w:sz w:val="20"/>
      </w:rPr>
      <w:t xml:space="preserve"> z </w:t>
    </w:r>
    <w:r w:rsidRPr="0099346E">
      <w:rPr>
        <w:rFonts w:ascii="Calibri Light" w:hAnsi="Calibri Light" w:cs="Calibri Light"/>
        <w:sz w:val="20"/>
      </w:rPr>
      <w:fldChar w:fldCharType="begin"/>
    </w:r>
    <w:r w:rsidRPr="0099346E">
      <w:rPr>
        <w:rFonts w:ascii="Calibri Light" w:hAnsi="Calibri Light" w:cs="Calibri Light"/>
        <w:sz w:val="20"/>
      </w:rPr>
      <w:instrText xml:space="preserve"> NUMPAGES </w:instrText>
    </w:r>
    <w:r w:rsidRPr="0099346E">
      <w:rPr>
        <w:rFonts w:ascii="Calibri Light" w:hAnsi="Calibri Light" w:cs="Calibri Light"/>
        <w:sz w:val="20"/>
      </w:rPr>
      <w:fldChar w:fldCharType="separate"/>
    </w:r>
    <w:r>
      <w:rPr>
        <w:rFonts w:ascii="Calibri Light" w:hAnsi="Calibri Light" w:cs="Calibri Light"/>
        <w:noProof/>
        <w:sz w:val="20"/>
      </w:rPr>
      <w:t>21</w:t>
    </w:r>
    <w:r w:rsidRPr="0099346E">
      <w:rPr>
        <w:rFonts w:ascii="Calibri Light" w:hAnsi="Calibri Light" w:cs="Calibri Light"/>
        <w:sz w:val="20"/>
      </w:rPr>
      <w:fldChar w:fldCharType="end"/>
    </w:r>
  </w:p>
  <w:p w:rsidR="00EF06BA" w:rsidRDefault="00EF06BA">
    <w:pPr>
      <w:pStyle w:val="Footer"/>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6BA" w:rsidRDefault="00EF06BA">
      <w:r>
        <w:separator/>
      </w:r>
    </w:p>
  </w:footnote>
  <w:footnote w:type="continuationSeparator" w:id="0">
    <w:p w:rsidR="00EF06BA" w:rsidRDefault="00EF0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6BA" w:rsidRPr="00F02FF2" w:rsidRDefault="00EF06BA" w:rsidP="00F02FF2">
    <w:pPr>
      <w:pStyle w:val="Header"/>
      <w:jc w:val="center"/>
    </w:pPr>
    <w:r w:rsidRPr="00652CC8">
      <w:rPr>
        <w:sz w:val="22"/>
      </w:rPr>
      <w:t>Budowa siłowni plenerowych na terenie gminy Świętochłowice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92E37E"/>
    <w:lvl w:ilvl="0">
      <w:numFmt w:val="decimal"/>
      <w:lvlText w:val="*"/>
      <w:lvlJc w:val="left"/>
      <w:rPr>
        <w:rFonts w:cs="Times New Roman"/>
      </w:rPr>
    </w:lvl>
  </w:abstractNum>
  <w:abstractNum w:abstractNumId="1">
    <w:nsid w:val="00000002"/>
    <w:multiLevelType w:val="singleLevel"/>
    <w:tmpl w:val="00000002"/>
    <w:name w:val="WW8Num10"/>
    <w:lvl w:ilvl="0">
      <w:start w:val="1"/>
      <w:numFmt w:val="bullet"/>
      <w:lvlText w:val="·"/>
      <w:lvlJc w:val="left"/>
      <w:pPr>
        <w:tabs>
          <w:tab w:val="num" w:pos="734"/>
        </w:tabs>
        <w:ind w:left="734" w:hanging="360"/>
      </w:pPr>
      <w:rPr>
        <w:rFonts w:ascii="Symbol" w:hAnsi="Symbol"/>
      </w:rPr>
    </w:lvl>
  </w:abstractNum>
  <w:abstractNum w:abstractNumId="2">
    <w:nsid w:val="00000003"/>
    <w:multiLevelType w:val="multilevel"/>
    <w:tmpl w:val="00000003"/>
    <w:name w:val="WW8Num11"/>
    <w:lvl w:ilvl="0">
      <w:start w:val="3"/>
      <w:numFmt w:val="decimal"/>
      <w:lvlText w:val="%1"/>
      <w:lvlJc w:val="left"/>
      <w:pPr>
        <w:tabs>
          <w:tab w:val="num" w:pos="840"/>
        </w:tabs>
        <w:ind w:left="840" w:hanging="840"/>
      </w:pPr>
      <w:rPr>
        <w:rFonts w:cs="Times New Roman"/>
      </w:rPr>
    </w:lvl>
    <w:lvl w:ilvl="1">
      <w:start w:val="6"/>
      <w:numFmt w:val="decimal"/>
      <w:lvlText w:val="%1.%2"/>
      <w:lvlJc w:val="left"/>
      <w:pPr>
        <w:tabs>
          <w:tab w:val="num" w:pos="840"/>
        </w:tabs>
        <w:ind w:left="840" w:hanging="840"/>
      </w:pPr>
      <w:rPr>
        <w:rFonts w:cs="Times New Roman"/>
      </w:rPr>
    </w:lvl>
    <w:lvl w:ilvl="2">
      <w:start w:val="4"/>
      <w:numFmt w:val="decimal"/>
      <w:lvlText w:val="%1.%2.%3"/>
      <w:lvlJc w:val="left"/>
      <w:pPr>
        <w:tabs>
          <w:tab w:val="num" w:pos="840"/>
        </w:tabs>
        <w:ind w:left="840" w:hanging="840"/>
      </w:pPr>
      <w:rPr>
        <w:rFonts w:cs="Times New Roman"/>
      </w:rPr>
    </w:lvl>
    <w:lvl w:ilvl="3">
      <w:start w:val="2"/>
      <w:numFmt w:val="decimal"/>
      <w:lvlText w:val="%1.%2.%3.%4"/>
      <w:lvlJc w:val="left"/>
      <w:pPr>
        <w:tabs>
          <w:tab w:val="num" w:pos="840"/>
        </w:tabs>
        <w:ind w:left="840" w:hanging="84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nsid w:val="00000006"/>
    <w:multiLevelType w:val="singleLevel"/>
    <w:tmpl w:val="00000006"/>
    <w:name w:val="WW8Num21"/>
    <w:lvl w:ilvl="0">
      <w:numFmt w:val="bullet"/>
      <w:lvlText w:val="•"/>
      <w:lvlJc w:val="left"/>
      <w:pPr>
        <w:tabs>
          <w:tab w:val="num" w:pos="0"/>
        </w:tabs>
      </w:pPr>
      <w:rPr>
        <w:rFonts w:ascii="Arial" w:hAnsi="Arial"/>
      </w:rPr>
    </w:lvl>
  </w:abstractNum>
  <w:abstractNum w:abstractNumId="6">
    <w:nsid w:val="00000007"/>
    <w:multiLevelType w:val="singleLevel"/>
    <w:tmpl w:val="00000007"/>
    <w:name w:val="WW8Num22"/>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23"/>
    <w:lvl w:ilvl="0">
      <w:numFmt w:val="bullet"/>
      <w:lvlText w:val="•"/>
      <w:lvlJc w:val="left"/>
      <w:pPr>
        <w:tabs>
          <w:tab w:val="num" w:pos="0"/>
        </w:tabs>
      </w:pPr>
      <w:rPr>
        <w:rFonts w:ascii="Arial" w:hAnsi="Arial"/>
      </w:rPr>
    </w:lvl>
  </w:abstractNum>
  <w:abstractNum w:abstractNumId="8">
    <w:nsid w:val="0000000A"/>
    <w:multiLevelType w:val="singleLevel"/>
    <w:tmpl w:val="0000000A"/>
    <w:name w:val="WW8Num33"/>
    <w:lvl w:ilvl="0">
      <w:start w:val="1"/>
      <w:numFmt w:val="bullet"/>
      <w:lvlText w:val="·"/>
      <w:lvlJc w:val="left"/>
      <w:pPr>
        <w:tabs>
          <w:tab w:val="num" w:pos="720"/>
        </w:tabs>
        <w:ind w:left="720" w:hanging="360"/>
      </w:pPr>
      <w:rPr>
        <w:rFonts w:ascii="Symbol" w:hAnsi="Symbol"/>
      </w:rPr>
    </w:lvl>
  </w:abstractNum>
  <w:abstractNum w:abstractNumId="9">
    <w:nsid w:val="0000000B"/>
    <w:multiLevelType w:val="singleLevel"/>
    <w:tmpl w:val="0000000B"/>
    <w:name w:val="WW8Num41"/>
    <w:lvl w:ilvl="0">
      <w:start w:val="1"/>
      <w:numFmt w:val="bullet"/>
      <w:lvlText w:val="·"/>
      <w:lvlJc w:val="left"/>
      <w:pPr>
        <w:tabs>
          <w:tab w:val="num" w:pos="720"/>
        </w:tabs>
        <w:ind w:left="720" w:hanging="360"/>
      </w:pPr>
      <w:rPr>
        <w:rFonts w:ascii="Symbol" w:hAnsi="Symbol"/>
      </w:rPr>
    </w:lvl>
  </w:abstractNum>
  <w:abstractNum w:abstractNumId="10">
    <w:nsid w:val="0000000C"/>
    <w:multiLevelType w:val="multilevel"/>
    <w:tmpl w:val="0000000C"/>
    <w:name w:val="WW8Num43"/>
    <w:lvl w:ilvl="0">
      <w:start w:val="3"/>
      <w:numFmt w:val="decimal"/>
      <w:lvlText w:val="%1"/>
      <w:lvlJc w:val="left"/>
      <w:pPr>
        <w:tabs>
          <w:tab w:val="num" w:pos="660"/>
        </w:tabs>
        <w:ind w:left="660" w:hanging="660"/>
      </w:pPr>
      <w:rPr>
        <w:rFonts w:cs="Times New Roman"/>
      </w:rPr>
    </w:lvl>
    <w:lvl w:ilvl="1">
      <w:start w:val="6"/>
      <w:numFmt w:val="decimal"/>
      <w:lvlText w:val="%1.%2"/>
      <w:lvlJc w:val="left"/>
      <w:pPr>
        <w:tabs>
          <w:tab w:val="num" w:pos="660"/>
        </w:tabs>
        <w:ind w:left="660" w:hanging="660"/>
      </w:pPr>
      <w:rPr>
        <w:rFonts w:cs="Times New Roman"/>
      </w:rPr>
    </w:lvl>
    <w:lvl w:ilvl="2">
      <w:start w:val="8"/>
      <w:numFmt w:val="decimal"/>
      <w:lvlText w:val="%1.%2.%3"/>
      <w:lvlJc w:val="left"/>
      <w:pPr>
        <w:tabs>
          <w:tab w:val="num" w:pos="720"/>
        </w:tabs>
        <w:ind w:left="720" w:hanging="720"/>
      </w:pPr>
      <w:rPr>
        <w:rFonts w:cs="Times New Roman"/>
      </w:rPr>
    </w:lvl>
    <w:lvl w:ilvl="3">
      <w:start w:val="2"/>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0000000D"/>
    <w:multiLevelType w:val="singleLevel"/>
    <w:tmpl w:val="0000000D"/>
    <w:name w:val="WW8Num48"/>
    <w:lvl w:ilvl="0">
      <w:start w:val="1"/>
      <w:numFmt w:val="bullet"/>
      <w:lvlText w:val="·"/>
      <w:lvlJc w:val="left"/>
      <w:pPr>
        <w:tabs>
          <w:tab w:val="num" w:pos="720"/>
        </w:tabs>
        <w:ind w:left="720" w:hanging="360"/>
      </w:pPr>
      <w:rPr>
        <w:rFonts w:ascii="Symbol" w:hAnsi="Symbol"/>
      </w:rPr>
    </w:lvl>
  </w:abstractNum>
  <w:abstractNum w:abstractNumId="12">
    <w:nsid w:val="0000000E"/>
    <w:multiLevelType w:val="singleLevel"/>
    <w:tmpl w:val="0000000E"/>
    <w:name w:val="WW8Num51"/>
    <w:lvl w:ilvl="0">
      <w:start w:val="1"/>
      <w:numFmt w:val="bullet"/>
      <w:lvlText w:val="·"/>
      <w:lvlJc w:val="left"/>
      <w:pPr>
        <w:tabs>
          <w:tab w:val="num" w:pos="720"/>
        </w:tabs>
        <w:ind w:left="720" w:hanging="360"/>
      </w:pPr>
      <w:rPr>
        <w:rFonts w:ascii="Symbol" w:hAnsi="Symbol"/>
      </w:rPr>
    </w:lvl>
  </w:abstractNum>
  <w:abstractNum w:abstractNumId="13">
    <w:nsid w:val="0000000F"/>
    <w:multiLevelType w:val="singleLevel"/>
    <w:tmpl w:val="0000000F"/>
    <w:name w:val="WW8Num55"/>
    <w:lvl w:ilvl="0">
      <w:start w:val="1"/>
      <w:numFmt w:val="bullet"/>
      <w:lvlText w:val="·"/>
      <w:lvlJc w:val="left"/>
      <w:pPr>
        <w:tabs>
          <w:tab w:val="num" w:pos="720"/>
        </w:tabs>
        <w:ind w:left="720" w:hanging="360"/>
      </w:pPr>
      <w:rPr>
        <w:rFonts w:ascii="Symbol" w:hAnsi="Symbol"/>
      </w:rPr>
    </w:lvl>
  </w:abstractNum>
  <w:abstractNum w:abstractNumId="14">
    <w:nsid w:val="00000010"/>
    <w:multiLevelType w:val="singleLevel"/>
    <w:tmpl w:val="00000010"/>
    <w:name w:val="WW8Num56"/>
    <w:lvl w:ilvl="0">
      <w:start w:val="1"/>
      <w:numFmt w:val="bullet"/>
      <w:lvlText w:val="·"/>
      <w:lvlJc w:val="left"/>
      <w:pPr>
        <w:tabs>
          <w:tab w:val="num" w:pos="720"/>
        </w:tabs>
        <w:ind w:left="720" w:hanging="360"/>
      </w:pPr>
      <w:rPr>
        <w:rFonts w:ascii="Symbol" w:hAnsi="Symbol"/>
      </w:rPr>
    </w:lvl>
  </w:abstractNum>
  <w:abstractNum w:abstractNumId="15">
    <w:nsid w:val="00000011"/>
    <w:multiLevelType w:val="singleLevel"/>
    <w:tmpl w:val="00000011"/>
    <w:name w:val="WW8Num60"/>
    <w:lvl w:ilvl="0">
      <w:start w:val="1"/>
      <w:numFmt w:val="bullet"/>
      <w:lvlText w:val="·"/>
      <w:lvlJc w:val="left"/>
      <w:pPr>
        <w:tabs>
          <w:tab w:val="num" w:pos="720"/>
        </w:tabs>
        <w:ind w:left="720" w:hanging="360"/>
      </w:pPr>
      <w:rPr>
        <w:rFonts w:ascii="Symbol" w:hAnsi="Symbol"/>
      </w:rPr>
    </w:lvl>
  </w:abstractNum>
  <w:abstractNum w:abstractNumId="16">
    <w:nsid w:val="00000012"/>
    <w:multiLevelType w:val="singleLevel"/>
    <w:tmpl w:val="00000012"/>
    <w:name w:val="WW8Num67"/>
    <w:lvl w:ilvl="0">
      <w:start w:val="1"/>
      <w:numFmt w:val="bullet"/>
      <w:lvlText w:val="·"/>
      <w:lvlJc w:val="left"/>
      <w:pPr>
        <w:tabs>
          <w:tab w:val="num" w:pos="720"/>
        </w:tabs>
        <w:ind w:left="720" w:hanging="360"/>
      </w:pPr>
      <w:rPr>
        <w:rFonts w:ascii="Symbol" w:hAnsi="Symbol"/>
      </w:rPr>
    </w:lvl>
  </w:abstractNum>
  <w:abstractNum w:abstractNumId="17">
    <w:nsid w:val="00000013"/>
    <w:multiLevelType w:val="singleLevel"/>
    <w:tmpl w:val="00000013"/>
    <w:name w:val="WW8Num71"/>
    <w:lvl w:ilvl="0">
      <w:start w:val="1"/>
      <w:numFmt w:val="bullet"/>
      <w:lvlText w:val="·"/>
      <w:lvlJc w:val="left"/>
      <w:pPr>
        <w:tabs>
          <w:tab w:val="num" w:pos="720"/>
        </w:tabs>
        <w:ind w:left="720" w:hanging="360"/>
      </w:pPr>
      <w:rPr>
        <w:rFonts w:ascii="Symbol" w:hAnsi="Symbol"/>
      </w:rPr>
    </w:lvl>
  </w:abstractNum>
  <w:abstractNum w:abstractNumId="18">
    <w:nsid w:val="00000014"/>
    <w:multiLevelType w:val="multilevel"/>
    <w:tmpl w:val="00000014"/>
    <w:name w:val="WW8Num73"/>
    <w:lvl w:ilvl="0">
      <w:start w:val="3"/>
      <w:numFmt w:val="decimal"/>
      <w:lvlText w:val="%1"/>
      <w:lvlJc w:val="left"/>
      <w:pPr>
        <w:tabs>
          <w:tab w:val="num" w:pos="660"/>
        </w:tabs>
        <w:ind w:left="660" w:hanging="660"/>
      </w:pPr>
      <w:rPr>
        <w:rFonts w:cs="Times New Roman"/>
      </w:rPr>
    </w:lvl>
    <w:lvl w:ilvl="1">
      <w:start w:val="6"/>
      <w:numFmt w:val="decimal"/>
      <w:lvlText w:val="%1.%2"/>
      <w:lvlJc w:val="left"/>
      <w:pPr>
        <w:tabs>
          <w:tab w:val="num" w:pos="660"/>
        </w:tabs>
        <w:ind w:left="660" w:hanging="660"/>
      </w:pPr>
      <w:rPr>
        <w:rFonts w:cs="Times New Roman"/>
      </w:rPr>
    </w:lvl>
    <w:lvl w:ilvl="2">
      <w:start w:val="5"/>
      <w:numFmt w:val="decimal"/>
      <w:lvlText w:val="%1.%2.%3"/>
      <w:lvlJc w:val="left"/>
      <w:pPr>
        <w:tabs>
          <w:tab w:val="num" w:pos="720"/>
        </w:tabs>
        <w:ind w:left="720" w:hanging="720"/>
      </w:pPr>
      <w:rPr>
        <w:rFonts w:cs="Times New Roman"/>
      </w:rPr>
    </w:lvl>
    <w:lvl w:ilvl="3">
      <w:start w:val="4"/>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00000015"/>
    <w:multiLevelType w:val="singleLevel"/>
    <w:tmpl w:val="00000015"/>
    <w:name w:val="WW8Num75"/>
    <w:lvl w:ilvl="0">
      <w:start w:val="1"/>
      <w:numFmt w:val="bullet"/>
      <w:lvlText w:val="·"/>
      <w:lvlJc w:val="left"/>
      <w:pPr>
        <w:tabs>
          <w:tab w:val="num" w:pos="720"/>
        </w:tabs>
        <w:ind w:left="720" w:hanging="360"/>
      </w:pPr>
      <w:rPr>
        <w:rFonts w:ascii="Symbol" w:hAnsi="Symbol"/>
      </w:rPr>
    </w:lvl>
  </w:abstractNum>
  <w:abstractNum w:abstractNumId="20">
    <w:nsid w:val="00000016"/>
    <w:multiLevelType w:val="singleLevel"/>
    <w:tmpl w:val="00000016"/>
    <w:name w:val="WW8Num76"/>
    <w:lvl w:ilvl="0">
      <w:start w:val="1"/>
      <w:numFmt w:val="bullet"/>
      <w:lvlText w:val="·"/>
      <w:lvlJc w:val="left"/>
      <w:pPr>
        <w:tabs>
          <w:tab w:val="num" w:pos="720"/>
        </w:tabs>
        <w:ind w:left="720" w:hanging="360"/>
      </w:pPr>
      <w:rPr>
        <w:rFonts w:ascii="Symbol" w:hAnsi="Symbol"/>
      </w:rPr>
    </w:lvl>
  </w:abstractNum>
  <w:abstractNum w:abstractNumId="21">
    <w:nsid w:val="00000021"/>
    <w:multiLevelType w:val="singleLevel"/>
    <w:tmpl w:val="00000021"/>
    <w:name w:val="WW8Num49"/>
    <w:lvl w:ilvl="0">
      <w:start w:val="1"/>
      <w:numFmt w:val="bullet"/>
      <w:lvlText w:val=""/>
      <w:lvlJc w:val="left"/>
      <w:pPr>
        <w:tabs>
          <w:tab w:val="num" w:pos="360"/>
        </w:tabs>
        <w:ind w:left="360" w:hanging="360"/>
      </w:pPr>
      <w:rPr>
        <w:rFonts w:ascii="Symbol" w:hAnsi="Symbol"/>
      </w:rPr>
    </w:lvl>
  </w:abstractNum>
  <w:abstractNum w:abstractNumId="22">
    <w:nsid w:val="00000022"/>
    <w:multiLevelType w:val="singleLevel"/>
    <w:tmpl w:val="00000022"/>
    <w:name w:val="WW8Num50"/>
    <w:lvl w:ilvl="0">
      <w:start w:val="1"/>
      <w:numFmt w:val="bullet"/>
      <w:lvlText w:val=""/>
      <w:lvlJc w:val="left"/>
      <w:pPr>
        <w:tabs>
          <w:tab w:val="num" w:pos="360"/>
        </w:tabs>
        <w:ind w:left="360" w:hanging="360"/>
      </w:pPr>
      <w:rPr>
        <w:rFonts w:ascii="Symbol" w:hAnsi="Symbol"/>
      </w:rPr>
    </w:lvl>
  </w:abstractNum>
  <w:abstractNum w:abstractNumId="23">
    <w:nsid w:val="00000057"/>
    <w:multiLevelType w:val="singleLevel"/>
    <w:tmpl w:val="00000057"/>
    <w:name w:val="WW8Num103"/>
    <w:lvl w:ilvl="0">
      <w:start w:val="1"/>
      <w:numFmt w:val="bullet"/>
      <w:lvlText w:val=""/>
      <w:lvlJc w:val="left"/>
      <w:pPr>
        <w:tabs>
          <w:tab w:val="num" w:pos="0"/>
        </w:tabs>
        <w:ind w:left="720" w:hanging="360"/>
      </w:pPr>
      <w:rPr>
        <w:rFonts w:ascii="Symbol" w:hAnsi="Symbol"/>
      </w:rPr>
    </w:lvl>
  </w:abstractNum>
  <w:abstractNum w:abstractNumId="24">
    <w:nsid w:val="0000005B"/>
    <w:multiLevelType w:val="singleLevel"/>
    <w:tmpl w:val="0000005B"/>
    <w:name w:val="WW8Num107"/>
    <w:lvl w:ilvl="0">
      <w:start w:val="1"/>
      <w:numFmt w:val="bullet"/>
      <w:lvlText w:val=""/>
      <w:lvlJc w:val="left"/>
      <w:pPr>
        <w:tabs>
          <w:tab w:val="num" w:pos="0"/>
        </w:tabs>
        <w:ind w:left="720" w:hanging="360"/>
      </w:pPr>
      <w:rPr>
        <w:rFonts w:ascii="Symbol" w:hAnsi="Symbol"/>
      </w:rPr>
    </w:lvl>
  </w:abstractNum>
  <w:abstractNum w:abstractNumId="25">
    <w:nsid w:val="00000072"/>
    <w:multiLevelType w:val="singleLevel"/>
    <w:tmpl w:val="00000072"/>
    <w:name w:val="WW8Num130"/>
    <w:lvl w:ilvl="0">
      <w:start w:val="1"/>
      <w:numFmt w:val="bullet"/>
      <w:lvlText w:val=""/>
      <w:lvlJc w:val="left"/>
      <w:pPr>
        <w:tabs>
          <w:tab w:val="num" w:pos="720"/>
        </w:tabs>
        <w:ind w:left="720" w:hanging="360"/>
      </w:pPr>
      <w:rPr>
        <w:rFonts w:ascii="Symbol" w:hAnsi="Symbol"/>
      </w:rPr>
    </w:lvl>
  </w:abstractNum>
  <w:abstractNum w:abstractNumId="26">
    <w:nsid w:val="0000008E"/>
    <w:multiLevelType w:val="singleLevel"/>
    <w:tmpl w:val="0000008E"/>
    <w:name w:val="WW8Num158"/>
    <w:lvl w:ilvl="0">
      <w:start w:val="1"/>
      <w:numFmt w:val="bullet"/>
      <w:lvlText w:val=""/>
      <w:lvlJc w:val="left"/>
      <w:pPr>
        <w:tabs>
          <w:tab w:val="num" w:pos="0"/>
        </w:tabs>
        <w:ind w:left="1080" w:hanging="360"/>
      </w:pPr>
      <w:rPr>
        <w:rFonts w:ascii="Symbol" w:hAnsi="Symbol"/>
      </w:rPr>
    </w:lvl>
  </w:abstractNum>
  <w:abstractNum w:abstractNumId="27">
    <w:nsid w:val="0016764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nsid w:val="04CF3AA7"/>
    <w:multiLevelType w:val="singleLevel"/>
    <w:tmpl w:val="04150001"/>
    <w:name w:val="WW8Num6"/>
    <w:lvl w:ilvl="0">
      <w:start w:val="1"/>
      <w:numFmt w:val="bullet"/>
      <w:lvlText w:val=""/>
      <w:lvlJc w:val="left"/>
      <w:pPr>
        <w:tabs>
          <w:tab w:val="num" w:pos="360"/>
        </w:tabs>
        <w:ind w:left="360" w:hanging="360"/>
      </w:pPr>
      <w:rPr>
        <w:rFonts w:ascii="Symbol" w:hAnsi="Symbol" w:hint="default"/>
      </w:rPr>
    </w:lvl>
  </w:abstractNum>
  <w:abstractNum w:abstractNumId="29">
    <w:nsid w:val="0F556E43"/>
    <w:multiLevelType w:val="hybridMultilevel"/>
    <w:tmpl w:val="08E83066"/>
    <w:lvl w:ilvl="0" w:tplc="22C65214">
      <w:start w:val="1"/>
      <w:numFmt w:val="decimal"/>
      <w:lvlText w:val="%1."/>
      <w:lvlJc w:val="left"/>
      <w:pPr>
        <w:tabs>
          <w:tab w:val="num" w:pos="720"/>
        </w:tabs>
        <w:ind w:left="720" w:hanging="360"/>
      </w:pPr>
      <w:rPr>
        <w:rFonts w:cs="Times New Roman"/>
      </w:rPr>
    </w:lvl>
    <w:lvl w:ilvl="1" w:tplc="5CA23FB6">
      <w:numFmt w:val="none"/>
      <w:lvlText w:val=""/>
      <w:lvlJc w:val="left"/>
      <w:pPr>
        <w:tabs>
          <w:tab w:val="num" w:pos="360"/>
        </w:tabs>
      </w:pPr>
      <w:rPr>
        <w:rFonts w:cs="Times New Roman"/>
      </w:rPr>
    </w:lvl>
    <w:lvl w:ilvl="2" w:tplc="BD807BFC">
      <w:numFmt w:val="none"/>
      <w:lvlText w:val=""/>
      <w:lvlJc w:val="left"/>
      <w:pPr>
        <w:tabs>
          <w:tab w:val="num" w:pos="360"/>
        </w:tabs>
      </w:pPr>
      <w:rPr>
        <w:rFonts w:cs="Times New Roman"/>
      </w:rPr>
    </w:lvl>
    <w:lvl w:ilvl="3" w:tplc="FA982060">
      <w:numFmt w:val="none"/>
      <w:lvlText w:val=""/>
      <w:lvlJc w:val="left"/>
      <w:pPr>
        <w:tabs>
          <w:tab w:val="num" w:pos="360"/>
        </w:tabs>
      </w:pPr>
      <w:rPr>
        <w:rFonts w:cs="Times New Roman"/>
      </w:rPr>
    </w:lvl>
    <w:lvl w:ilvl="4" w:tplc="783CFAFE">
      <w:numFmt w:val="none"/>
      <w:lvlText w:val=""/>
      <w:lvlJc w:val="left"/>
      <w:pPr>
        <w:tabs>
          <w:tab w:val="num" w:pos="360"/>
        </w:tabs>
      </w:pPr>
      <w:rPr>
        <w:rFonts w:cs="Times New Roman"/>
      </w:rPr>
    </w:lvl>
    <w:lvl w:ilvl="5" w:tplc="986E618A">
      <w:numFmt w:val="none"/>
      <w:lvlText w:val=""/>
      <w:lvlJc w:val="left"/>
      <w:pPr>
        <w:tabs>
          <w:tab w:val="num" w:pos="360"/>
        </w:tabs>
      </w:pPr>
      <w:rPr>
        <w:rFonts w:cs="Times New Roman"/>
      </w:rPr>
    </w:lvl>
    <w:lvl w:ilvl="6" w:tplc="3EDC0494">
      <w:numFmt w:val="none"/>
      <w:lvlText w:val=""/>
      <w:lvlJc w:val="left"/>
      <w:pPr>
        <w:tabs>
          <w:tab w:val="num" w:pos="360"/>
        </w:tabs>
      </w:pPr>
      <w:rPr>
        <w:rFonts w:cs="Times New Roman"/>
      </w:rPr>
    </w:lvl>
    <w:lvl w:ilvl="7" w:tplc="E752B9B6">
      <w:numFmt w:val="none"/>
      <w:lvlText w:val=""/>
      <w:lvlJc w:val="left"/>
      <w:pPr>
        <w:tabs>
          <w:tab w:val="num" w:pos="360"/>
        </w:tabs>
      </w:pPr>
      <w:rPr>
        <w:rFonts w:cs="Times New Roman"/>
      </w:rPr>
    </w:lvl>
    <w:lvl w:ilvl="8" w:tplc="F9C82A48">
      <w:numFmt w:val="none"/>
      <w:lvlText w:val=""/>
      <w:lvlJc w:val="left"/>
      <w:pPr>
        <w:tabs>
          <w:tab w:val="num" w:pos="360"/>
        </w:tabs>
      </w:pPr>
      <w:rPr>
        <w:rFonts w:cs="Times New Roman"/>
      </w:rPr>
    </w:lvl>
  </w:abstractNum>
  <w:abstractNum w:abstractNumId="30">
    <w:nsid w:val="18FB09C4"/>
    <w:multiLevelType w:val="hybridMultilevel"/>
    <w:tmpl w:val="AF7E204A"/>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1E04418C"/>
    <w:multiLevelType w:val="hybridMultilevel"/>
    <w:tmpl w:val="A6A801D0"/>
    <w:lvl w:ilvl="0" w:tplc="5C9ADA5C">
      <w:start w:val="1"/>
      <w:numFmt w:val="lowerLetter"/>
      <w:lvlText w:val="%1)"/>
      <w:lvlJc w:val="left"/>
      <w:pPr>
        <w:tabs>
          <w:tab w:val="num" w:pos="356"/>
        </w:tabs>
        <w:ind w:left="356" w:hanging="360"/>
      </w:pPr>
      <w:rPr>
        <w:rFonts w:cs="Times New Roman" w:hint="default"/>
      </w:rPr>
    </w:lvl>
    <w:lvl w:ilvl="1" w:tplc="04150001">
      <w:start w:val="1"/>
      <w:numFmt w:val="bullet"/>
      <w:lvlText w:val=""/>
      <w:lvlJc w:val="left"/>
      <w:pPr>
        <w:tabs>
          <w:tab w:val="num" w:pos="1076"/>
        </w:tabs>
        <w:ind w:left="1076" w:hanging="360"/>
      </w:pPr>
      <w:rPr>
        <w:rFonts w:ascii="Symbol" w:hAnsi="Symbol" w:hint="default"/>
      </w:rPr>
    </w:lvl>
    <w:lvl w:ilvl="2" w:tplc="0415001B" w:tentative="1">
      <w:start w:val="1"/>
      <w:numFmt w:val="lowerRoman"/>
      <w:lvlText w:val="%3."/>
      <w:lvlJc w:val="right"/>
      <w:pPr>
        <w:tabs>
          <w:tab w:val="num" w:pos="1796"/>
        </w:tabs>
        <w:ind w:left="1796" w:hanging="180"/>
      </w:pPr>
      <w:rPr>
        <w:rFonts w:cs="Times New Roman"/>
      </w:rPr>
    </w:lvl>
    <w:lvl w:ilvl="3" w:tplc="0415000F" w:tentative="1">
      <w:start w:val="1"/>
      <w:numFmt w:val="decimal"/>
      <w:lvlText w:val="%4."/>
      <w:lvlJc w:val="left"/>
      <w:pPr>
        <w:tabs>
          <w:tab w:val="num" w:pos="2516"/>
        </w:tabs>
        <w:ind w:left="2516" w:hanging="360"/>
      </w:pPr>
      <w:rPr>
        <w:rFonts w:cs="Times New Roman"/>
      </w:rPr>
    </w:lvl>
    <w:lvl w:ilvl="4" w:tplc="04150019" w:tentative="1">
      <w:start w:val="1"/>
      <w:numFmt w:val="lowerLetter"/>
      <w:lvlText w:val="%5."/>
      <w:lvlJc w:val="left"/>
      <w:pPr>
        <w:tabs>
          <w:tab w:val="num" w:pos="3236"/>
        </w:tabs>
        <w:ind w:left="3236" w:hanging="360"/>
      </w:pPr>
      <w:rPr>
        <w:rFonts w:cs="Times New Roman"/>
      </w:rPr>
    </w:lvl>
    <w:lvl w:ilvl="5" w:tplc="0415001B" w:tentative="1">
      <w:start w:val="1"/>
      <w:numFmt w:val="lowerRoman"/>
      <w:lvlText w:val="%6."/>
      <w:lvlJc w:val="right"/>
      <w:pPr>
        <w:tabs>
          <w:tab w:val="num" w:pos="3956"/>
        </w:tabs>
        <w:ind w:left="3956" w:hanging="180"/>
      </w:pPr>
      <w:rPr>
        <w:rFonts w:cs="Times New Roman"/>
      </w:rPr>
    </w:lvl>
    <w:lvl w:ilvl="6" w:tplc="0415000F" w:tentative="1">
      <w:start w:val="1"/>
      <w:numFmt w:val="decimal"/>
      <w:lvlText w:val="%7."/>
      <w:lvlJc w:val="left"/>
      <w:pPr>
        <w:tabs>
          <w:tab w:val="num" w:pos="4676"/>
        </w:tabs>
        <w:ind w:left="4676" w:hanging="360"/>
      </w:pPr>
      <w:rPr>
        <w:rFonts w:cs="Times New Roman"/>
      </w:rPr>
    </w:lvl>
    <w:lvl w:ilvl="7" w:tplc="04150019" w:tentative="1">
      <w:start w:val="1"/>
      <w:numFmt w:val="lowerLetter"/>
      <w:lvlText w:val="%8."/>
      <w:lvlJc w:val="left"/>
      <w:pPr>
        <w:tabs>
          <w:tab w:val="num" w:pos="5396"/>
        </w:tabs>
        <w:ind w:left="5396" w:hanging="360"/>
      </w:pPr>
      <w:rPr>
        <w:rFonts w:cs="Times New Roman"/>
      </w:rPr>
    </w:lvl>
    <w:lvl w:ilvl="8" w:tplc="0415001B" w:tentative="1">
      <w:start w:val="1"/>
      <w:numFmt w:val="lowerRoman"/>
      <w:lvlText w:val="%9."/>
      <w:lvlJc w:val="right"/>
      <w:pPr>
        <w:tabs>
          <w:tab w:val="num" w:pos="6116"/>
        </w:tabs>
        <w:ind w:left="6116" w:hanging="180"/>
      </w:pPr>
      <w:rPr>
        <w:rFonts w:cs="Times New Roman"/>
      </w:rPr>
    </w:lvl>
  </w:abstractNum>
  <w:abstractNum w:abstractNumId="32">
    <w:nsid w:val="1E456B11"/>
    <w:multiLevelType w:val="hybridMultilevel"/>
    <w:tmpl w:val="8CEE0CB0"/>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21405DE9"/>
    <w:multiLevelType w:val="multilevel"/>
    <w:tmpl w:val="8CE800D6"/>
    <w:lvl w:ilvl="0">
      <w:start w:val="4"/>
      <w:numFmt w:val="decimal"/>
      <w:lvlText w:val="%1"/>
      <w:lvlJc w:val="left"/>
      <w:pPr>
        <w:ind w:left="777" w:hanging="661"/>
      </w:pPr>
      <w:rPr>
        <w:rFonts w:cs="Times New Roman" w:hint="default"/>
      </w:rPr>
    </w:lvl>
    <w:lvl w:ilvl="1">
      <w:start w:val="2"/>
      <w:numFmt w:val="decimal"/>
      <w:lvlText w:val="%1.%2."/>
      <w:lvlJc w:val="left"/>
      <w:pPr>
        <w:ind w:left="777" w:hanging="661"/>
      </w:pPr>
      <w:rPr>
        <w:rFonts w:ascii="Calibri" w:eastAsia="Times New Roman" w:hAnsi="Calibri" w:cs="Calibri" w:hint="default"/>
        <w:spacing w:val="-1"/>
        <w:w w:val="100"/>
        <w:sz w:val="22"/>
        <w:szCs w:val="22"/>
      </w:rPr>
    </w:lvl>
    <w:lvl w:ilvl="2">
      <w:start w:val="1"/>
      <w:numFmt w:val="decimal"/>
      <w:lvlText w:val="%3."/>
      <w:lvlJc w:val="left"/>
      <w:pPr>
        <w:ind w:left="656" w:hanging="360"/>
      </w:pPr>
      <w:rPr>
        <w:rFonts w:ascii="Ebrima" w:eastAsia="Times New Roman" w:hAnsi="Ebrima" w:cs="Ebrima" w:hint="default"/>
        <w:b/>
        <w:bCs/>
        <w:spacing w:val="0"/>
        <w:w w:val="99"/>
        <w:sz w:val="24"/>
        <w:szCs w:val="24"/>
      </w:rPr>
    </w:lvl>
    <w:lvl w:ilvl="3">
      <w:start w:val="1"/>
      <w:numFmt w:val="decimal"/>
      <w:lvlText w:val="%3.%4."/>
      <w:lvlJc w:val="left"/>
      <w:pPr>
        <w:ind w:left="982" w:hanging="432"/>
      </w:pPr>
      <w:rPr>
        <w:rFonts w:ascii="Ebrima" w:eastAsia="Times New Roman" w:hAnsi="Ebrima" w:cs="Ebrima" w:hint="default"/>
        <w:b/>
        <w:bCs/>
        <w:spacing w:val="-1"/>
        <w:w w:val="100"/>
        <w:sz w:val="24"/>
        <w:szCs w:val="24"/>
      </w:rPr>
    </w:lvl>
    <w:lvl w:ilvl="4">
      <w:start w:val="1"/>
      <w:numFmt w:val="decimal"/>
      <w:lvlText w:val="%3.%4.%5."/>
      <w:lvlJc w:val="left"/>
      <w:pPr>
        <w:ind w:left="304" w:hanging="696"/>
      </w:pPr>
      <w:rPr>
        <w:rFonts w:ascii="Ebrima" w:eastAsia="Times New Roman" w:hAnsi="Ebrima" w:cs="Ebrima" w:hint="default"/>
        <w:b/>
        <w:bCs/>
        <w:spacing w:val="-1"/>
        <w:w w:val="100"/>
        <w:sz w:val="24"/>
        <w:szCs w:val="24"/>
      </w:rPr>
    </w:lvl>
    <w:lvl w:ilvl="5">
      <w:start w:val="1"/>
      <w:numFmt w:val="bullet"/>
      <w:lvlText w:val=""/>
      <w:lvlJc w:val="left"/>
      <w:pPr>
        <w:ind w:left="840" w:hanging="360"/>
      </w:pPr>
      <w:rPr>
        <w:rFonts w:ascii="Symbol" w:eastAsia="Times New Roman" w:hAnsi="Symbol" w:hint="default"/>
        <w:w w:val="100"/>
        <w:sz w:val="24"/>
      </w:rPr>
    </w:lvl>
    <w:lvl w:ilvl="6">
      <w:start w:val="1"/>
      <w:numFmt w:val="bullet"/>
      <w:lvlText w:val="•"/>
      <w:lvlJc w:val="left"/>
      <w:pPr>
        <w:ind w:left="3673" w:hanging="360"/>
      </w:pPr>
      <w:rPr>
        <w:rFonts w:hint="default"/>
      </w:rPr>
    </w:lvl>
    <w:lvl w:ilvl="7">
      <w:start w:val="1"/>
      <w:numFmt w:val="bullet"/>
      <w:lvlText w:val="•"/>
      <w:lvlJc w:val="left"/>
      <w:pPr>
        <w:ind w:left="5090" w:hanging="360"/>
      </w:pPr>
      <w:rPr>
        <w:rFonts w:hint="default"/>
      </w:rPr>
    </w:lvl>
    <w:lvl w:ilvl="8">
      <w:start w:val="1"/>
      <w:numFmt w:val="bullet"/>
      <w:lvlText w:val="•"/>
      <w:lvlJc w:val="left"/>
      <w:pPr>
        <w:ind w:left="6506" w:hanging="360"/>
      </w:pPr>
      <w:rPr>
        <w:rFonts w:hint="default"/>
      </w:rPr>
    </w:lvl>
  </w:abstractNum>
  <w:abstractNum w:abstractNumId="34">
    <w:nsid w:val="28AE4B2A"/>
    <w:multiLevelType w:val="hybridMultilevel"/>
    <w:tmpl w:val="979CBE92"/>
    <w:lvl w:ilvl="0" w:tplc="04150011">
      <w:start w:val="1"/>
      <w:numFmt w:val="decimal"/>
      <w:lvlText w:val="%1)"/>
      <w:lvlJc w:val="left"/>
      <w:pPr>
        <w:tabs>
          <w:tab w:val="num" w:pos="720"/>
        </w:tabs>
        <w:ind w:left="720" w:hanging="360"/>
      </w:pPr>
      <w:rPr>
        <w:rFonts w:cs="Times New Roman"/>
      </w:rPr>
    </w:lvl>
    <w:lvl w:ilvl="1" w:tplc="7BEED82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29752BDD"/>
    <w:multiLevelType w:val="hybridMultilevel"/>
    <w:tmpl w:val="E154F2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29B52DFE"/>
    <w:multiLevelType w:val="hybridMultilevel"/>
    <w:tmpl w:val="51D49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C2B1DD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8">
    <w:nsid w:val="2CBA08AF"/>
    <w:multiLevelType w:val="hybridMultilevel"/>
    <w:tmpl w:val="D63E8FC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2E6A5FFF"/>
    <w:multiLevelType w:val="hybridMultilevel"/>
    <w:tmpl w:val="134808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35831284"/>
    <w:multiLevelType w:val="hybridMultilevel"/>
    <w:tmpl w:val="2C54F700"/>
    <w:lvl w:ilvl="0" w:tplc="47ECA5D6">
      <w:start w:val="1"/>
      <w:numFmt w:val="bullet"/>
      <w:lvlText w:val=""/>
      <w:lvlJc w:val="left"/>
      <w:pPr>
        <w:ind w:left="600" w:hanging="360"/>
      </w:pPr>
      <w:rPr>
        <w:rFonts w:ascii="Symbol" w:eastAsia="Times New Roman" w:hAnsi="Symbol" w:hint="default"/>
        <w:w w:val="100"/>
        <w:sz w:val="24"/>
      </w:rPr>
    </w:lvl>
    <w:lvl w:ilvl="1" w:tplc="91781A0E">
      <w:start w:val="1"/>
      <w:numFmt w:val="bullet"/>
      <w:lvlText w:val=""/>
      <w:lvlJc w:val="left"/>
      <w:pPr>
        <w:ind w:left="1168" w:hanging="360"/>
      </w:pPr>
      <w:rPr>
        <w:rFonts w:ascii="Symbol" w:eastAsia="Times New Roman" w:hAnsi="Symbol" w:hint="default"/>
        <w:w w:val="100"/>
        <w:sz w:val="24"/>
      </w:rPr>
    </w:lvl>
    <w:lvl w:ilvl="2" w:tplc="D16C963E">
      <w:start w:val="1"/>
      <w:numFmt w:val="bullet"/>
      <w:lvlText w:val="•"/>
      <w:lvlJc w:val="left"/>
      <w:pPr>
        <w:ind w:left="2068" w:hanging="360"/>
      </w:pPr>
      <w:rPr>
        <w:rFonts w:hint="default"/>
      </w:rPr>
    </w:lvl>
    <w:lvl w:ilvl="3" w:tplc="3F38951C">
      <w:start w:val="1"/>
      <w:numFmt w:val="bullet"/>
      <w:lvlText w:val="•"/>
      <w:lvlJc w:val="left"/>
      <w:pPr>
        <w:ind w:left="2977" w:hanging="360"/>
      </w:pPr>
      <w:rPr>
        <w:rFonts w:hint="default"/>
      </w:rPr>
    </w:lvl>
    <w:lvl w:ilvl="4" w:tplc="BD24C33A">
      <w:start w:val="1"/>
      <w:numFmt w:val="bullet"/>
      <w:lvlText w:val="•"/>
      <w:lvlJc w:val="left"/>
      <w:pPr>
        <w:ind w:left="3886" w:hanging="360"/>
      </w:pPr>
      <w:rPr>
        <w:rFonts w:hint="default"/>
      </w:rPr>
    </w:lvl>
    <w:lvl w:ilvl="5" w:tplc="44303F00">
      <w:start w:val="1"/>
      <w:numFmt w:val="bullet"/>
      <w:lvlText w:val="•"/>
      <w:lvlJc w:val="left"/>
      <w:pPr>
        <w:ind w:left="4795" w:hanging="360"/>
      </w:pPr>
      <w:rPr>
        <w:rFonts w:hint="default"/>
      </w:rPr>
    </w:lvl>
    <w:lvl w:ilvl="6" w:tplc="5010EBDE">
      <w:start w:val="1"/>
      <w:numFmt w:val="bullet"/>
      <w:lvlText w:val="•"/>
      <w:lvlJc w:val="left"/>
      <w:pPr>
        <w:ind w:left="5704" w:hanging="360"/>
      </w:pPr>
      <w:rPr>
        <w:rFonts w:hint="default"/>
      </w:rPr>
    </w:lvl>
    <w:lvl w:ilvl="7" w:tplc="33AA8AAA">
      <w:start w:val="1"/>
      <w:numFmt w:val="bullet"/>
      <w:lvlText w:val="•"/>
      <w:lvlJc w:val="left"/>
      <w:pPr>
        <w:ind w:left="6613" w:hanging="360"/>
      </w:pPr>
      <w:rPr>
        <w:rFonts w:hint="default"/>
      </w:rPr>
    </w:lvl>
    <w:lvl w:ilvl="8" w:tplc="3B3248F8">
      <w:start w:val="1"/>
      <w:numFmt w:val="bullet"/>
      <w:lvlText w:val="•"/>
      <w:lvlJc w:val="left"/>
      <w:pPr>
        <w:ind w:left="7522" w:hanging="360"/>
      </w:pPr>
      <w:rPr>
        <w:rFonts w:hint="default"/>
      </w:rPr>
    </w:lvl>
  </w:abstractNum>
  <w:abstractNum w:abstractNumId="41">
    <w:nsid w:val="37433E45"/>
    <w:multiLevelType w:val="multilevel"/>
    <w:tmpl w:val="04A6A03E"/>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2">
    <w:nsid w:val="38153D2D"/>
    <w:multiLevelType w:val="hybridMultilevel"/>
    <w:tmpl w:val="5DF02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3E213F0D"/>
    <w:multiLevelType w:val="hybridMultilevel"/>
    <w:tmpl w:val="4822D78E"/>
    <w:lvl w:ilvl="0" w:tplc="D3C270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nsid w:val="43295124"/>
    <w:multiLevelType w:val="hybridMultilevel"/>
    <w:tmpl w:val="12D0357E"/>
    <w:lvl w:ilvl="0" w:tplc="D3C270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43555C13"/>
    <w:multiLevelType w:val="hybridMultilevel"/>
    <w:tmpl w:val="2B2A6344"/>
    <w:lvl w:ilvl="0" w:tplc="D3C270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nsid w:val="4D1A160A"/>
    <w:multiLevelType w:val="hybridMultilevel"/>
    <w:tmpl w:val="8440E9A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543409C9"/>
    <w:multiLevelType w:val="hybridMultilevel"/>
    <w:tmpl w:val="3E72F6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nsid w:val="5A2805CA"/>
    <w:multiLevelType w:val="singleLevel"/>
    <w:tmpl w:val="9BACA418"/>
    <w:lvl w:ilvl="0">
      <w:start w:val="1"/>
      <w:numFmt w:val="lowerLetter"/>
      <w:lvlText w:val="%1)"/>
      <w:legacy w:legacy="1" w:legacySpace="0" w:legacyIndent="283"/>
      <w:lvlJc w:val="left"/>
      <w:pPr>
        <w:ind w:left="283" w:hanging="283"/>
      </w:pPr>
      <w:rPr>
        <w:rFonts w:cs="Times New Roman"/>
      </w:rPr>
    </w:lvl>
  </w:abstractNum>
  <w:abstractNum w:abstractNumId="49">
    <w:nsid w:val="5D6536E8"/>
    <w:multiLevelType w:val="hybridMultilevel"/>
    <w:tmpl w:val="C9BCE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1D73F38"/>
    <w:multiLevelType w:val="hybridMultilevel"/>
    <w:tmpl w:val="BE32F83C"/>
    <w:lvl w:ilvl="0" w:tplc="04150015">
      <w:start w:val="1"/>
      <w:numFmt w:val="upperLetter"/>
      <w:lvlText w:val="%1."/>
      <w:lvlJc w:val="left"/>
      <w:pPr>
        <w:ind w:left="1146" w:hanging="360"/>
      </w:pPr>
      <w:rPr>
        <w:rFonts w:cs="Times New Roman"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1">
    <w:nsid w:val="62953C7F"/>
    <w:multiLevelType w:val="hybridMultilevel"/>
    <w:tmpl w:val="2BFA9614"/>
    <w:lvl w:ilvl="0" w:tplc="ED86CFB6">
      <w:start w:val="1"/>
      <w:numFmt w:val="bullet"/>
      <w:lvlText w:val="o"/>
      <w:lvlJc w:val="left"/>
      <w:pPr>
        <w:ind w:left="789" w:hanging="360"/>
      </w:pPr>
      <w:rPr>
        <w:rFonts w:ascii="Courier New" w:eastAsia="Times New Roman" w:hAnsi="Courier New" w:hint="default"/>
        <w:w w:val="100"/>
        <w:sz w:val="24"/>
      </w:rPr>
    </w:lvl>
    <w:lvl w:ilvl="1" w:tplc="3586D5EE">
      <w:start w:val="1"/>
      <w:numFmt w:val="bullet"/>
      <w:lvlText w:val="•"/>
      <w:lvlJc w:val="left"/>
      <w:pPr>
        <w:ind w:left="1240" w:hanging="360"/>
      </w:pPr>
      <w:rPr>
        <w:rFonts w:hint="default"/>
      </w:rPr>
    </w:lvl>
    <w:lvl w:ilvl="2" w:tplc="837CA212">
      <w:start w:val="1"/>
      <w:numFmt w:val="bullet"/>
      <w:lvlText w:val="•"/>
      <w:lvlJc w:val="left"/>
      <w:pPr>
        <w:ind w:left="1700" w:hanging="360"/>
      </w:pPr>
      <w:rPr>
        <w:rFonts w:hint="default"/>
      </w:rPr>
    </w:lvl>
    <w:lvl w:ilvl="3" w:tplc="33EC5222">
      <w:start w:val="1"/>
      <w:numFmt w:val="bullet"/>
      <w:lvlText w:val="•"/>
      <w:lvlJc w:val="left"/>
      <w:pPr>
        <w:ind w:left="2160" w:hanging="360"/>
      </w:pPr>
      <w:rPr>
        <w:rFonts w:hint="default"/>
      </w:rPr>
    </w:lvl>
    <w:lvl w:ilvl="4" w:tplc="56BAA95E">
      <w:start w:val="1"/>
      <w:numFmt w:val="bullet"/>
      <w:lvlText w:val="•"/>
      <w:lvlJc w:val="left"/>
      <w:pPr>
        <w:ind w:left="2621" w:hanging="360"/>
      </w:pPr>
      <w:rPr>
        <w:rFonts w:hint="default"/>
      </w:rPr>
    </w:lvl>
    <w:lvl w:ilvl="5" w:tplc="F6641F7E">
      <w:start w:val="1"/>
      <w:numFmt w:val="bullet"/>
      <w:lvlText w:val="•"/>
      <w:lvlJc w:val="left"/>
      <w:pPr>
        <w:ind w:left="3081" w:hanging="360"/>
      </w:pPr>
      <w:rPr>
        <w:rFonts w:hint="default"/>
      </w:rPr>
    </w:lvl>
    <w:lvl w:ilvl="6" w:tplc="6B10BA06">
      <w:start w:val="1"/>
      <w:numFmt w:val="bullet"/>
      <w:lvlText w:val="•"/>
      <w:lvlJc w:val="left"/>
      <w:pPr>
        <w:ind w:left="3541" w:hanging="360"/>
      </w:pPr>
      <w:rPr>
        <w:rFonts w:hint="default"/>
      </w:rPr>
    </w:lvl>
    <w:lvl w:ilvl="7" w:tplc="1C0C6282">
      <w:start w:val="1"/>
      <w:numFmt w:val="bullet"/>
      <w:lvlText w:val="•"/>
      <w:lvlJc w:val="left"/>
      <w:pPr>
        <w:ind w:left="4002" w:hanging="360"/>
      </w:pPr>
      <w:rPr>
        <w:rFonts w:hint="default"/>
      </w:rPr>
    </w:lvl>
    <w:lvl w:ilvl="8" w:tplc="6E729734">
      <w:start w:val="1"/>
      <w:numFmt w:val="bullet"/>
      <w:lvlText w:val="•"/>
      <w:lvlJc w:val="left"/>
      <w:pPr>
        <w:ind w:left="4462" w:hanging="360"/>
      </w:pPr>
      <w:rPr>
        <w:rFonts w:hint="default"/>
      </w:rPr>
    </w:lvl>
  </w:abstractNum>
  <w:abstractNum w:abstractNumId="52">
    <w:nsid w:val="68107347"/>
    <w:multiLevelType w:val="hybridMultilevel"/>
    <w:tmpl w:val="E006D4C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6C1069A6"/>
    <w:multiLevelType w:val="hybridMultilevel"/>
    <w:tmpl w:val="CB365674"/>
    <w:lvl w:ilvl="0" w:tplc="E5B2611C">
      <w:start w:val="1"/>
      <w:numFmt w:val="decimal"/>
      <w:pStyle w:val="NUMER2"/>
      <w:lvlText w:val="%1."/>
      <w:lvlJc w:val="left"/>
      <w:pPr>
        <w:tabs>
          <w:tab w:val="num" w:pos="360"/>
        </w:tabs>
      </w:pPr>
      <w:rPr>
        <w:rFonts w:ascii="Times New Roman" w:hAnsi="Times New Roman" w:cs="Times New Roman" w:hint="default"/>
        <w:sz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nsid w:val="6D582955"/>
    <w:multiLevelType w:val="hybridMultilevel"/>
    <w:tmpl w:val="D1C03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14C2E8F"/>
    <w:multiLevelType w:val="hybridMultilevel"/>
    <w:tmpl w:val="9FD092CA"/>
    <w:lvl w:ilvl="0" w:tplc="FAAE8C32">
      <w:start w:val="1"/>
      <w:numFmt w:val="bullet"/>
      <w:lvlText w:val="•"/>
      <w:lvlJc w:val="left"/>
      <w:pPr>
        <w:ind w:left="448" w:hanging="178"/>
      </w:pPr>
      <w:rPr>
        <w:rFonts w:ascii="Ebrima" w:eastAsia="Times New Roman" w:hAnsi="Ebrima" w:hint="default"/>
        <w:w w:val="99"/>
        <w:sz w:val="24"/>
      </w:rPr>
    </w:lvl>
    <w:lvl w:ilvl="1" w:tplc="C37C0FCC">
      <w:start w:val="1"/>
      <w:numFmt w:val="bullet"/>
      <w:lvlText w:val="•"/>
      <w:lvlJc w:val="left"/>
      <w:pPr>
        <w:ind w:left="1330" w:hanging="178"/>
      </w:pPr>
      <w:rPr>
        <w:rFonts w:hint="default"/>
      </w:rPr>
    </w:lvl>
    <w:lvl w:ilvl="2" w:tplc="632C1164">
      <w:start w:val="1"/>
      <w:numFmt w:val="bullet"/>
      <w:lvlText w:val="•"/>
      <w:lvlJc w:val="left"/>
      <w:pPr>
        <w:ind w:left="2220" w:hanging="178"/>
      </w:pPr>
      <w:rPr>
        <w:rFonts w:hint="default"/>
      </w:rPr>
    </w:lvl>
    <w:lvl w:ilvl="3" w:tplc="6D42F69E">
      <w:start w:val="1"/>
      <w:numFmt w:val="bullet"/>
      <w:lvlText w:val="•"/>
      <w:lvlJc w:val="left"/>
      <w:pPr>
        <w:ind w:left="3110" w:hanging="178"/>
      </w:pPr>
      <w:rPr>
        <w:rFonts w:hint="default"/>
      </w:rPr>
    </w:lvl>
    <w:lvl w:ilvl="4" w:tplc="BAD8624C">
      <w:start w:val="1"/>
      <w:numFmt w:val="bullet"/>
      <w:lvlText w:val="•"/>
      <w:lvlJc w:val="left"/>
      <w:pPr>
        <w:ind w:left="4000" w:hanging="178"/>
      </w:pPr>
      <w:rPr>
        <w:rFonts w:hint="default"/>
      </w:rPr>
    </w:lvl>
    <w:lvl w:ilvl="5" w:tplc="9C1083D8">
      <w:start w:val="1"/>
      <w:numFmt w:val="bullet"/>
      <w:lvlText w:val="•"/>
      <w:lvlJc w:val="left"/>
      <w:pPr>
        <w:ind w:left="4890" w:hanging="178"/>
      </w:pPr>
      <w:rPr>
        <w:rFonts w:hint="default"/>
      </w:rPr>
    </w:lvl>
    <w:lvl w:ilvl="6" w:tplc="537AFA30">
      <w:start w:val="1"/>
      <w:numFmt w:val="bullet"/>
      <w:lvlText w:val="•"/>
      <w:lvlJc w:val="left"/>
      <w:pPr>
        <w:ind w:left="5780" w:hanging="178"/>
      </w:pPr>
      <w:rPr>
        <w:rFonts w:hint="default"/>
      </w:rPr>
    </w:lvl>
    <w:lvl w:ilvl="7" w:tplc="A8880486">
      <w:start w:val="1"/>
      <w:numFmt w:val="bullet"/>
      <w:lvlText w:val="•"/>
      <w:lvlJc w:val="left"/>
      <w:pPr>
        <w:ind w:left="6670" w:hanging="178"/>
      </w:pPr>
      <w:rPr>
        <w:rFonts w:hint="default"/>
      </w:rPr>
    </w:lvl>
    <w:lvl w:ilvl="8" w:tplc="0B7E51C6">
      <w:start w:val="1"/>
      <w:numFmt w:val="bullet"/>
      <w:lvlText w:val="•"/>
      <w:lvlJc w:val="left"/>
      <w:pPr>
        <w:ind w:left="7560" w:hanging="178"/>
      </w:pPr>
      <w:rPr>
        <w:rFonts w:hint="default"/>
      </w:rPr>
    </w:lvl>
  </w:abstractNum>
  <w:abstractNum w:abstractNumId="56">
    <w:nsid w:val="72AD14B5"/>
    <w:multiLevelType w:val="hybridMultilevel"/>
    <w:tmpl w:val="13D083AE"/>
    <w:lvl w:ilvl="0" w:tplc="04150017">
      <w:start w:val="1"/>
      <w:numFmt w:val="lowerLetter"/>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7B413F87"/>
    <w:multiLevelType w:val="hybridMultilevel"/>
    <w:tmpl w:val="24264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F164177"/>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9">
    <w:nsid w:val="7F466227"/>
    <w:multiLevelType w:val="hybridMultilevel"/>
    <w:tmpl w:val="C5A2864C"/>
    <w:lvl w:ilvl="0" w:tplc="04150011">
      <w:start w:val="1"/>
      <w:numFmt w:val="decimal"/>
      <w:lvlText w:val="%1)"/>
      <w:lvlJc w:val="left"/>
      <w:pPr>
        <w:tabs>
          <w:tab w:val="num" w:pos="720"/>
        </w:tabs>
        <w:ind w:left="720" w:hanging="360"/>
      </w:pPr>
      <w:rPr>
        <w:rFonts w:cs="Times New Roman"/>
      </w:rPr>
    </w:lvl>
    <w:lvl w:ilvl="1" w:tplc="E0162820">
      <w:start w:val="1"/>
      <w:numFmt w:val="decimal"/>
      <w:lvlText w:val="%2."/>
      <w:lvlJc w:val="left"/>
      <w:pPr>
        <w:tabs>
          <w:tab w:val="num" w:pos="1440"/>
        </w:tabs>
        <w:ind w:left="1440" w:hanging="360"/>
      </w:pPr>
      <w:rPr>
        <w:rFonts w:cs="Times New Roman" w:hint="default"/>
      </w:rPr>
    </w:lvl>
    <w:lvl w:ilvl="2" w:tplc="9264A226">
      <w:start w:val="1"/>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9"/>
  </w:num>
  <w:num w:numId="2">
    <w:abstractNumId w:val="47"/>
  </w:num>
  <w:num w:numId="3">
    <w:abstractNumId w:val="31"/>
  </w:num>
  <w:num w:numId="4">
    <w:abstractNumId w:val="56"/>
  </w:num>
  <w:num w:numId="5">
    <w:abstractNumId w:val="38"/>
  </w:num>
  <w:num w:numId="6">
    <w:abstractNumId w:val="41"/>
  </w:num>
  <w:num w:numId="7">
    <w:abstractNumId w:val="46"/>
  </w:num>
  <w:num w:numId="8">
    <w:abstractNumId w:val="34"/>
  </w:num>
  <w:num w:numId="9">
    <w:abstractNumId w:val="32"/>
  </w:num>
  <w:num w:numId="10">
    <w:abstractNumId w:val="59"/>
  </w:num>
  <w:num w:numId="11">
    <w:abstractNumId w:val="29"/>
  </w:num>
  <w:num w:numId="12">
    <w:abstractNumId w:val="30"/>
  </w:num>
  <w:num w:numId="13">
    <w:abstractNumId w:val="35"/>
  </w:num>
  <w:num w:numId="14">
    <w:abstractNumId w:val="43"/>
  </w:num>
  <w:num w:numId="15">
    <w:abstractNumId w:val="44"/>
  </w:num>
  <w:num w:numId="16">
    <w:abstractNumId w:val="45"/>
  </w:num>
  <w:num w:numId="17">
    <w:abstractNumId w:val="0"/>
    <w:lvlOverride w:ilvl="0">
      <w:lvl w:ilvl="0">
        <w:numFmt w:val="bullet"/>
        <w:lvlText w:val=""/>
        <w:legacy w:legacy="1" w:legacySpace="0" w:legacyIndent="283"/>
        <w:lvlJc w:val="left"/>
        <w:pPr>
          <w:ind w:left="567" w:hanging="283"/>
        </w:pPr>
        <w:rPr>
          <w:rFonts w:ascii="Symbol" w:hAnsi="Symbol" w:hint="default"/>
        </w:rPr>
      </w:lvl>
    </w:lvlOverride>
  </w:num>
  <w:num w:numId="18">
    <w:abstractNumId w:val="53"/>
  </w:num>
  <w:num w:numId="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48"/>
  </w:num>
  <w:num w:numId="21">
    <w:abstractNumId w:val="42"/>
  </w:num>
  <w:num w:numId="22">
    <w:abstractNumId w:val="57"/>
  </w:num>
  <w:num w:numId="23">
    <w:abstractNumId w:val="54"/>
  </w:num>
  <w:num w:numId="24">
    <w:abstractNumId w:val="36"/>
  </w:num>
  <w:num w:numId="25">
    <w:abstractNumId w:val="49"/>
  </w:num>
  <w:num w:numId="26">
    <w:abstractNumId w:val="27"/>
  </w:num>
  <w:num w:numId="27">
    <w:abstractNumId w:val="58"/>
  </w:num>
  <w:num w:numId="28">
    <w:abstractNumId w:val="37"/>
  </w:num>
  <w:num w:numId="29">
    <w:abstractNumId w:val="55"/>
  </w:num>
  <w:num w:numId="30">
    <w:abstractNumId w:val="40"/>
  </w:num>
  <w:num w:numId="31">
    <w:abstractNumId w:val="51"/>
  </w:num>
  <w:num w:numId="32">
    <w:abstractNumId w:val="33"/>
  </w:num>
  <w:num w:numId="33">
    <w:abstractNumId w:val="50"/>
  </w:num>
  <w:num w:numId="34">
    <w:abstractNumId w:val="5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1723"/>
    <w:rsid w:val="0004127D"/>
    <w:rsid w:val="00044E4D"/>
    <w:rsid w:val="00053430"/>
    <w:rsid w:val="0005352C"/>
    <w:rsid w:val="00081816"/>
    <w:rsid w:val="00083683"/>
    <w:rsid w:val="000872CB"/>
    <w:rsid w:val="000957D8"/>
    <w:rsid w:val="000B2056"/>
    <w:rsid w:val="000B401D"/>
    <w:rsid w:val="000B5210"/>
    <w:rsid w:val="000D2EE1"/>
    <w:rsid w:val="000D7427"/>
    <w:rsid w:val="000E178C"/>
    <w:rsid w:val="000E1D7B"/>
    <w:rsid w:val="000E1F6C"/>
    <w:rsid w:val="000E51A7"/>
    <w:rsid w:val="001013BC"/>
    <w:rsid w:val="00111D3E"/>
    <w:rsid w:val="00121BF3"/>
    <w:rsid w:val="00137BC4"/>
    <w:rsid w:val="001616A6"/>
    <w:rsid w:val="00162543"/>
    <w:rsid w:val="00163133"/>
    <w:rsid w:val="001829AA"/>
    <w:rsid w:val="001A2CE0"/>
    <w:rsid w:val="001A69D5"/>
    <w:rsid w:val="001B488F"/>
    <w:rsid w:val="001B5130"/>
    <w:rsid w:val="001C25E2"/>
    <w:rsid w:val="001C28D8"/>
    <w:rsid w:val="001C6ACB"/>
    <w:rsid w:val="001D40DC"/>
    <w:rsid w:val="001E083B"/>
    <w:rsid w:val="001E2CE9"/>
    <w:rsid w:val="001F35E0"/>
    <w:rsid w:val="001F3836"/>
    <w:rsid w:val="001F6FE0"/>
    <w:rsid w:val="00203101"/>
    <w:rsid w:val="00206584"/>
    <w:rsid w:val="00211739"/>
    <w:rsid w:val="00235C71"/>
    <w:rsid w:val="00241E60"/>
    <w:rsid w:val="00250A40"/>
    <w:rsid w:val="00263A06"/>
    <w:rsid w:val="00264C22"/>
    <w:rsid w:val="0028324D"/>
    <w:rsid w:val="002A720E"/>
    <w:rsid w:val="002B1044"/>
    <w:rsid w:val="002B2690"/>
    <w:rsid w:val="002D19D7"/>
    <w:rsid w:val="002D6A9F"/>
    <w:rsid w:val="002F36A9"/>
    <w:rsid w:val="002F73B7"/>
    <w:rsid w:val="00300338"/>
    <w:rsid w:val="00310780"/>
    <w:rsid w:val="00314DCC"/>
    <w:rsid w:val="00331A63"/>
    <w:rsid w:val="0033690A"/>
    <w:rsid w:val="00350FCC"/>
    <w:rsid w:val="00366228"/>
    <w:rsid w:val="0037383F"/>
    <w:rsid w:val="003739C7"/>
    <w:rsid w:val="00374A8E"/>
    <w:rsid w:val="003821F4"/>
    <w:rsid w:val="003835B5"/>
    <w:rsid w:val="00385EC8"/>
    <w:rsid w:val="003A4B04"/>
    <w:rsid w:val="003B3781"/>
    <w:rsid w:val="003B584B"/>
    <w:rsid w:val="003B719D"/>
    <w:rsid w:val="0040160F"/>
    <w:rsid w:val="004055A0"/>
    <w:rsid w:val="0042294E"/>
    <w:rsid w:val="00424F65"/>
    <w:rsid w:val="00427ABE"/>
    <w:rsid w:val="004376F3"/>
    <w:rsid w:val="00440718"/>
    <w:rsid w:val="004426A4"/>
    <w:rsid w:val="00453825"/>
    <w:rsid w:val="00455425"/>
    <w:rsid w:val="00471A98"/>
    <w:rsid w:val="004922EF"/>
    <w:rsid w:val="004A0490"/>
    <w:rsid w:val="004B4FCD"/>
    <w:rsid w:val="004D74ED"/>
    <w:rsid w:val="004F2875"/>
    <w:rsid w:val="004F42A1"/>
    <w:rsid w:val="004F47A0"/>
    <w:rsid w:val="005055FD"/>
    <w:rsid w:val="00507B1F"/>
    <w:rsid w:val="00542801"/>
    <w:rsid w:val="00544F87"/>
    <w:rsid w:val="00545BC8"/>
    <w:rsid w:val="00545D15"/>
    <w:rsid w:val="0054678B"/>
    <w:rsid w:val="00547CB4"/>
    <w:rsid w:val="00551A55"/>
    <w:rsid w:val="00570F7C"/>
    <w:rsid w:val="00577AFF"/>
    <w:rsid w:val="0058344F"/>
    <w:rsid w:val="00587593"/>
    <w:rsid w:val="005955C4"/>
    <w:rsid w:val="005A7704"/>
    <w:rsid w:val="005A771E"/>
    <w:rsid w:val="005C3CE5"/>
    <w:rsid w:val="005E068C"/>
    <w:rsid w:val="005E5DD8"/>
    <w:rsid w:val="005E6D0F"/>
    <w:rsid w:val="005F2B07"/>
    <w:rsid w:val="00600D55"/>
    <w:rsid w:val="00611E45"/>
    <w:rsid w:val="00613C31"/>
    <w:rsid w:val="0061641A"/>
    <w:rsid w:val="006225E6"/>
    <w:rsid w:val="00636256"/>
    <w:rsid w:val="00636D3F"/>
    <w:rsid w:val="00637DF2"/>
    <w:rsid w:val="006402DF"/>
    <w:rsid w:val="00640AE9"/>
    <w:rsid w:val="00640C80"/>
    <w:rsid w:val="00641AB4"/>
    <w:rsid w:val="00652CC8"/>
    <w:rsid w:val="00673F1E"/>
    <w:rsid w:val="00686E7E"/>
    <w:rsid w:val="0069685A"/>
    <w:rsid w:val="006B3714"/>
    <w:rsid w:val="006C59F8"/>
    <w:rsid w:val="006C5A97"/>
    <w:rsid w:val="006D3AC4"/>
    <w:rsid w:val="006F677D"/>
    <w:rsid w:val="00727E3C"/>
    <w:rsid w:val="00740B5A"/>
    <w:rsid w:val="007412E1"/>
    <w:rsid w:val="00741790"/>
    <w:rsid w:val="00761E8F"/>
    <w:rsid w:val="00773795"/>
    <w:rsid w:val="00777019"/>
    <w:rsid w:val="00785B0B"/>
    <w:rsid w:val="00790787"/>
    <w:rsid w:val="007A24AA"/>
    <w:rsid w:val="007A410B"/>
    <w:rsid w:val="007C1BEF"/>
    <w:rsid w:val="007C4E0C"/>
    <w:rsid w:val="007C77FE"/>
    <w:rsid w:val="007E29A3"/>
    <w:rsid w:val="007E446C"/>
    <w:rsid w:val="007E6D70"/>
    <w:rsid w:val="007F2CD8"/>
    <w:rsid w:val="007F3E1B"/>
    <w:rsid w:val="007F5FE9"/>
    <w:rsid w:val="00802948"/>
    <w:rsid w:val="008044D1"/>
    <w:rsid w:val="00813334"/>
    <w:rsid w:val="00814434"/>
    <w:rsid w:val="00823E35"/>
    <w:rsid w:val="00827B39"/>
    <w:rsid w:val="00837614"/>
    <w:rsid w:val="00850154"/>
    <w:rsid w:val="008603A0"/>
    <w:rsid w:val="00862D7A"/>
    <w:rsid w:val="008812B8"/>
    <w:rsid w:val="008869E1"/>
    <w:rsid w:val="00894042"/>
    <w:rsid w:val="008B627F"/>
    <w:rsid w:val="008C7CFB"/>
    <w:rsid w:val="008D5FB2"/>
    <w:rsid w:val="008F4293"/>
    <w:rsid w:val="008F58E3"/>
    <w:rsid w:val="009244E4"/>
    <w:rsid w:val="00926E82"/>
    <w:rsid w:val="009273B6"/>
    <w:rsid w:val="009304B6"/>
    <w:rsid w:val="00950D13"/>
    <w:rsid w:val="009555BD"/>
    <w:rsid w:val="009572FC"/>
    <w:rsid w:val="00973778"/>
    <w:rsid w:val="00974382"/>
    <w:rsid w:val="00975A9C"/>
    <w:rsid w:val="009760D4"/>
    <w:rsid w:val="0099346E"/>
    <w:rsid w:val="00996087"/>
    <w:rsid w:val="009A4020"/>
    <w:rsid w:val="009E3B85"/>
    <w:rsid w:val="009E4D4C"/>
    <w:rsid w:val="009F1A36"/>
    <w:rsid w:val="00A07BFC"/>
    <w:rsid w:val="00A27C17"/>
    <w:rsid w:val="00A7050B"/>
    <w:rsid w:val="00A70644"/>
    <w:rsid w:val="00A72EE7"/>
    <w:rsid w:val="00A77298"/>
    <w:rsid w:val="00A81978"/>
    <w:rsid w:val="00AA1723"/>
    <w:rsid w:val="00AA7EB8"/>
    <w:rsid w:val="00AB098D"/>
    <w:rsid w:val="00AD5B29"/>
    <w:rsid w:val="00AD657B"/>
    <w:rsid w:val="00AE0DC0"/>
    <w:rsid w:val="00AE31F8"/>
    <w:rsid w:val="00AE624B"/>
    <w:rsid w:val="00AF28B4"/>
    <w:rsid w:val="00B0057E"/>
    <w:rsid w:val="00B363E2"/>
    <w:rsid w:val="00B56970"/>
    <w:rsid w:val="00B57920"/>
    <w:rsid w:val="00B60C96"/>
    <w:rsid w:val="00B82463"/>
    <w:rsid w:val="00B86EF1"/>
    <w:rsid w:val="00BA2621"/>
    <w:rsid w:val="00BA43F0"/>
    <w:rsid w:val="00BB196C"/>
    <w:rsid w:val="00BB7DC6"/>
    <w:rsid w:val="00BC040A"/>
    <w:rsid w:val="00BC29AC"/>
    <w:rsid w:val="00BC5FF2"/>
    <w:rsid w:val="00BE0A1C"/>
    <w:rsid w:val="00BF316E"/>
    <w:rsid w:val="00BF698B"/>
    <w:rsid w:val="00C02CF9"/>
    <w:rsid w:val="00C21882"/>
    <w:rsid w:val="00C222CB"/>
    <w:rsid w:val="00C421EA"/>
    <w:rsid w:val="00C531FD"/>
    <w:rsid w:val="00C7418C"/>
    <w:rsid w:val="00C77130"/>
    <w:rsid w:val="00C822E5"/>
    <w:rsid w:val="00CA45D6"/>
    <w:rsid w:val="00CD7FD1"/>
    <w:rsid w:val="00CE0747"/>
    <w:rsid w:val="00D07030"/>
    <w:rsid w:val="00D23DA5"/>
    <w:rsid w:val="00D4238E"/>
    <w:rsid w:val="00D4713E"/>
    <w:rsid w:val="00D61E45"/>
    <w:rsid w:val="00D7276B"/>
    <w:rsid w:val="00D7676C"/>
    <w:rsid w:val="00D778F2"/>
    <w:rsid w:val="00DA20B4"/>
    <w:rsid w:val="00DA7472"/>
    <w:rsid w:val="00DD724F"/>
    <w:rsid w:val="00DF45C6"/>
    <w:rsid w:val="00E115D2"/>
    <w:rsid w:val="00E33030"/>
    <w:rsid w:val="00E46019"/>
    <w:rsid w:val="00E4657B"/>
    <w:rsid w:val="00E66B89"/>
    <w:rsid w:val="00E87161"/>
    <w:rsid w:val="00E92289"/>
    <w:rsid w:val="00EA0B92"/>
    <w:rsid w:val="00EA1D0E"/>
    <w:rsid w:val="00EB1FD8"/>
    <w:rsid w:val="00EB379D"/>
    <w:rsid w:val="00EC27FD"/>
    <w:rsid w:val="00EC3236"/>
    <w:rsid w:val="00ED32A4"/>
    <w:rsid w:val="00EE0AA8"/>
    <w:rsid w:val="00EF06BA"/>
    <w:rsid w:val="00F02FF2"/>
    <w:rsid w:val="00F0740C"/>
    <w:rsid w:val="00F107C4"/>
    <w:rsid w:val="00F2443C"/>
    <w:rsid w:val="00F313B4"/>
    <w:rsid w:val="00F603EE"/>
    <w:rsid w:val="00F660FD"/>
    <w:rsid w:val="00F778DF"/>
    <w:rsid w:val="00F82B16"/>
    <w:rsid w:val="00F9009B"/>
    <w:rsid w:val="00F94CA3"/>
    <w:rsid w:val="00F95B7E"/>
    <w:rsid w:val="00FA48FB"/>
    <w:rsid w:val="00FB547B"/>
    <w:rsid w:val="00FD0823"/>
    <w:rsid w:val="00FE1417"/>
    <w:rsid w:val="00FF14CF"/>
    <w:rsid w:val="00FF65D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uiPriority="0"/>
    <w:lsdException w:name="Table Web 1" w:semiHidden="1" w:unhideWhenUsed="1"/>
    <w:lsdException w:name="Table Web 2" w:semiHidden="1" w:unhideWhenUsed="1"/>
    <w:lsdException w:name="Table Web 3" w:locked="1" w:uiPriority="0"/>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676C"/>
    <w:rPr>
      <w:sz w:val="24"/>
      <w:szCs w:val="24"/>
    </w:rPr>
  </w:style>
  <w:style w:type="paragraph" w:styleId="Heading1">
    <w:name w:val="heading 1"/>
    <w:basedOn w:val="Normal"/>
    <w:next w:val="Normal"/>
    <w:link w:val="Heading1Char"/>
    <w:uiPriority w:val="99"/>
    <w:qFormat/>
    <w:rsid w:val="00D7676C"/>
    <w:pPr>
      <w:keepNext/>
      <w:widowControl w:val="0"/>
      <w:autoSpaceDE w:val="0"/>
      <w:autoSpaceDN w:val="0"/>
      <w:adjustRightInd w:val="0"/>
      <w:spacing w:line="273" w:lineRule="atLeast"/>
      <w:outlineLvl w:val="0"/>
    </w:pPr>
    <w:rPr>
      <w:rFonts w:ascii="Arial" w:hAnsi="Arial" w:cs="Arial"/>
      <w:b/>
      <w:bCs/>
      <w:sz w:val="22"/>
      <w:szCs w:val="22"/>
    </w:rPr>
  </w:style>
  <w:style w:type="paragraph" w:styleId="Heading2">
    <w:name w:val="heading 2"/>
    <w:basedOn w:val="Normal"/>
    <w:next w:val="Normal"/>
    <w:link w:val="Heading2Char"/>
    <w:autoRedefine/>
    <w:uiPriority w:val="99"/>
    <w:qFormat/>
    <w:rsid w:val="00EC27FD"/>
    <w:pPr>
      <w:keepNext/>
      <w:outlineLvl w:val="1"/>
    </w:pPr>
    <w:rPr>
      <w:b/>
      <w:bCs/>
      <w:sz w:val="20"/>
      <w:szCs w:val="20"/>
    </w:rPr>
  </w:style>
  <w:style w:type="paragraph" w:styleId="Heading3">
    <w:name w:val="heading 3"/>
    <w:basedOn w:val="Normal"/>
    <w:next w:val="Normal"/>
    <w:link w:val="Heading3Char"/>
    <w:autoRedefine/>
    <w:uiPriority w:val="99"/>
    <w:qFormat/>
    <w:rsid w:val="00250A40"/>
    <w:pPr>
      <w:keepNext/>
      <w:spacing w:before="240" w:after="60"/>
      <w:outlineLvl w:val="2"/>
    </w:pPr>
    <w:rPr>
      <w:rFonts w:ascii="Arial" w:hAnsi="Arial"/>
      <w:b/>
      <w:bCs/>
      <w:sz w:val="18"/>
      <w:szCs w:val="18"/>
    </w:rPr>
  </w:style>
  <w:style w:type="paragraph" w:styleId="Heading4">
    <w:name w:val="heading 4"/>
    <w:basedOn w:val="Normal"/>
    <w:next w:val="Normal"/>
    <w:link w:val="Heading4Char"/>
    <w:uiPriority w:val="99"/>
    <w:qFormat/>
    <w:rsid w:val="00D7676C"/>
    <w:pPr>
      <w:keepNext/>
      <w:outlineLvl w:val="3"/>
    </w:pPr>
    <w:rPr>
      <w:b/>
    </w:rPr>
  </w:style>
  <w:style w:type="paragraph" w:styleId="Heading5">
    <w:name w:val="heading 5"/>
    <w:basedOn w:val="Normal"/>
    <w:next w:val="Normal"/>
    <w:link w:val="Heading5Char"/>
    <w:uiPriority w:val="99"/>
    <w:qFormat/>
    <w:rsid w:val="00D7676C"/>
    <w:pPr>
      <w:keepNext/>
      <w:outlineLvl w:val="4"/>
    </w:pPr>
    <w:rPr>
      <w:b/>
      <w:bCs/>
      <w:sz w:val="18"/>
    </w:rPr>
  </w:style>
  <w:style w:type="paragraph" w:styleId="Heading6">
    <w:name w:val="heading 6"/>
    <w:basedOn w:val="Normal"/>
    <w:next w:val="Normal"/>
    <w:link w:val="Heading6Char"/>
    <w:uiPriority w:val="99"/>
    <w:qFormat/>
    <w:rsid w:val="00CD7F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C0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C27FD"/>
    <w:rPr>
      <w:b/>
    </w:rPr>
  </w:style>
  <w:style w:type="character" w:customStyle="1" w:styleId="Heading3Char">
    <w:name w:val="Heading 3 Char"/>
    <w:basedOn w:val="DefaultParagraphFont"/>
    <w:link w:val="Heading3"/>
    <w:uiPriority w:val="99"/>
    <w:locked/>
    <w:rsid w:val="00250A40"/>
    <w:rPr>
      <w:rFonts w:ascii="Arial" w:hAnsi="Arial"/>
      <w:b/>
      <w:sz w:val="18"/>
    </w:rPr>
  </w:style>
  <w:style w:type="character" w:customStyle="1" w:styleId="Heading4Char">
    <w:name w:val="Heading 4 Char"/>
    <w:basedOn w:val="DefaultParagraphFont"/>
    <w:link w:val="Heading4"/>
    <w:uiPriority w:val="99"/>
    <w:locked/>
    <w:rsid w:val="00E87161"/>
    <w:rPr>
      <w:b/>
      <w:sz w:val="24"/>
    </w:rPr>
  </w:style>
  <w:style w:type="character" w:customStyle="1" w:styleId="Heading5Char">
    <w:name w:val="Heading 5 Char"/>
    <w:basedOn w:val="DefaultParagraphFont"/>
    <w:link w:val="Heading5"/>
    <w:uiPriority w:val="99"/>
    <w:locked/>
    <w:rsid w:val="00E87161"/>
    <w:rPr>
      <w:b/>
      <w:sz w:val="24"/>
    </w:rPr>
  </w:style>
  <w:style w:type="character" w:customStyle="1" w:styleId="Heading6Char">
    <w:name w:val="Heading 6 Char"/>
    <w:basedOn w:val="DefaultParagraphFont"/>
    <w:link w:val="Heading6"/>
    <w:uiPriority w:val="99"/>
    <w:locked/>
    <w:rsid w:val="00CD7FD1"/>
    <w:rPr>
      <w:b/>
      <w:sz w:val="22"/>
    </w:rPr>
  </w:style>
  <w:style w:type="paragraph" w:styleId="TOC1">
    <w:name w:val="toc 1"/>
    <w:basedOn w:val="Normal"/>
    <w:next w:val="Normal"/>
    <w:autoRedefine/>
    <w:uiPriority w:val="99"/>
    <w:rsid w:val="00D7676C"/>
    <w:pPr>
      <w:spacing w:before="120"/>
    </w:pPr>
    <w:rPr>
      <w:b/>
      <w:bCs/>
      <w:i/>
      <w:iCs/>
      <w:szCs w:val="28"/>
    </w:rPr>
  </w:style>
  <w:style w:type="paragraph" w:styleId="TOC2">
    <w:name w:val="toc 2"/>
    <w:basedOn w:val="Normal"/>
    <w:next w:val="Normal"/>
    <w:autoRedefine/>
    <w:uiPriority w:val="99"/>
    <w:rsid w:val="00D7676C"/>
    <w:pPr>
      <w:spacing w:before="120"/>
      <w:ind w:left="240"/>
    </w:pPr>
    <w:rPr>
      <w:b/>
      <w:bCs/>
      <w:szCs w:val="26"/>
    </w:rPr>
  </w:style>
  <w:style w:type="paragraph" w:styleId="TOC3">
    <w:name w:val="toc 3"/>
    <w:basedOn w:val="Normal"/>
    <w:next w:val="Normal"/>
    <w:autoRedefine/>
    <w:uiPriority w:val="99"/>
    <w:semiHidden/>
    <w:rsid w:val="00D7676C"/>
    <w:pPr>
      <w:ind w:left="480"/>
    </w:pPr>
  </w:style>
  <w:style w:type="paragraph" w:styleId="TOC4">
    <w:name w:val="toc 4"/>
    <w:basedOn w:val="Normal"/>
    <w:next w:val="Normal"/>
    <w:autoRedefine/>
    <w:uiPriority w:val="99"/>
    <w:semiHidden/>
    <w:rsid w:val="00D7676C"/>
    <w:pPr>
      <w:ind w:left="720"/>
    </w:pPr>
  </w:style>
  <w:style w:type="paragraph" w:styleId="TOC5">
    <w:name w:val="toc 5"/>
    <w:basedOn w:val="Normal"/>
    <w:next w:val="Normal"/>
    <w:autoRedefine/>
    <w:uiPriority w:val="99"/>
    <w:semiHidden/>
    <w:rsid w:val="00D7676C"/>
    <w:pPr>
      <w:ind w:left="960"/>
    </w:pPr>
  </w:style>
  <w:style w:type="paragraph" w:styleId="TOC6">
    <w:name w:val="toc 6"/>
    <w:basedOn w:val="Normal"/>
    <w:next w:val="Normal"/>
    <w:autoRedefine/>
    <w:uiPriority w:val="99"/>
    <w:semiHidden/>
    <w:rsid w:val="00D7676C"/>
    <w:pPr>
      <w:ind w:left="1200"/>
    </w:pPr>
  </w:style>
  <w:style w:type="paragraph" w:styleId="TOC7">
    <w:name w:val="toc 7"/>
    <w:basedOn w:val="Normal"/>
    <w:next w:val="Normal"/>
    <w:autoRedefine/>
    <w:uiPriority w:val="99"/>
    <w:semiHidden/>
    <w:rsid w:val="00D7676C"/>
    <w:pPr>
      <w:ind w:left="1440"/>
    </w:pPr>
  </w:style>
  <w:style w:type="paragraph" w:styleId="TOC8">
    <w:name w:val="toc 8"/>
    <w:basedOn w:val="Normal"/>
    <w:next w:val="Normal"/>
    <w:autoRedefine/>
    <w:uiPriority w:val="99"/>
    <w:semiHidden/>
    <w:rsid w:val="00D7676C"/>
    <w:pPr>
      <w:ind w:left="1680"/>
    </w:pPr>
  </w:style>
  <w:style w:type="paragraph" w:styleId="TOC9">
    <w:name w:val="toc 9"/>
    <w:basedOn w:val="Normal"/>
    <w:next w:val="Normal"/>
    <w:autoRedefine/>
    <w:uiPriority w:val="99"/>
    <w:semiHidden/>
    <w:rsid w:val="00D7676C"/>
    <w:pPr>
      <w:ind w:left="1920"/>
    </w:pPr>
  </w:style>
  <w:style w:type="character" w:styleId="Hyperlink">
    <w:name w:val="Hyperlink"/>
    <w:basedOn w:val="DefaultParagraphFont"/>
    <w:uiPriority w:val="99"/>
    <w:rsid w:val="00D7676C"/>
    <w:rPr>
      <w:rFonts w:cs="Times New Roman"/>
      <w:color w:val="0000FF"/>
      <w:u w:val="single"/>
    </w:rPr>
  </w:style>
  <w:style w:type="paragraph" w:styleId="BodyText">
    <w:name w:val="Body Text"/>
    <w:basedOn w:val="Normal"/>
    <w:link w:val="BodyTextChar"/>
    <w:uiPriority w:val="99"/>
    <w:rsid w:val="00D7676C"/>
    <w:pPr>
      <w:jc w:val="both"/>
    </w:pPr>
  </w:style>
  <w:style w:type="character" w:customStyle="1" w:styleId="BodyTextChar">
    <w:name w:val="Body Text Char"/>
    <w:basedOn w:val="DefaultParagraphFont"/>
    <w:link w:val="BodyText"/>
    <w:uiPriority w:val="99"/>
    <w:locked/>
    <w:rsid w:val="00DA20B4"/>
    <w:rPr>
      <w:sz w:val="24"/>
    </w:rPr>
  </w:style>
  <w:style w:type="paragraph" w:styleId="BodyTextIndent2">
    <w:name w:val="Body Text Indent 2"/>
    <w:basedOn w:val="Normal"/>
    <w:link w:val="BodyTextIndent2Char"/>
    <w:uiPriority w:val="99"/>
    <w:rsid w:val="00D7676C"/>
    <w:pPr>
      <w:widowControl w:val="0"/>
      <w:autoSpaceDE w:val="0"/>
      <w:autoSpaceDN w:val="0"/>
      <w:adjustRightInd w:val="0"/>
      <w:spacing w:line="278" w:lineRule="atLeast"/>
      <w:ind w:firstLine="350"/>
    </w:pPr>
    <w:rPr>
      <w:rFonts w:ascii="Arial" w:hAnsi="Arial"/>
    </w:rPr>
  </w:style>
  <w:style w:type="character" w:customStyle="1" w:styleId="BodyTextIndent2Char">
    <w:name w:val="Body Text Indent 2 Char"/>
    <w:basedOn w:val="DefaultParagraphFont"/>
    <w:link w:val="BodyTextIndent2"/>
    <w:uiPriority w:val="99"/>
    <w:locked/>
    <w:rsid w:val="00E87161"/>
    <w:rPr>
      <w:rFonts w:ascii="Arial" w:hAnsi="Arial"/>
      <w:sz w:val="24"/>
    </w:rPr>
  </w:style>
  <w:style w:type="paragraph" w:customStyle="1" w:styleId="FR1">
    <w:name w:val="FR1"/>
    <w:uiPriority w:val="99"/>
    <w:rsid w:val="00D7676C"/>
    <w:pPr>
      <w:widowControl w:val="0"/>
      <w:autoSpaceDE w:val="0"/>
      <w:autoSpaceDN w:val="0"/>
      <w:adjustRightInd w:val="0"/>
      <w:spacing w:before="1060"/>
      <w:jc w:val="right"/>
    </w:pPr>
    <w:rPr>
      <w:rFonts w:ascii="Arial" w:hAnsi="Arial"/>
      <w:b/>
      <w:sz w:val="32"/>
      <w:szCs w:val="20"/>
    </w:rPr>
  </w:style>
  <w:style w:type="paragraph" w:styleId="BodyText2">
    <w:name w:val="Body Text 2"/>
    <w:basedOn w:val="Normal"/>
    <w:link w:val="BodyText2Char"/>
    <w:uiPriority w:val="99"/>
    <w:rsid w:val="00D7676C"/>
    <w:rPr>
      <w:sz w:val="20"/>
    </w:rPr>
  </w:style>
  <w:style w:type="character" w:customStyle="1" w:styleId="BodyText2Char">
    <w:name w:val="Body Text 2 Char"/>
    <w:basedOn w:val="DefaultParagraphFont"/>
    <w:link w:val="BodyText2"/>
    <w:uiPriority w:val="99"/>
    <w:locked/>
    <w:rsid w:val="00E87161"/>
    <w:rPr>
      <w:sz w:val="24"/>
    </w:rPr>
  </w:style>
  <w:style w:type="paragraph" w:styleId="BodyText3">
    <w:name w:val="Body Text 3"/>
    <w:basedOn w:val="Normal"/>
    <w:link w:val="BodyText3Char"/>
    <w:uiPriority w:val="99"/>
    <w:rsid w:val="00D7676C"/>
    <w:rPr>
      <w:sz w:val="18"/>
    </w:rPr>
  </w:style>
  <w:style w:type="character" w:customStyle="1" w:styleId="BodyText3Char">
    <w:name w:val="Body Text 3 Char"/>
    <w:basedOn w:val="DefaultParagraphFont"/>
    <w:link w:val="BodyText3"/>
    <w:uiPriority w:val="99"/>
    <w:locked/>
    <w:rsid w:val="00E87161"/>
    <w:rPr>
      <w:sz w:val="24"/>
    </w:rPr>
  </w:style>
  <w:style w:type="paragraph" w:styleId="BodyTextIndent">
    <w:name w:val="Body Text Indent"/>
    <w:basedOn w:val="Normal"/>
    <w:link w:val="BodyTextIndentChar"/>
    <w:uiPriority w:val="99"/>
    <w:rsid w:val="00D7676C"/>
    <w:pPr>
      <w:widowControl w:val="0"/>
      <w:shd w:val="clear" w:color="auto" w:fill="FFFFFF"/>
      <w:tabs>
        <w:tab w:val="left" w:pos="709"/>
      </w:tabs>
      <w:autoSpaceDE w:val="0"/>
      <w:autoSpaceDN w:val="0"/>
      <w:adjustRightInd w:val="0"/>
      <w:spacing w:before="10"/>
      <w:ind w:left="709" w:hanging="709"/>
    </w:pPr>
    <w:rPr>
      <w:rFonts w:ascii="Arial" w:hAnsi="Arial"/>
      <w:color w:val="000000"/>
      <w:spacing w:val="-5"/>
      <w:sz w:val="22"/>
      <w:szCs w:val="22"/>
    </w:rPr>
  </w:style>
  <w:style w:type="character" w:customStyle="1" w:styleId="BodyTextIndentChar">
    <w:name w:val="Body Text Indent Char"/>
    <w:basedOn w:val="DefaultParagraphFont"/>
    <w:link w:val="BodyTextIndent"/>
    <w:uiPriority w:val="99"/>
    <w:locked/>
    <w:rsid w:val="00E87161"/>
    <w:rPr>
      <w:rFonts w:ascii="Arial" w:hAnsi="Arial"/>
      <w:color w:val="000000"/>
      <w:spacing w:val="-5"/>
      <w:sz w:val="22"/>
      <w:shd w:val="clear" w:color="auto" w:fill="FFFFFF"/>
    </w:rPr>
  </w:style>
  <w:style w:type="paragraph" w:customStyle="1" w:styleId="WW-Tekstpodstawowy2">
    <w:name w:val="WW-Tekst podstawowy 2"/>
    <w:basedOn w:val="Normal"/>
    <w:uiPriority w:val="99"/>
    <w:rsid w:val="00D7676C"/>
    <w:pPr>
      <w:suppressAutoHyphens/>
      <w:spacing w:line="360" w:lineRule="auto"/>
    </w:pPr>
    <w:rPr>
      <w:b/>
      <w:szCs w:val="20"/>
    </w:rPr>
  </w:style>
  <w:style w:type="paragraph" w:customStyle="1" w:styleId="WW-Tekstpodstawowy3">
    <w:name w:val="WW-Tekst podstawowy 3"/>
    <w:basedOn w:val="Normal"/>
    <w:uiPriority w:val="99"/>
    <w:rsid w:val="00D7676C"/>
    <w:pPr>
      <w:suppressAutoHyphens/>
      <w:spacing w:line="360" w:lineRule="auto"/>
      <w:jc w:val="both"/>
    </w:pPr>
    <w:rPr>
      <w:szCs w:val="20"/>
    </w:rPr>
  </w:style>
  <w:style w:type="character" w:styleId="Strong">
    <w:name w:val="Strong"/>
    <w:basedOn w:val="DefaultParagraphFont"/>
    <w:uiPriority w:val="99"/>
    <w:qFormat/>
    <w:rsid w:val="00D7676C"/>
    <w:rPr>
      <w:rFonts w:cs="Times New Roman"/>
      <w:b/>
    </w:rPr>
  </w:style>
  <w:style w:type="character" w:customStyle="1" w:styleId="WW-Domylnaczcionkaakapitu">
    <w:name w:val="WW-Domyślna czcionka akapitu"/>
    <w:uiPriority w:val="99"/>
    <w:rsid w:val="00D7676C"/>
  </w:style>
  <w:style w:type="paragraph" w:customStyle="1" w:styleId="WW-NormalnyWeb">
    <w:name w:val="WW-Normalny (Web)"/>
    <w:basedOn w:val="Normal"/>
    <w:uiPriority w:val="99"/>
    <w:rsid w:val="00D7676C"/>
    <w:pPr>
      <w:suppressAutoHyphens/>
      <w:spacing w:after="15"/>
    </w:pPr>
    <w:rPr>
      <w:lang w:eastAsia="ar-SA"/>
    </w:rPr>
  </w:style>
  <w:style w:type="paragraph" w:styleId="Header">
    <w:name w:val="header"/>
    <w:basedOn w:val="Normal"/>
    <w:link w:val="HeaderChar"/>
    <w:uiPriority w:val="99"/>
    <w:rsid w:val="00D7676C"/>
    <w:pPr>
      <w:tabs>
        <w:tab w:val="center" w:pos="4536"/>
        <w:tab w:val="right" w:pos="9072"/>
      </w:tabs>
    </w:pPr>
  </w:style>
  <w:style w:type="character" w:customStyle="1" w:styleId="HeaderChar">
    <w:name w:val="Header Char"/>
    <w:basedOn w:val="DefaultParagraphFont"/>
    <w:link w:val="Header"/>
    <w:uiPriority w:val="99"/>
    <w:locked/>
    <w:rsid w:val="00DA20B4"/>
    <w:rPr>
      <w:sz w:val="24"/>
    </w:rPr>
  </w:style>
  <w:style w:type="paragraph" w:styleId="Footer">
    <w:name w:val="footer"/>
    <w:basedOn w:val="Normal"/>
    <w:link w:val="FooterChar"/>
    <w:uiPriority w:val="99"/>
    <w:rsid w:val="00D7676C"/>
    <w:pPr>
      <w:tabs>
        <w:tab w:val="center" w:pos="4536"/>
        <w:tab w:val="right" w:pos="9072"/>
      </w:tabs>
    </w:pPr>
  </w:style>
  <w:style w:type="character" w:customStyle="1" w:styleId="FooterChar">
    <w:name w:val="Footer Char"/>
    <w:basedOn w:val="DefaultParagraphFont"/>
    <w:link w:val="Footer"/>
    <w:uiPriority w:val="99"/>
    <w:semiHidden/>
    <w:rsid w:val="00651C01"/>
    <w:rPr>
      <w:sz w:val="24"/>
      <w:szCs w:val="24"/>
    </w:rPr>
  </w:style>
  <w:style w:type="paragraph" w:styleId="NormalWeb">
    <w:name w:val="Normal (Web)"/>
    <w:basedOn w:val="Normal"/>
    <w:uiPriority w:val="99"/>
    <w:rsid w:val="00BC5FF2"/>
    <w:pPr>
      <w:spacing w:before="100" w:beforeAutospacing="1" w:after="100" w:afterAutospacing="1"/>
    </w:pPr>
  </w:style>
  <w:style w:type="paragraph" w:styleId="PlainText">
    <w:name w:val="Plain Text"/>
    <w:basedOn w:val="Normal"/>
    <w:link w:val="PlainTextChar"/>
    <w:uiPriority w:val="99"/>
    <w:rsid w:val="00814434"/>
    <w:rPr>
      <w:rFonts w:ascii="Courier New" w:hAnsi="Courier New"/>
      <w:sz w:val="20"/>
      <w:szCs w:val="20"/>
    </w:rPr>
  </w:style>
  <w:style w:type="character" w:customStyle="1" w:styleId="PlainTextChar">
    <w:name w:val="Plain Text Char"/>
    <w:basedOn w:val="DefaultParagraphFont"/>
    <w:link w:val="PlainText"/>
    <w:uiPriority w:val="99"/>
    <w:locked/>
    <w:rsid w:val="00814434"/>
    <w:rPr>
      <w:rFonts w:ascii="Courier New" w:hAnsi="Courier New"/>
    </w:rPr>
  </w:style>
  <w:style w:type="paragraph" w:customStyle="1" w:styleId="Standardowytekst">
    <w:name w:val="Standardowy.tekst"/>
    <w:uiPriority w:val="99"/>
    <w:rsid w:val="001616A6"/>
    <w:pPr>
      <w:overflowPunct w:val="0"/>
      <w:autoSpaceDE w:val="0"/>
      <w:autoSpaceDN w:val="0"/>
      <w:adjustRightInd w:val="0"/>
      <w:jc w:val="both"/>
      <w:textAlignment w:val="baseline"/>
    </w:pPr>
    <w:rPr>
      <w:sz w:val="20"/>
      <w:szCs w:val="20"/>
    </w:rPr>
  </w:style>
  <w:style w:type="paragraph" w:styleId="BodyTextIndent3">
    <w:name w:val="Body Text Indent 3"/>
    <w:basedOn w:val="Normal"/>
    <w:link w:val="BodyTextIndent3Char"/>
    <w:uiPriority w:val="99"/>
    <w:rsid w:val="00E3303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E33030"/>
    <w:rPr>
      <w:sz w:val="16"/>
    </w:rPr>
  </w:style>
  <w:style w:type="paragraph" w:customStyle="1" w:styleId="Styl">
    <w:name w:val="Styl"/>
    <w:uiPriority w:val="99"/>
    <w:rsid w:val="00E33030"/>
    <w:pPr>
      <w:widowControl w:val="0"/>
      <w:autoSpaceDE w:val="0"/>
      <w:autoSpaceDN w:val="0"/>
      <w:adjustRightInd w:val="0"/>
    </w:pPr>
    <w:rPr>
      <w:rFonts w:ascii="Arial" w:hAnsi="Arial" w:cs="Arial"/>
      <w:sz w:val="20"/>
      <w:szCs w:val="24"/>
    </w:rPr>
  </w:style>
  <w:style w:type="paragraph" w:styleId="BalloonText">
    <w:name w:val="Balloon Text"/>
    <w:basedOn w:val="Normal"/>
    <w:link w:val="BalloonTextChar"/>
    <w:uiPriority w:val="99"/>
    <w:semiHidden/>
    <w:rsid w:val="000E1D7B"/>
    <w:rPr>
      <w:rFonts w:ascii="Tahoma" w:hAnsi="Tahoma"/>
      <w:sz w:val="16"/>
      <w:szCs w:val="16"/>
    </w:rPr>
  </w:style>
  <w:style w:type="character" w:customStyle="1" w:styleId="BalloonTextChar">
    <w:name w:val="Balloon Text Char"/>
    <w:basedOn w:val="DefaultParagraphFont"/>
    <w:link w:val="BalloonText"/>
    <w:uiPriority w:val="99"/>
    <w:semiHidden/>
    <w:locked/>
    <w:rsid w:val="000E1D7B"/>
    <w:rPr>
      <w:rFonts w:ascii="Tahoma" w:hAnsi="Tahoma"/>
      <w:sz w:val="16"/>
    </w:rPr>
  </w:style>
  <w:style w:type="paragraph" w:customStyle="1" w:styleId="NUMER2">
    <w:name w:val="NUMER2"/>
    <w:basedOn w:val="Normal"/>
    <w:uiPriority w:val="99"/>
    <w:rsid w:val="00641AB4"/>
    <w:pPr>
      <w:numPr>
        <w:numId w:val="18"/>
      </w:numPr>
      <w:tabs>
        <w:tab w:val="clear" w:pos="360"/>
      </w:tabs>
    </w:pPr>
  </w:style>
  <w:style w:type="paragraph" w:styleId="Title">
    <w:name w:val="Title"/>
    <w:basedOn w:val="Normal"/>
    <w:link w:val="TitleChar"/>
    <w:uiPriority w:val="99"/>
    <w:qFormat/>
    <w:rsid w:val="00641AB4"/>
    <w:pPr>
      <w:jc w:val="center"/>
    </w:pPr>
    <w:rPr>
      <w:sz w:val="32"/>
      <w:szCs w:val="20"/>
    </w:rPr>
  </w:style>
  <w:style w:type="character" w:customStyle="1" w:styleId="TitleChar">
    <w:name w:val="Title Char"/>
    <w:basedOn w:val="DefaultParagraphFont"/>
    <w:link w:val="Title"/>
    <w:uiPriority w:val="99"/>
    <w:locked/>
    <w:rsid w:val="00641AB4"/>
    <w:rPr>
      <w:sz w:val="32"/>
    </w:rPr>
  </w:style>
  <w:style w:type="paragraph" w:customStyle="1" w:styleId="tekstost">
    <w:name w:val="tekst ost"/>
    <w:basedOn w:val="Normal"/>
    <w:uiPriority w:val="99"/>
    <w:rsid w:val="00641AB4"/>
    <w:pPr>
      <w:overflowPunct w:val="0"/>
      <w:autoSpaceDE w:val="0"/>
      <w:autoSpaceDN w:val="0"/>
      <w:adjustRightInd w:val="0"/>
      <w:jc w:val="both"/>
      <w:textAlignment w:val="baseline"/>
    </w:pPr>
    <w:rPr>
      <w:sz w:val="20"/>
      <w:szCs w:val="20"/>
    </w:rPr>
  </w:style>
  <w:style w:type="paragraph" w:styleId="List2">
    <w:name w:val="List 2"/>
    <w:basedOn w:val="Normal"/>
    <w:uiPriority w:val="99"/>
    <w:rsid w:val="00F313B4"/>
    <w:pPr>
      <w:ind w:left="566" w:hanging="283"/>
    </w:pPr>
    <w:rPr>
      <w:sz w:val="20"/>
      <w:szCs w:val="20"/>
    </w:rPr>
  </w:style>
  <w:style w:type="paragraph" w:customStyle="1" w:styleId="Default">
    <w:name w:val="Default"/>
    <w:uiPriority w:val="99"/>
    <w:rsid w:val="00F313B4"/>
    <w:pPr>
      <w:autoSpaceDE w:val="0"/>
      <w:autoSpaceDN w:val="0"/>
      <w:adjustRightInd w:val="0"/>
    </w:pPr>
    <w:rPr>
      <w:rFonts w:ascii="Arial" w:hAnsi="Arial" w:cs="Arial"/>
      <w:sz w:val="20"/>
      <w:szCs w:val="20"/>
    </w:rPr>
  </w:style>
  <w:style w:type="paragraph" w:customStyle="1" w:styleId="Nag3wek6">
    <w:name w:val="Nag3ówek 6"/>
    <w:basedOn w:val="Default"/>
    <w:next w:val="Default"/>
    <w:uiPriority w:val="99"/>
    <w:rsid w:val="00F313B4"/>
    <w:rPr>
      <w:rFonts w:cs="Times New Roman"/>
      <w:sz w:val="24"/>
      <w:szCs w:val="24"/>
    </w:rPr>
  </w:style>
  <w:style w:type="paragraph" w:customStyle="1" w:styleId="Nagwek3BT">
    <w:name w:val="Nagłówek 3 BT"/>
    <w:basedOn w:val="Heading3"/>
    <w:uiPriority w:val="99"/>
    <w:rsid w:val="00F313B4"/>
    <w:pPr>
      <w:spacing w:before="0" w:after="0"/>
      <w:ind w:firstLine="709"/>
      <w:jc w:val="both"/>
    </w:pPr>
    <w:rPr>
      <w:rFonts w:ascii="Tahoma" w:hAnsi="Tahoma"/>
      <w:b w:val="0"/>
      <w:bCs w:val="0"/>
      <w:iCs/>
      <w:szCs w:val="20"/>
    </w:rPr>
  </w:style>
  <w:style w:type="paragraph" w:styleId="BlockText">
    <w:name w:val="Block Text"/>
    <w:basedOn w:val="Normal"/>
    <w:uiPriority w:val="99"/>
    <w:rsid w:val="00CD7FD1"/>
    <w:pPr>
      <w:ind w:left="-426" w:right="-144" w:firstLine="426"/>
      <w:jc w:val="both"/>
    </w:pPr>
    <w:rPr>
      <w:rFonts w:ascii="Arial" w:hAnsi="Arial"/>
      <w:sz w:val="20"/>
      <w:szCs w:val="20"/>
    </w:rPr>
  </w:style>
  <w:style w:type="paragraph" w:styleId="ListParagraph">
    <w:name w:val="List Paragraph"/>
    <w:basedOn w:val="Normal"/>
    <w:uiPriority w:val="99"/>
    <w:qFormat/>
    <w:rsid w:val="00CD7FD1"/>
    <w:pPr>
      <w:ind w:left="720"/>
      <w:contextualSpacing/>
    </w:pPr>
  </w:style>
  <w:style w:type="paragraph" w:customStyle="1" w:styleId="Tabela09">
    <w:name w:val="Tabela 09"/>
    <w:basedOn w:val="Normal"/>
    <w:uiPriority w:val="99"/>
    <w:rsid w:val="00CD7FD1"/>
    <w:pPr>
      <w:spacing w:before="60" w:after="60"/>
      <w:jc w:val="center"/>
    </w:pPr>
    <w:rPr>
      <w:rFonts w:ascii="Arial" w:hAnsi="Arial"/>
      <w:sz w:val="18"/>
      <w:szCs w:val="20"/>
    </w:rPr>
  </w:style>
  <w:style w:type="paragraph" w:customStyle="1" w:styleId="Tabela10">
    <w:name w:val="Tabela 10"/>
    <w:basedOn w:val="Normal"/>
    <w:uiPriority w:val="99"/>
    <w:rsid w:val="00CD7FD1"/>
    <w:pPr>
      <w:autoSpaceDE w:val="0"/>
      <w:autoSpaceDN w:val="0"/>
      <w:spacing w:before="60" w:after="60"/>
      <w:jc w:val="center"/>
    </w:pPr>
    <w:rPr>
      <w:sz w:val="20"/>
      <w:szCs w:val="20"/>
    </w:rPr>
  </w:style>
  <w:style w:type="paragraph" w:styleId="NoSpacing">
    <w:name w:val="No Spacing"/>
    <w:uiPriority w:val="99"/>
    <w:qFormat/>
    <w:rsid w:val="00CD7FD1"/>
    <w:rPr>
      <w:rFonts w:ascii="Calibri" w:hAnsi="Calibri"/>
      <w:lang w:eastAsia="en-US"/>
    </w:rPr>
  </w:style>
  <w:style w:type="paragraph" w:styleId="List">
    <w:name w:val="List"/>
    <w:basedOn w:val="Normal"/>
    <w:uiPriority w:val="99"/>
    <w:semiHidden/>
    <w:rsid w:val="00CD7FD1"/>
    <w:pPr>
      <w:ind w:left="283" w:hanging="283"/>
      <w:contextualSpacing/>
    </w:pPr>
  </w:style>
  <w:style w:type="paragraph" w:styleId="FootnoteText">
    <w:name w:val="footnote text"/>
    <w:basedOn w:val="Normal"/>
    <w:link w:val="FootnoteTextChar"/>
    <w:uiPriority w:val="99"/>
    <w:semiHidden/>
    <w:rsid w:val="00E87161"/>
    <w:pPr>
      <w:overflowPunct w:val="0"/>
      <w:autoSpaceDE w:val="0"/>
      <w:autoSpaceDN w:val="0"/>
      <w:adjustRightInd w:val="0"/>
      <w:jc w:val="both"/>
      <w:textAlignment w:val="baseline"/>
    </w:pPr>
    <w:rPr>
      <w:sz w:val="20"/>
      <w:szCs w:val="20"/>
    </w:rPr>
  </w:style>
  <w:style w:type="character" w:customStyle="1" w:styleId="FootnoteTextChar">
    <w:name w:val="Footnote Text Char"/>
    <w:basedOn w:val="DefaultParagraphFont"/>
    <w:link w:val="FootnoteText"/>
    <w:uiPriority w:val="99"/>
    <w:semiHidden/>
    <w:locked/>
    <w:rsid w:val="00E87161"/>
    <w:rPr>
      <w:rFonts w:cs="Times New Roman"/>
    </w:rPr>
  </w:style>
  <w:style w:type="character" w:styleId="PageNumber">
    <w:name w:val="page number"/>
    <w:basedOn w:val="DefaultParagraphFont"/>
    <w:uiPriority w:val="99"/>
    <w:rsid w:val="00E87161"/>
    <w:rPr>
      <w:rFonts w:cs="Times New Roman"/>
    </w:rPr>
  </w:style>
  <w:style w:type="character" w:customStyle="1" w:styleId="DocumentMapChar1">
    <w:name w:val="Document Map Char1"/>
    <w:link w:val="DocumentMap"/>
    <w:uiPriority w:val="99"/>
    <w:semiHidden/>
    <w:locked/>
    <w:rsid w:val="00E87161"/>
    <w:rPr>
      <w:rFonts w:ascii="Tahoma" w:hAnsi="Tahoma"/>
      <w:sz w:val="16"/>
    </w:rPr>
  </w:style>
  <w:style w:type="paragraph" w:styleId="DocumentMap">
    <w:name w:val="Document Map"/>
    <w:basedOn w:val="Normal"/>
    <w:link w:val="DocumentMapChar1"/>
    <w:uiPriority w:val="99"/>
    <w:semiHidden/>
    <w:rsid w:val="00E87161"/>
    <w:pPr>
      <w:overflowPunct w:val="0"/>
      <w:autoSpaceDE w:val="0"/>
      <w:autoSpaceDN w:val="0"/>
      <w:adjustRightInd w:val="0"/>
      <w:jc w:val="both"/>
      <w:textAlignment w:val="baseline"/>
    </w:pPr>
    <w:rPr>
      <w:rFonts w:ascii="Tahoma" w:hAnsi="Tahoma"/>
      <w:sz w:val="16"/>
      <w:szCs w:val="16"/>
    </w:rPr>
  </w:style>
  <w:style w:type="character" w:customStyle="1" w:styleId="DocumentMapChar">
    <w:name w:val="Document Map Char"/>
    <w:basedOn w:val="DefaultParagraphFont"/>
    <w:link w:val="DocumentMap"/>
    <w:uiPriority w:val="99"/>
    <w:semiHidden/>
    <w:rsid w:val="00651C01"/>
    <w:rPr>
      <w:sz w:val="0"/>
      <w:szCs w:val="0"/>
    </w:rPr>
  </w:style>
  <w:style w:type="paragraph" w:customStyle="1" w:styleId="stockout-of-stock">
    <w:name w:val="stock out-of-stock"/>
    <w:basedOn w:val="Normal"/>
    <w:uiPriority w:val="99"/>
    <w:rsid w:val="001C25E2"/>
    <w:pPr>
      <w:spacing w:before="100" w:beforeAutospacing="1" w:after="100" w:afterAutospacing="1"/>
    </w:pPr>
  </w:style>
  <w:style w:type="paragraph" w:customStyle="1" w:styleId="Nagwek31">
    <w:name w:val="Nagłówek 31"/>
    <w:basedOn w:val="Normal"/>
    <w:uiPriority w:val="99"/>
    <w:rsid w:val="001E2CE9"/>
    <w:pPr>
      <w:widowControl w:val="0"/>
      <w:spacing w:before="1"/>
      <w:ind w:left="304" w:right="239"/>
      <w:outlineLvl w:val="3"/>
    </w:pPr>
    <w:rPr>
      <w:rFonts w:ascii="Ebrima" w:hAnsi="Ebrima" w:cs="Ebrima"/>
      <w:sz w:val="25"/>
      <w:szCs w:val="25"/>
      <w:lang w:val="en-US" w:eastAsia="en-US"/>
    </w:rPr>
  </w:style>
  <w:style w:type="paragraph" w:customStyle="1" w:styleId="Nagwek41">
    <w:name w:val="Nagłówek 41"/>
    <w:basedOn w:val="Normal"/>
    <w:uiPriority w:val="99"/>
    <w:rsid w:val="001E2CE9"/>
    <w:pPr>
      <w:widowControl w:val="0"/>
      <w:ind w:left="116"/>
      <w:outlineLvl w:val="4"/>
    </w:pPr>
    <w:rPr>
      <w:rFonts w:ascii="Ebrima" w:hAnsi="Ebrima" w:cs="Ebrima"/>
      <w:b/>
      <w:bCs/>
      <w:lang w:val="en-US" w:eastAsia="en-US"/>
    </w:rPr>
  </w:style>
  <w:style w:type="paragraph" w:customStyle="1" w:styleId="TableParagraph">
    <w:name w:val="Table Paragraph"/>
    <w:basedOn w:val="Normal"/>
    <w:uiPriority w:val="99"/>
    <w:rsid w:val="001E2CE9"/>
    <w:pPr>
      <w:widowControl w:val="0"/>
      <w:ind w:left="103"/>
    </w:pPr>
    <w:rPr>
      <w:rFonts w:ascii="Ebrima" w:hAnsi="Ebrima" w:cs="Ebrima"/>
      <w:sz w:val="22"/>
      <w:szCs w:val="22"/>
      <w:lang w:val="en-US" w:eastAsia="en-US"/>
    </w:rPr>
  </w:style>
  <w:style w:type="character" w:customStyle="1" w:styleId="apple-converted-space">
    <w:name w:val="apple-converted-space"/>
    <w:basedOn w:val="DefaultParagraphFont"/>
    <w:uiPriority w:val="99"/>
    <w:rsid w:val="00F778DF"/>
    <w:rPr>
      <w:rFonts w:cs="Times New Roman"/>
    </w:rPr>
  </w:style>
</w:styles>
</file>

<file path=word/webSettings.xml><?xml version="1.0" encoding="utf-8"?>
<w:webSettings xmlns:r="http://schemas.openxmlformats.org/officeDocument/2006/relationships" xmlns:w="http://schemas.openxmlformats.org/wordprocessingml/2006/main">
  <w:divs>
    <w:div w:id="64301442">
      <w:marLeft w:val="0"/>
      <w:marRight w:val="0"/>
      <w:marTop w:val="0"/>
      <w:marBottom w:val="0"/>
      <w:divBdr>
        <w:top w:val="none" w:sz="0" w:space="0" w:color="auto"/>
        <w:left w:val="none" w:sz="0" w:space="0" w:color="auto"/>
        <w:bottom w:val="none" w:sz="0" w:space="0" w:color="auto"/>
        <w:right w:val="none" w:sz="0" w:space="0" w:color="auto"/>
      </w:divBdr>
    </w:div>
    <w:div w:id="64301445">
      <w:marLeft w:val="0"/>
      <w:marRight w:val="0"/>
      <w:marTop w:val="0"/>
      <w:marBottom w:val="0"/>
      <w:divBdr>
        <w:top w:val="none" w:sz="0" w:space="0" w:color="auto"/>
        <w:left w:val="none" w:sz="0" w:space="0" w:color="auto"/>
        <w:bottom w:val="none" w:sz="0" w:space="0" w:color="auto"/>
        <w:right w:val="none" w:sz="0" w:space="0" w:color="auto"/>
      </w:divBdr>
      <w:divsChild>
        <w:div w:id="64301443">
          <w:marLeft w:val="0"/>
          <w:marRight w:val="0"/>
          <w:marTop w:val="0"/>
          <w:marBottom w:val="0"/>
          <w:divBdr>
            <w:top w:val="none" w:sz="0" w:space="0" w:color="auto"/>
            <w:left w:val="none" w:sz="0" w:space="0" w:color="auto"/>
            <w:bottom w:val="none" w:sz="0" w:space="0" w:color="auto"/>
            <w:right w:val="none" w:sz="0" w:space="0" w:color="auto"/>
          </w:divBdr>
          <w:divsChild>
            <w:div w:id="6430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21</Pages>
  <Words>14448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 - Budowa Przedszkola w Wyrach, ul. Puszkina 10 [działka nr 699/85, 1624/85, 1480/88, 1890/85]</dc:title>
  <dc:subject/>
  <dc:creator>elwu</dc:creator>
  <cp:keywords/>
  <dc:description/>
  <cp:lastModifiedBy>m.palusinski</cp:lastModifiedBy>
  <cp:revision>3</cp:revision>
  <cp:lastPrinted>2016-08-28T19:26:00Z</cp:lastPrinted>
  <dcterms:created xsi:type="dcterms:W3CDTF">2018-07-09T10:13:00Z</dcterms:created>
  <dcterms:modified xsi:type="dcterms:W3CDTF">2018-08-31T10:12:00Z</dcterms:modified>
</cp:coreProperties>
</file>